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651" w:rsidRDefault="00FD1651" w:rsidP="00FD1651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1651" w:rsidRDefault="00FD1651" w:rsidP="00FD16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D1651" w:rsidRDefault="00FD1651" w:rsidP="00FD16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1651" w:rsidRDefault="00FD1651" w:rsidP="00FD16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D1651" w:rsidRDefault="00FD1651" w:rsidP="00FD16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1651" w:rsidRDefault="00FD1651" w:rsidP="00FD16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D1651" w:rsidRDefault="00FD1651" w:rsidP="00FD16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1651" w:rsidRDefault="00FD1651" w:rsidP="00FD16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D1651" w:rsidRDefault="00FD1651" w:rsidP="00FD16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1651" w:rsidRDefault="00FD1651" w:rsidP="00FD16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D1651" w:rsidRDefault="00FD1651" w:rsidP="00FD16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1651" w:rsidRDefault="00FD1651" w:rsidP="00FD16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D1651" w:rsidRDefault="00FD1651" w:rsidP="00FD16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1651" w:rsidRDefault="00FD1651" w:rsidP="00FD16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D1651" w:rsidRDefault="00FD1651" w:rsidP="00FD16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1651" w:rsidRDefault="00FD1651" w:rsidP="00FD16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D1651" w:rsidRDefault="00FD1651" w:rsidP="00FD16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1651" w:rsidRDefault="00FD1651" w:rsidP="00FD16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D1651" w:rsidRDefault="00FD1651" w:rsidP="00FD16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1651" w:rsidRDefault="00FD1651" w:rsidP="00FD16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D1651" w:rsidRDefault="00FD1651" w:rsidP="00FD16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1651" w:rsidRDefault="00FD1651" w:rsidP="00FD16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1651" w:rsidRDefault="00FD1651" w:rsidP="00FD16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1651" w:rsidRDefault="00FD1651" w:rsidP="00FD16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1651" w:rsidRDefault="00FD1651" w:rsidP="00FD16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1651" w:rsidRDefault="00FD1651" w:rsidP="00FD16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1651" w:rsidRDefault="00FD1651" w:rsidP="00FD16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1651" w:rsidRDefault="00FD1651" w:rsidP="00FD16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1651" w:rsidRDefault="00FD1651" w:rsidP="00FD16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1651" w:rsidRDefault="00FD1651" w:rsidP="00FD16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1651" w:rsidRDefault="00FD1651" w:rsidP="00FD16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D1651" w:rsidRDefault="00FD1651" w:rsidP="00FD16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D1651" w:rsidRDefault="00FD1651" w:rsidP="00FD16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D1651" w:rsidRDefault="00FD1651" w:rsidP="00FD16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D1651" w:rsidRDefault="00FD1651" w:rsidP="00FD16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D1651" w:rsidRDefault="00FD1651" w:rsidP="00FD16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D1651" w:rsidRDefault="00FD1651" w:rsidP="00FD16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D1651" w:rsidRDefault="00FD1651" w:rsidP="00FD16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D1651" w:rsidRDefault="00FD1651" w:rsidP="00FD16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D1651" w:rsidRDefault="00FD1651" w:rsidP="00FD16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D1651" w:rsidRDefault="00FD1651" w:rsidP="00FD16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D1651" w:rsidRDefault="00FD1651" w:rsidP="00FD16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D1651" w:rsidRDefault="00FD1651" w:rsidP="00FD16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D1651" w:rsidRDefault="00FD1651" w:rsidP="00FD16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D1651" w:rsidRDefault="00FD1651" w:rsidP="00FD16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D1651" w:rsidRDefault="00FD1651" w:rsidP="00FD16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D1651" w:rsidRDefault="00FD1651" w:rsidP="00FD16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D1651" w:rsidRDefault="00FD1651" w:rsidP="00FD16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D1651" w:rsidRDefault="00FD1651" w:rsidP="00FD16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D1651" w:rsidRDefault="00FD1651" w:rsidP="00FD16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D1651" w:rsidRDefault="00FD1651" w:rsidP="00FD16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FD1651" w:rsidRDefault="00FD1651" w:rsidP="00FD16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D1651" w:rsidRDefault="00FD1651" w:rsidP="00FD16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D1651" w:rsidRDefault="00FD1651" w:rsidP="00FD16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D1651" w:rsidRDefault="00FD1651" w:rsidP="00FD16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D1651" w:rsidRDefault="00FD1651" w:rsidP="00FD16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D1651" w:rsidRDefault="00FD1651" w:rsidP="00FD16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D1651" w:rsidRDefault="00FD1651" w:rsidP="00FD16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FD1651" w:rsidRDefault="00FD1651" w:rsidP="00FD16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D1651" w:rsidRDefault="00FD1651" w:rsidP="00FD16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D1651" w:rsidRDefault="00FD1651" w:rsidP="00FD16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D1651" w:rsidRDefault="00FD1651" w:rsidP="00FD165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D1651" w:rsidRDefault="00FD1651" w:rsidP="00FD165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D1651" w:rsidRDefault="00FD1651" w:rsidP="00FD165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D1651" w:rsidRDefault="00FD1651" w:rsidP="00FD165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D1651" w:rsidRDefault="00FD1651" w:rsidP="00FD165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D1651" w:rsidRDefault="00FD1651" w:rsidP="00FD165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D1651" w:rsidRDefault="00FD1651" w:rsidP="00FD165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FD1651" w:rsidRDefault="00FD1651" w:rsidP="00FD165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D1651" w:rsidRDefault="00FD1651" w:rsidP="00FD165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D1651" w:rsidRDefault="00FD1651" w:rsidP="00FD165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FD1651" w:rsidRDefault="00FD1651" w:rsidP="00FD165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D1651" w:rsidRDefault="00FD1651" w:rsidP="00FD165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FD1651" w:rsidRDefault="00FD1651" w:rsidP="00FD165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D1651" w:rsidRDefault="00FD1651" w:rsidP="00FD165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44</w:t>
      </w:r>
    </w:p>
    <w:p w:rsidR="00FD1651" w:rsidRDefault="00FD1651" w:rsidP="00FD1651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FD1651" w:rsidRDefault="00FD1651" w:rsidP="00FD1651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FD1651" w:rsidRDefault="00FD1651" w:rsidP="00FD165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FD1651" w:rsidRDefault="00FD1651" w:rsidP="00FD165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FD1651" w:rsidRDefault="00FD1651" w:rsidP="00FD165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r>
        <w:rPr>
          <w:rFonts w:ascii="Times New Roman" w:eastAsia="Calibri" w:hAnsi="Times New Roman" w:cs="Times New Roman"/>
          <w:b/>
          <w:sz w:val="24"/>
          <w:lang w:val="ru-RU" w:eastAsia="en-US"/>
        </w:rPr>
        <w:t>Коваленку М.М</w:t>
      </w:r>
    </w:p>
    <w:p w:rsidR="00FD1651" w:rsidRDefault="00FD1651" w:rsidP="00FD165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FD1651" w:rsidRDefault="00FD1651" w:rsidP="00FD165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12,22,116,118, 121 та 122 Земельного кодексу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Коваленка М.М.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FD1651" w:rsidRPr="00DA10B1" w:rsidRDefault="00FD1651" w:rsidP="00FD165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FD1651" w:rsidRDefault="00FD1651" w:rsidP="00FD165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Коваленку Максиму Миколайовичу, який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341C36">
        <w:rPr>
          <w:rFonts w:ascii="Times New Roman" w:eastAsia="Calibri" w:hAnsi="Times New Roman" w:cs="Times New Roman"/>
          <w:sz w:val="24"/>
          <w:lang w:val="ru-RU" w:eastAsia="en-US"/>
        </w:rPr>
        <w:t>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 xml:space="preserve">,   дозвіл на розробку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2,0000 га,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 яка розташована в Хмельницька область, 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сільська рада за межами населеного пункту села Дідова Гора .</w:t>
      </w:r>
    </w:p>
    <w:p w:rsidR="00FD1651" w:rsidRDefault="00FD1651" w:rsidP="00FD165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Коваленку М.М,  розробити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FD1651" w:rsidRDefault="00FD1651" w:rsidP="00FD165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FD1651" w:rsidRDefault="00FD1651" w:rsidP="00FD165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D1651" w:rsidRDefault="00FD1651" w:rsidP="00FD1651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FD1651" w:rsidRDefault="00FD1651" w:rsidP="00FD1651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640DF6" w:rsidRPr="00FD1651" w:rsidRDefault="00FD1651" w:rsidP="00FD165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    Валерій   МИХАЛЮК</w:t>
      </w:r>
    </w:p>
    <w:sectPr w:rsidR="00640DF6" w:rsidRPr="00FD165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651"/>
    <w:rsid w:val="00341C36"/>
    <w:rsid w:val="00640DF6"/>
    <w:rsid w:val="00FD1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651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FD1651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FD1651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FD1651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651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FD1651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FD1651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FD1651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253</Words>
  <Characters>1443</Characters>
  <Application>Microsoft Office Word</Application>
  <DocSecurity>0</DocSecurity>
  <Lines>12</Lines>
  <Paragraphs>3</Paragraphs>
  <ScaleCrop>false</ScaleCrop>
  <Company>SPecialiST RePack</Company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2021-07-26T12:32:00Z</dcterms:created>
  <dcterms:modified xsi:type="dcterms:W3CDTF">2021-07-27T07:21:00Z</dcterms:modified>
</cp:coreProperties>
</file>