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3F" w:rsidRPr="00062C82" w:rsidRDefault="006E693F" w:rsidP="006E693F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6E693F" w:rsidRPr="00062C82" w:rsidRDefault="006E693F" w:rsidP="006E693F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6E693F" w:rsidRPr="00062C82" w:rsidRDefault="00A85D75" w:rsidP="006E693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A85D75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W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+C6cUA&#10;AADdAAAADwAAAGRycy9kb3ducmV2LnhtbESPQWvCQBSE74L/YXlCb3VTrUZSVxGpxYMgxnp/ZJ9J&#10;aPZtyK5J/PeuUPA4zMw3zHLdm0q01LjSsoKPcQSCOLO65FzB73n3vgDhPLLGyjIpuJOD9Wo4WGKi&#10;bccnalOfiwBhl6CCwvs6kdJlBRl0Y1sTB+9qG4M+yCaXusEuwE0lJ1E0lwZLDgsF1rQtKPtLb0aB&#10;nf7sD5d8cpp+c+x5c1xcL/1BqbdRv/kC4an3r/B/e68VzOLPG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4L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vYkMkA&#10;AADdAAAADwAAAGRycy9kb3ducmV2LnhtbESPT0sDMRTE74LfITzBS2mzSt3WtWmRwlbrQegf8PrY&#10;PDerm5clSdu1n74RBI/DzPyGmS1624oj+dA4VnA3ykAQV043XCvY78rhFESIyBpbx6TghwIs5tdX&#10;Myy0O/GGjttYiwThUKACE2NXSBkqQxbDyHXEyft03mJM0tdSezwluG3lfZbl0mLDacFgR0tD1ff2&#10;YBV8le/mYzk5r/zgcUPnQfn20q5zpW5v+ucnEJH6+B/+a79qBQ+TcQ6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WvYk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8fdMMA&#10;AADdAAAADwAAAGRycy9kb3ducmV2LnhtbESP24rCMBRF34X5h3AG5kU0Hccb1Sgio4gv4uUDDs2x&#10;KTYnpcnYzt8bQfBxsy+LPV+2thR3qn3hWMF3PwFBnDldcK7gct70piB8QNZYOiYF/+RhufjozDHV&#10;ruEj3U8hF3GEfYoKTAhVKqXPDFn0fVcRR+/qaoshyjqXusYmjttSDpJkLC0WHAkGK1obym6nPxsh&#10;hx887K/NebNtscHfveHu6qjU12e7moEI1IZ3+NXeaQWjyXAC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8fd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tepsMA&#10;AADdAAAADwAAAGRycy9kb3ducmV2LnhtbERPS0sDMRC+C/6HMEJvNmvpQ9amRfoAETy0FcTbsJnu&#10;Lm4mIZl2t//eHASPH997uR5cp64UU+vZwNO4AEVcedtybeDztH98BpUE2WLnmQzcKMF6dX+3xNL6&#10;ng90PUqtcginEg00IqHUOlUNOUxjH4gzd/bRoWQYa20j9jncdXpSFHPtsOXc0GCgTUPVz/HiDHz0&#10;u/C+mM/O4TtOJzptrXxtxJjRw/D6AkpokH/xn/vNGpgtpnlufpOf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tep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wuncQA&#10;AADdAAAADwAAAGRycy9kb3ducmV2LnhtbESP22rCQBRF3wX/YTiCL1InXlrb6ChSqhRfxMsHHDLH&#10;TDBzJmRGE/++UxB83OzLYi9WrS3FnWpfOFYwGiYgiDOnC84VnE+bt08QPiBrLB2Tggd5WC27nQWm&#10;2jV8oPsx5CKOsE9RgQmhSqX0mSGLfugq4uhdXG0xRFnnUtfYxHFbynGSfEiLBUeCwYq+DWXX481G&#10;yH6C+92lOW22LTb4szM8WB+U6vfa9RxEoDa8ws/2r1bwPpt+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sLp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EfcMA&#10;AADdAAAADwAAAGRycy9kb3ducmV2LnhtbERPTUsDMRC9C/0PYQrebNbitrJtWkqrIIKHVkF6GzbT&#10;3cXNJCRjd/335iB4fLzv9XZ0vbpSTJ1nA/ezAhRx7W3HjYGP9+e7R1BJkC32nsnADyXYbiY3a6ys&#10;H/hI15M0KodwqtBAKxIqrVPdksM084E4cxcfHUqGsdE24pDDXa/nRbHQDjvODS0G2rdUf52+nYG3&#10;4Sm8LhflJZzjw1yng5XPvRhzOx13K1BCo/yL/9wv1kC5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TEf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BmMYA&#10;AADdAAAADwAAAGRycy9kb3ducmV2LnhtbESPUWvCMBSF34X9h3AHvoyZqtSNzigqhAkbDN1gr5fm&#10;2pY1NyXJbP33ZjDw8XDO+Q5nuR5sK87kQ+NYwXSSgSAunWm4UvD1qR+fQYSIbLB1TAouFGC9uhst&#10;sTCu5wOdj7ESCcKhQAV1jF0hZShrshgmriNO3sl5izFJX0njsU9w28pZli2kxYbTQo0d7Woqf46/&#10;VsH2o6/m/qHcDu7t9Pqda230u1ZqfD9sXkBEGuIt/N/eGwX5Uz6F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jBm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FqsQA&#10;AADdAAAADwAAAGRycy9kb3ducmV2LnhtbESPUWvCMBSF3wf+h3CFvc3Usk6pRhGlMMZepv6AS3Nt&#10;qs1NSWLt/v0yGOzxcM75Dme9HW0nBvKhdaxgPstAENdOt9woOJ+qlyWIEJE1do5JwTcF2G4mT2ss&#10;tXvwFw3H2IgE4VCiAhNjX0oZakMWw8z1xMm7OG8xJukbqT0+Etx2Ms+yN2mx5bRgsKe9ofp2vFsF&#10;1Uf+Odzu2lduN75aKsx1eTBKPU/H3QpEpDH+h//a71pBs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SBa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6dMYA&#10;AADdAAAADwAAAGRycy9kb3ducmV2LnhtbESPUWvCMBSF34X9h3AHexkzVakbnVFUCBMcDN1gr5fm&#10;2pY1NyXJbPfvjTDw8XDO+Q5nsRpsK87kQ+NYwWScgSAunWm4UvD1qZ9eQISIbLB1TAr+KMBqeTda&#10;YGFczwc6H2MlEoRDgQrqGLtCylDWZDGMXUecvJPzFmOSvpLGY5/gtpXTLJtLiw2nhRo72tZU/hx/&#10;rYLNR1/N/GO5Gdz+9Pada230u1bq4X5Yv4KINMRb+L+9Mwry53wG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b6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c4RcQA&#10;AADdAAAADwAAAGRycy9kb3ducmV2LnhtbESPUWvCMBSF3wf+h3AF32aq2E2qUUQpyNjLnD/g0lyb&#10;anNTkljrv18Ggz0ezjnf4ay3g21FTz40jhXMphkI4srphmsF5+/ydQkiRGSNrWNS8KQA283oZY2F&#10;dg/+ov4Ua5EgHApUYGLsCilDZchimLqOOHkX5y3GJH0ttcdHgttWzrPsTVpsOC0Y7GhvqLqd7lZB&#10;+TH/7G937Uu3GxaWcnNdHoxSk/GwW4GINMT/8F/7qBXk7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3OE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6H+MQA&#10;AADdAAAADwAAAGRycy9kb3ducmV2LnhtbESPzWrDMBCE74W8g9hAb42ctmqCEyWUgEt9rJsHWKyN&#10;bWKtHEvxz9tXhUKPw8x8w+yPk23FQL1vHGtYrxIQxKUzDVcazt/Z0xaED8gGW8ekYSYPx8PiYY+p&#10;cSN/0VCESkQI+xQ11CF0qZS+rMmiX7mOOHoX11sMUfaVND2OEW5b+Zwkb9Jiw3Ghxo5ONZXX4m41&#10;vM7jx61Q1yQzltb5S5dzKJXWj8vpfQci0BT+w3/tT6NBbZSC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+h/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Ak8YA&#10;AADdAAAADwAAAGRycy9kb3ducmV2LnhtbESPQWvCQBSE70L/w/IKvZlNhcQ2dRWppJSebKqeH9ln&#10;Epp9G7KbGP99tyB4HGbmG2a1mUwrRupdY1nBcxSDIC6tbrhScPjJ5y8gnEfW2FomBVdysFk/zFaY&#10;aXvhbxoLX4kAYZehgtr7LpPSlTUZdJHtiIN3tr1BH2RfSd3jJcBNKxdxnEqDDYeFGjt6r6n8LQaj&#10;YEhPiwOfv/S+2F0/Xnf51sljpdTT47R9A+Fp8vfwrf2pFSTL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4Ak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HaD8gA&#10;AADdAAAADwAAAGRycy9kb3ducmV2LnhtbESPzW7CMBCE75V4B2uReisOLQQaMKithAQcivg79LbE&#10;SxKI12lsIH37GqlSj6OZ+UYznjamFFeqXWFZQbcTgSBOrS44U7Dbzp6GIJxH1lhaJgU/5GA6aT2M&#10;MdH2xmu6bnwmAoRdggpy76tESpfmZNB1bEUcvKOtDfog60zqGm8Bbkr5HEWxNFhwWMixoo+c0vPm&#10;YhTsV8P4dfW+6J2Wnwd8Mfr7SxexUo/t5m0EwlPj/8N/7blW0B/0B3B/E56An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0doP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jsIA&#10;AADdAAAADwAAAGRycy9kb3ducmV2LnhtbERPy4rCMBTdC/5DuII7TX1LNYozg464qg9we2mubbG5&#10;KU1G63z9ZDHg8nDey3VjSvGg2hWWFQz6EQji1OqCMwWX87Y3B+E8ssbSMil4kYP1qt1aYqztk4/0&#10;OPlMhBB2MSrIva9iKV2ak0HXtxVx4G62NugDrDOpa3yGcFPKYRRNpcGCQ0OOFX3mlN5PP0bB7/SK&#10;ifsefnyNtKfXeL6zh2SnVLfTbBYgPDX+Lf5377WCyWwS5oY34Qn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oyO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J6rcQA&#10;AADdAAAADwAAAGRycy9kb3ducmV2LnhtbESP0WrCQBRE34X+w3ILvummYqymriJiwTc17QdcstdN&#10;MHs3ZldN/XpXEPo4zMwZZr7sbC2u1PrKsYKPYQKCuHC6YqPg9+d7MAXhA7LG2jEp+CMPy8Vbb46Z&#10;djc+0DUPRkQI+wwVlCE0mZS+KMmiH7qGOHpH11oMUbZG6hZvEW5rOUqSibRYcVwosaF1ScUpv1gF&#10;ZzdKdZdvcHfazPaVMePz/TBWqv/erb5ABOrCf/jV3moF6Wc6g+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ieq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WT5cIA&#10;AADdAAAADwAAAGRycy9kb3ducmV2LnhtbERPu27CMBTdK/UfrFuJjTgtItAQg9pKSKxAh4639s2D&#10;xtdp7IbA1+MBqePReReb0bZioN43jhU8JykIYu1Mw5WCz+N2ugThA7LB1jEpuJCHzfrxocDcuDPv&#10;aTiESsQQ9jkqqEPocim9rsmiT1xHHLnS9RZDhH0lTY/nGG5b+ZKmmbTYcGyosaOPmvTP4c8q2DXf&#10;NM90+WqX73r/df0Ns8XJKDV5Gt9WIAKN4V98d++Mgvkii/vjm/g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1ZPl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FisMA&#10;AADdAAAADwAAAGRycy9kb3ducmV2LnhtbERPW2vCMBR+H/gfwhH2NtMKc1qNZQ4GG26CF/T10Byb&#10;YnNSmqzWf28Ggz1+d75F3ttadNT6yrGCdJSAIC6crrhUcNi/P01B+ICssXZMCm7kIV8OHhaYaXfl&#10;LXW7UIpYwj5DBSaEJpPSF4Ys+pFriKN2dq3FEGFbSt3iNZbbWo6TZCItVhwXDDb0Zqi47H6sgg43&#10;t+RkVt+zz+qrGG9Wx7WOvHoc9q9zEIH68G/+S39oBc8vkx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DFi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lnc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55Z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4GoccA&#10;AADdAAAADwAAAGRycy9kb3ducmV2LnhtbESPW2sCMRSE3wv+h3AKvtVslapsjWK9gBSleOn7cXPc&#10;XZucLJtUt//eCEIfh5n5hhlNGmvEhWpfOlbw2klAEGdOl5wrOOyXL0MQPiBrNI5JwR95mIxbTyNM&#10;tbvyli67kIsIYZ+igiKEKpXSZwVZ9B1XEUfv5GqLIco6l7rGa4RbI7tJ0pcWS44LBVY0Kyj72f1a&#10;BcuvuTl3N9vptwyzxeBohp8f87VS7edm+g4iUBP+w4/2Sit4G/R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eBq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BTbMcA&#10;AADdAAAADwAAAGRycy9kb3ducmV2LnhtbESPQWvCQBSE7wX/w/KEXkrd2NY0RFeRQlFBwVrB60v2&#10;mQSzb0N2G9N/3xUKHoeZ+YaZLXpTi45aV1lWMB5FIIhzqysuFBy/P58TEM4ja6wtk4JfcrCYDx5m&#10;mGp75S/qDr4QAcIuRQWl900qpctLMuhGtiEO3tm2Bn2QbSF1i9cAN7V8iaJYGqw4LJTY0EdJ+eXw&#10;YxR0+21WrDvXbC7Jk5u8ZqvVTp+Uehz2yykIT72/h//ba61g8h6/we1Ne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QU2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2KPscA&#10;AADdAAAADwAAAGRycy9kb3ducmV2LnhtbESPQWsCMRSE7wX/Q3hCbzWruFZXo1RB8FJQ20O9PTfP&#10;3cXNyzZJdeuvNwWhx2FmvmFmi9bU4kLOV5YV9HsJCOLc6ooLBZ8f65cxCB+QNdaWScEveVjMO08z&#10;zLS98o4u+1CICGGfoYIyhCaT0uclGfQ92xBH72SdwRClK6R2eI1wU8tBkoykwYrjQokNrUrKz/sf&#10;o2A5GS+/t0N+v+2OBzp8Hc/pwCVKPXfbtymIQG34Dz/aG60gfR2l8PcmPg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9ij7HAAAA3QAAAA8AAAAAAAAAAAAAAAAAmAIAAGRy&#10;cy9kb3ducmV2LnhtbFBLBQYAAAAABAAEAPUAAACMAwAAAAA=&#10;" fillcolor="black" stroked="f"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XR8cA&#10;AADdAAAADwAAAGRycy9kb3ducmV2LnhtbESPT2vCQBTE7wW/w/IEb3WjYCrRVbRVKNQe/HPw+Mw+&#10;kyXZtyG7atpP3y0Uehxm5jfMfNnZWtyp9caxgtEwAUGcO224UHA6bp+nIHxA1lg7JgVf5GG56D3N&#10;MdPuwXu6H0IhIoR9hgrKEJpMSp+XZNEPXUMcvatrLYYo20LqFh8Rbms5TpJUWjQcF0ps6LWkvDrc&#10;rILzR2qme0Pjy+57vdG7SbX+fKuUGvS71QxEoC78h//a71rB5CVN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G10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9MacYA&#10;AADdAAAADwAAAGRycy9kb3ducmV2LnhtbESPzWsCMRTE7wX/h/CE3jRrwQ+2RhFLsZce/KLXx+Z1&#10;s93NyzaJuvrXN4LQ4zAzv2Hmy8424kw+VI4VjIYZCOLC6YpLBYf9+2AGIkRkjY1jUnClAMtF72mO&#10;uXYX3tJ5F0uRIBxyVGBibHMpQ2HIYhi6ljh5385bjEn6UmqPlwS3jXzJsom0WHFaMNjS2lBR705W&#10;gV99vdU3Ph3r7PZ5DZuf7neGRqnnfrd6BRGpi//hR/tDKxhPJ1O4v0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9Ma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9qcMA&#10;AADdAAAADwAAAGRycy9kb3ducmV2LnhtbERP22oCMRB9F/yHMEJfpGYr1MvWKEUoCBXBywdMN+Pu&#10;0mSybEZd/frmoeDj4dwXq847daU21oENvI0yUMRFsDWXBk7Hr9cZqCjIFl1gMnCnCKtlv7fA3IYb&#10;7+l6kFKlEI45GqhEmlzrWFTkMY5CQ5y4c2g9SoJtqW2LtxTunR5n2UR7rDk1VNjQuqLi93DxBtz4&#10;x82/p3Er95PeZg8v++HOGvMy6D4/QAl18hT/uzfWwPt0kuamN+kJ6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R9q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TXdsYA&#10;AADdAAAADwAAAGRycy9kb3ducmV2LnhtbESPQWsCMRSE74X+h/AK3mq2gtauRmkrwl48dLV4fW6e&#10;m6XJy7JJdfXXm0LB4zAz3zDzZe+sOFEXGs8KXoYZCOLK64ZrBbvt+nkKIkRkjdYzKbhQgOXi8WGO&#10;ufZn/qJTGWuRIBxyVGBibHMpQ2XIYRj6ljh5R985jEl2tdQdnhPcWTnKsol02HBaMNjSp6Hqp/x1&#10;ClZla0e7wnyE/ffmcLDFdU37lVKDp/59BiJSH+/h/3ahFYxfJ2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qTXd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nh8IA&#10;AADdAAAADwAAAGRycy9kb3ducmV2LnhtbERPPWvDMBDdC/0P4gLZaimF2MGxEkppwNCpaTJkO6Sr&#10;7dY6GUuJnX9fDYWOj/dd7WfXixuNofOsYZUpEMTG244bDafPw9MGRIjIFnvPpOFOAfa7x4cKS+sn&#10;/qDbMTYihXAoUUMb41BKGUxLDkPmB+LEffnRYUxwbKQdcUrhrpfPSuXSYcepocWBXlsyP8er0/B9&#10;kO/eKDTn03mqbXF5y6lXWi8X88sWRKQ5/ov/3LXVsC6KtD+9S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Ke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gMsUA&#10;AADdAAAADwAAAGRycy9kb3ducmV2LnhtbESPQWsCMRSE74L/IbyCN82qVGVrFBUEsXhQS+nxdfPc&#10;XXbzsiRRt/++EQSPw8x8w8yXranFjZwvLSsYDhIQxJnVJecKvs7b/gyED8gaa8uk4I88LBfdzhxT&#10;be98pNsp5CJC2KeooAihSaX0WUEG/cA2xNG7WGcwROlyqR3eI9zUcpQkE2mw5LhQYEObgrLqdDUK&#10;fq6ffDmM9yu3Dt+2Pftq9DurlOq9tasPEIHa8Ao/2zut4H06Hc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haAy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2El8cA&#10;AADdAAAADwAAAGRycy9kb3ducmV2LnhtbESPQWsCMRSE70L/Q3iF3jTrolVXo1RB8CJU20O9PTfP&#10;3cXNyzZJdfXXm0Khx2FmvmFmi9bU4kLOV5YV9HsJCOLc6ooLBZ8f6+4YhA/IGmvLpOBGHhbzp84M&#10;M22vvKPLPhQiQthnqKAMocmk9HlJBn3PNsTRO1lnMETpCqkdXiPc1DJNkldpsOK4UGJDq5Ly8/7H&#10;KFhOxsvv9wFv77vjgQ5fx/MwdYlSL8/t2xREoDb8h//aG61gOBql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NhJfHAAAA3QAAAA8AAAAAAAAAAAAAAAAAmAIAAGRy&#10;cy9kb3ducmV2LnhtbFBLBQYAAAAABAAEAPUAAACMAwAAAAA=&#10;" fillcolor="black" stroked="f"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3bDcUA&#10;AADdAAAADwAAAGRycy9kb3ducmV2LnhtbESPQUsDMRSE70L/Q3gFbzbbFq1sm5alIIqnbVV6fd08&#10;N4ublyWJ6frvjSD0OMzMN8xmN9peJPKhc6xgPitAEDdOd9wqeH97unsEESKyxt4xKfihALvt5GaD&#10;pXYXPlA6xlZkCIcSFZgYh1LK0BiyGGZuIM7ep/MWY5a+ldrjJcNtLxdF8SAtdpwXDA60N9R8Hb+t&#10;gnTe19UynZI5vPqq9a5+/jjXSt1Ox2oNItIYr+H/9otWcL9a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/ds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ji8cA&#10;AADdAAAADwAAAGRycy9kb3ducmV2LnhtbESPQWvCQBSE70L/w/IKvZmN0mqbuopIW9SLNhXs8ZF9&#10;zYZm34bsNsb++m5B8DjMzDfMbNHbWnTU+sqxglGSgiAunK64VHD4eB0+gvABWWPtmBScycNifjOY&#10;Yabdid+py0MpIoR9hgpMCE0mpS8MWfSJa4ij9+VaiyHKtpS6xVOE21qO03QiLVYcFww2tDJUfOc/&#10;VoEfrV6OW/v71H2+Gd7lGzPZl0apu9t++QwiUB+u4Ut7rRU8TKf3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To4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6E693F" w:rsidRPr="00062C82" w:rsidRDefault="006E693F" w:rsidP="006E693F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A85D75" w:rsidRPr="00A85D75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De++3LsdwAAilkEAA4AAAAAAAAAAAAAAAAALgIAAGRycy9lMm9E&#10;b2MueG1sUEsBAi0AFAAGAAgAAAAhAN/OkDDiAAAADQEAAA8AAAAAAAAAAAAAAAAARnoAAGRycy9k&#10;b3ducmV2LnhtbFBLBQYAAAAABAAEAPMAAABV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WI8QA&#10;AADdAAAADwAAAGRycy9kb3ducmV2LnhtbESPQWvCQBSE74L/YXmF3symikZSVxFpSw6CGPX+yD6T&#10;0OzbkN2a9N+7guBxmJlvmNVmMI24Uedqywo+ohgEcWF1zaWC8+l7sgThPLLGxjIp+CcHm/V4tMJU&#10;256PdMt9KQKEXYoKKu/bVEpXVGTQRbYlDt7VdgZ9kF0pdYd9gJtGTuN4IQ3WHBYqbGlXUfGb/xkF&#10;dvaT7S/l9Dj74sTz9rC8Xoa9Uu9vw/YThKfBv8LPdqYVzJ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R1i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3tsgA&#10;AADdAAAADwAAAGRycy9kb3ducmV2LnhtbESPS2vDMBCE74X+B7GFXkIit5C4caOEEHBfh0Ie0Oti&#10;bSwn1spIauLk11eFQo/DzHzDzBa9bcWJfGgcK3gYZSCIK6cbrhXstuXwCUSIyBpbx6TgQgEW89ub&#10;GRbanXlNp02sRYJwKFCBibErpAyVIYth5Dri5O2dtxiT9LXUHs8Jblv5mGUTabHhtGCwo5Wh6rj5&#10;tgoO5af5WuXXFz+Yruk6KD9e2/eJUvd3/fIZRKQ+/of/2m9awTjPc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S7e2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Bu8IA&#10;AADdAAAADwAAAGRycy9kb3ducmV2LnhtbERPzWrCQBC+C77DMkIvUje2tJbUTRCppXgRtQ8wZMds&#10;aHY2ZLcmvr1zKPT48f2vy9G36kp9bAIbWC4yUMRVsA3XBr7Pu8c3UDEhW2wDk4EbRSiL6WSNuQ0D&#10;H+l6SrWSEI45GnApdbnWsXLkMS5CRyzcJfQek8C+1rbHQcJ9q5+y7FV7bFgaHHa0dVT9nH69lBye&#10;8bC/DOfd54gDfuwdzzdHYx5m4+YdVKIx/Yv/3F/WwMtqJXPljTw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EG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xgMYA&#10;AADdAAAADwAAAGRycy9kb3ducmV2LnhtbESPQUsDMRSE70L/Q3gFbzZrsV1dmxapCiL00FYQb4/N&#10;6+7i5iUkz+76740geBxm5htmtRldr84UU+fZwPWsAEVce9txY+Dt+Hx1CyoJssXeMxn4pgSb9eRi&#10;hZX1A+/pfJBGZQinCg20IqHSOtUtOUwzH4izd/LRoWQZG20jDhnuej0viqV22HFeaDHQtqX68/Dl&#10;DOyGp/BaLhen8BFv5jo9WnnfijGX0/HhHpTQKP/hv/aLNbAo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sxg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89msIA&#10;AADdAAAADwAAAGRycy9kb3ducmV2LnhtbERPzWrCQBC+C77DMkIvUje2tJXUTRCppXgRtQ8wZMds&#10;aHY2ZLcmvr1zKPT48f2vy9G36kp9bAIbWC4yUMRVsA3XBr7Pu8cVqJiQLbaBycCNIpTFdLLG3IaB&#10;j3Q9pVpJCMccDbiUulzrWDnyGBehIxbuEnqPSWBfa9vjIOG+1U9Z9qo9NiwNDjvaOqp+Tr9eSg7P&#10;eNhfhvPuc8QBP/aO55ujMQ+zcfMOKtGY/sV/7i9r4OVtJfvljTw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rz2a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NocYA&#10;AADdAAAADwAAAGRycy9kb3ducmV2LnhtbESPX0sDMRDE3wv9DmELvrW5FvuHs2mRqiCCD1ah9G25&#10;bO8OL5uQrL3z2xtB8HGYmd8w2/3gOnWlmFrPBuazAhRx5W3LtYGP96fpBlQSZIudZzLwTQn2u/Fo&#10;i6X1Pb/R9Si1yhBOJRpoREKpdaoacphmPhBn7+KjQ8ky1tpG7DPcdXpRFCvtsOW80GCgQ0PV5/HL&#10;GXjtH8PLerW8hHO8Xej0YOV0EGNuJsP9HSihQf7Df+1na2C53szh901+Anr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hN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zqM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B9nU/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pzq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6MdsUA&#10;AADdAAAADwAAAGRycy9kb3ducmV2LnhtbESPUWvCMBSF3wf+h3AHvs10Tl3pjCKOgoy92O0HXJq7&#10;prO5KUms9d8bYbDHwznnO5z1drSdGMiH1rGC51kGgrh2uuVGwfdX+ZSDCBFZY+eYFFwpwHYzeVhj&#10;od2FjzRUsREJwqFABSbGvpAy1IYshpnriZP347zFmKRvpPZ4SXDbyXmWraTFltOCwZ72hupTdbYK&#10;yo/553A6a1+63biwtDS/+btRavo47t5ARBrjf/ivfdAKlq/5C9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/ox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9OR8cA&#10;AADdAAAADwAAAGRycy9kb3ducmV2LnhtbESPQWsCMRSE7wX/Q3hCL0WzttXKahQtBAsWSq3g9bF5&#10;7i5uXpYkdbf/3hQKPQ4z8w2zXPe2EVfyoXasYDLOQBAXztRcKjh+6dEcRIjIBhvHpOCHAqxXg7sl&#10;5sZ1/EnXQyxFgnDIUUEVY5tLGYqKLIaxa4mTd3beYkzSl9J47BLcNvIxy2bSYs1pocKWXisqLodv&#10;q2D70ZVP/qHY9m5/3p2mWhv9rpW6H/abBYhIffwP/7XfjILpy/wZ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vTk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xmcQA&#10;AADdAAAADwAAAGRycy9kb3ducmV2LnhtbESPUWvCMBSF3wf7D+EOfJupYrfSGUU2CjJ8me4HXJq7&#10;ptrclCTW+u8XQfDxcM75Dme5Hm0nBvKhdaxgNs1AENdOt9wo+D1UrwWIEJE1do5JwZUCrFfPT0ss&#10;tbvwDw372IgE4VCiAhNjX0oZakMWw9T1xMn7c95iTNI3Unu8JLjt5DzL3qTFltOCwZ4+DdWn/dkq&#10;qL7nu+F01r5ym3FhKTfH4ssoNXkZNx8gIo3xEb63t1pB/l7k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bsZ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w1yMQA&#10;AADdAAAADwAAAGRycy9kb3ducmV2LnhtbESP0WrCQBRE3wv+w3ILvtVNqrEhdQ1FUPSx0Q+4ZG+T&#10;kOzdmF1N/Hu3UOjjMDNnmE0+mU7caXCNZQXxIgJBXFrdcKXgct6/pSCcR9bYWSYFD3KQb2cvG8y0&#10;Hfmb7oWvRICwy1BB7X2fSenKmgy6he2Jg/djB4M+yKGSesAxwE0n36NoLQ02HBZq7GlXU9kWN6Ng&#10;9RgP1yJpo702FJ+W/Yl9mSg1f52+PkF4mvx/+K991AqSj3QNv2/CE5D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MNc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JT8UA&#10;AADdAAAADwAAAGRycy9kb3ducmV2LnhtbESPT2vCQBTE7wW/w/KE3upGwT+NWUWUlNJTjdbzI/tM&#10;gtm3IbuJ8dt3CwWPw8z8hkm2g6lFT62rLCuYTiIQxLnVFRcKzqf0bQXCeWSNtWVS8CAH283oJcFY&#10;2zsfqc98IQKEXYwKSu+bWEqXl2TQTWxDHLyrbQ36INtC6hbvAW5qOYuihTRYcVgosaF9Sfkt64yC&#10;bnGZnfn6pb+zw+Pj/ZDunPwplHodD7s1CE+Df4b/259awXy5WsLfm/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ol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5iOsUA&#10;AADdAAAADwAAAGRycy9kb3ducmV2LnhtbERPPW/CMBDdkfgP1iGxgUOhaQgY1FaqBB1ApWVgO+Ij&#10;CY3PaWwg/ff1UInx6X3Pl62pxJUaV1pWMBpGIIgzq0vOFXx9vg0SEM4ja6wsk4JfcrBcdDtzTLW9&#10;8Qdddz4XIYRdigoK7+tUSpcVZNANbU0cuJNtDPoAm1zqBm8h3FTyIYpiabDk0FBgTa8FZd+7i1Gw&#10;3ybxdPuynpzfN0ccG/1z0GWsVL/XPs9AeGr9XfzvXmkFj09JmBv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mI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FUsYA&#10;AADdAAAADwAAAGRycy9kb3ducmV2LnhtbESPW2vCQBSE3wX/w3IE33TjpTZNXaUqXuiTtYW+HrLH&#10;JDR7NmRXjf31riD4OMzMN8x03phSnKl2hWUFg34Egji1uuBMwc/3uheDcB5ZY2mZFFzJwXzWbk0x&#10;0fbCX3Q++EwECLsEFeTeV4mULs3JoOvbijh4R1sb9EHWmdQ1XgLclHIYRRNpsOCwkGNFy5zSv8PJ&#10;KPif/OLebYeL1Uh7uo7jjf3cb5TqdpqPdxCeGv8MP9o7reDlNX6D+5v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oFU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pqsAA&#10;AADdAAAADwAAAGRycy9kb3ducmV2LnhtbERPzYrCMBC+L/gOYQRva6roqtUoIgredq0+wNCMabGZ&#10;1CZq9ek3B8Hjx/e/WLW2EndqfOlYwaCfgCDOnS7ZKDgdd99TED4ga6wck4IneVgtO18LTLV78IHu&#10;WTAihrBPUUERQp1K6fOCLPq+q4kjd3aNxRBhY6Ru8BHDbSWHSfIjLZYcGwqsaVNQfsluVsHVDce6&#10;zbb4e9nO/kpjRtfXYaRUr9uu5yACteEjfrv3WsF4Mov745v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yFpqs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GWcYA&#10;AADdAAAADwAAAGRycy9kb3ducmV2LnhtbESPwW7CMBBE75X6D9ZW4lacUBEgYBCthMSVwKHHrb0k&#10;ofE6jd2Q9usxUqUeRzPzRrPaDLYRPXW+dqwgHScgiLUzNZcKTsfd8xyED8gGG8ek4Ic8bNaPDyvM&#10;jbvygfoilCJC2OeooAqhzaX0uiKLfuxa4uidXWcxRNmV0nR4jXDbyEmSZNJizXGhwpbeKtKfxbdV&#10;sK8/aJrp88LOX/Xh/fcrvMwuRqnR07Bdggg0hP/wX3tvFExnixTu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xG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r2s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8Po2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yv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wIcUA&#10;AADdAAAADwAAAGRycy9kb3ducmV2LnhtbESPzU7DMBCE70h9B2srcaMOQfyFuhVCKuoRAgeOS7yN&#10;U+LdyDZNytNjJKQeRzPzjWa5nnyvDhRiJ2zgclGAIm7EdtwaeH/bXNyBignZYi9MBo4UYb2anS2x&#10;sjLyKx3q1KoM4VihAZfSUGkdG0ce40IG4uztJHhMWYZW24Bjhvtel0Vxoz12nBccDvTkqPmqv72B&#10;8bn53Je7D+t+wiCb+kX2ZS/GnM+nxwdQiaZ0Cv+3t9bA9e39Ffy9yU9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DA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Lu8scA&#10;AADdAAAADwAAAGRycy9kb3ducmV2LnhtbESP3WoCMRSE7wu+QziF3tVspa26GsVqBRFF/Ls/3Zzu&#10;rk1Olk3U7ds3QsHLYWa+YYbjxhpxodqXjhW8tBMQxJnTJecKDvv5cw+ED8gajWNS8EsexqPWwxBT&#10;7a68pcsu5CJC2KeooAihSqX0WUEWfdtVxNH7drXFEGWdS13jNcKtkZ0keZcWS44LBVY0LSj72Z2t&#10;gvlmZk6d9XZylGH62f0yveXHbKXU02MzGYAI1IR7+L+90Areuv1X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i7v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G0MYA&#10;AADdAAAADwAAAGRycy9kb3ducmV2LnhtbESPQWvCQBSE74L/YXlCL6IblVRNXUWEogULrQpen9nX&#10;JJh9G7JrTP99tyB4HGbmG2axak0pGqpdYVnBaBiBIE6tLjhTcDq+D2YgnEfWWFomBb/kYLXsdhaY&#10;aHvnb2oOPhMBwi5BBbn3VSKlS3My6Ia2Ig7ej60N+iDrTOoa7wFuSjmOoldpsOCwkGNFm5zS6+Fm&#10;FDRf+0u2a1z1cZ31XTy5bLef+qzUS69dv4Hw1Ppn+NHeaQXxdB7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G0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kbscA&#10;AADdAAAADwAAAGRycy9kb3ducmV2LnhtbESPzWsCMRTE70L/h/AK3jSr1K/VKFoo9FKoHwe9PTfP&#10;3cXNy5pE3favb4SCx2FmfsPMFo2pxI2cLy0r6HUTEMSZ1SXnCnbbj84YhA/IGivLpOCHPCzmL60Z&#10;ptreeU23TchFhLBPUUERQp1K6bOCDPqurYmjd7LOYIjS5VI7vEe4qWQ/SYbSYMlxocCa3gvKzpur&#10;UbCajFeX7zf++l0fD3TYH8+DvkuUar82yymIQE14hv/bn1rBYDQZwuN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6ZG7HAAAA3QAAAA8AAAAAAAAAAAAAAAAAmAIAAGRy&#10;cy9kb3ducmV2LnhtbFBLBQYAAAAABAAEAPUAAACMAwAAAAA=&#10;" fillcolor="black" stroked="f"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8C+8gA&#10;AADdAAAADwAAAGRycy9kb3ducmV2LnhtbESPS2/CMBCE70j9D9ZW6g2cIvEKGFT6kJAKBx4Hjku8&#10;JFbidRS7EPj1uFKlHkcz841mtmhtJS7UeONYwWsvAUGcOW04V3DYf3XHIHxA1lg5JgU38rCYP3Vm&#10;mGp35S1ddiEXEcI+RQVFCHUqpc8Ksuh7riaO3tk1FkOUTS51g9cIt5XsJ8lQWjQcFwqs6b2grNz9&#10;WAXH76EZbw31T+v78lOvB+Vy81Eq9fLcvk1BBGrDf/ivvdIKBqPJCH7fx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nwL7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WoPMMA&#10;AADdAAAADwAAAGRycy9kb3ducmV2LnhtbERPPW/CMBDdK/EfrENiKw5ItDRgEAKhdulQoGI9xdc4&#10;TXwOtoHAr6+HSoxP73u+7GwjLuRD5VjBaJiBIC6crrhUcNhvn6cgQkTW2DgmBTcKsFz0nuaYa3fl&#10;L7rsYilSCIccFZgY21zKUBiyGIauJU7cj/MWY4K+lNrjNYXbRo6z7EVarDg1GGxpbaiod2erwK+O&#10;m/rO5+86u3/ewvtvd5qiUWrQ71YzEJG6+BD/uz+0gsnr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WoP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2oFcUA&#10;AADdAAAADwAAAGRycy9kb3ducmV2LnhtbESPUWvCQBCE34X+h2MLvki9KFSb1FOKUBAqgtYfsM1t&#10;k9C7vZDbauyv7wmCj8PMfMMsVr136kRdbAIbmIwzUMRlsA1XBo6f708voKIgW3SBycCFIqyWD4MF&#10;FjaceU+ng1QqQTgWaKAWaQutY1mTxzgOLXHyvkPnUZLsKm07PCe4d3qaZTPtseG0UGNL65rKn8Ov&#10;N+CmXy7/mMetXI56m/152Y921pjhY//2Ckqol3v41t5YA8/zPIfrm/QE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/agV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UPHcMA&#10;AADdAAAADwAAAGRycy9kb3ducmV2LnhtbERPz2vCMBS+C/sfwhvspumEDekaRSdCLx7sHF5fm2dT&#10;TF5Kk2nnX28Ogx0/vt/FanRWXGkInWcFr7MMBHHjdcetguPXbroAESKyRuuZFPxSgNXyaVJgrv2N&#10;D3StYitSCIccFZgY+1zK0BhyGGa+J07c2Q8OY4JDK/WAtxTurJxn2bt02HFqMNjTp6HmUv04Bduq&#10;t/NjaTbh9L2va1ved3TaKvXyPK4/QEQa47/4z11qBW+LLO1Pb9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UPH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lN8MA&#10;AADdAAAADwAAAGRycy9kb3ducmV2LnhtbESPS4sCMRCE78L+h9ALe9NEwQezRlkWBcGTr4O3Jumd&#10;GZ10hkl0Zv+9EQSPRVV9Rc2XnavEnZpQetYwHCgQxMbbknMNx8O6PwMRIrLFyjNp+KcAy8VHb46Z&#10;9S3v6L6PuUgQDhlqKGKsMymDKchhGPiaOHl/vnEYk2xyaRtsE9xVcqTURDosOS0UWNNvQea6vzkN&#10;l7XceqPQnI6ndmOn59WEKqX112f38w0iUhff4Vd7YzWMZ2oIzzfp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7lN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XZbsYA&#10;AADdAAAADwAAAGRycy9kb3ducmV2LnhtbESPS2vDMBCE74H+B7GF3hI5Lg3GjRySQKG09JAHoceN&#10;tX5ga2UkJXH/fVUo5DjMzDfMcjWaXlzJ+daygvksAUFcWt1yreB4eJtmIHxA1thbJgU/5GFVPEyW&#10;mGt74x1d96EWEcI+RwVNCEMupS8bMuhndiCOXmWdwRClq6V2eItw08s0SRbSYMtxocGBtg2V3f5i&#10;FHxfPrn6ev5Yu0042fHgu/ScdUo9PY7rVxCBxnAP/7fftYKXLEnh701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XZb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GJ8gA&#10;AADdAAAADwAAAGRycy9kb3ducmV2LnhtbESPT2sCMRTE70K/Q3iF3jSprWVdjVILhV6E+uegt+fm&#10;ubu4edkmqa799I1Q6HGYmd8w03lnG3EmH2rHGh4HCgRx4UzNpYbt5r2fgQgR2WDjmDRcKcB8dteb&#10;Ym7chVd0XsdSJAiHHDVUMba5lKGoyGIYuJY4eUfnLcYkfSmNx0uC20YOlXqRFmtOCxW29FZRcVp/&#10;Ww2Lcbb4+nzm5c/qsKf97nAaDb3S+uG+e52AiNTF//Bf+8NoGGXqCW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M8YnyAAAAN0AAAAPAAAAAAAAAAAAAAAAAJgCAABk&#10;cnMvZG93bnJldi54bWxQSwUGAAAAAAQABAD1AAAAjQMAAAAA&#10;" fillcolor="black" stroked="f"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kUsUA&#10;AADdAAAADwAAAGRycy9kb3ducmV2LnhtbESPQUsDMRSE74L/ITyhN5vVqpS1aVkK0uJpWxWvr5vn&#10;ZnHzsiRpuv33TUHwOMzMN8xiNdpeJPKhc6zgYVqAIG6c7rhV8Pnxdj8HESKyxt4xKThTgNXy9maB&#10;pXYn3lHax1ZkCIcSFZgYh1LK0BiyGKZuIM7ej/MWY5a+ldrjKcNtLx+L4kVa7DgvGBxobaj53R+t&#10;gnRY19UsfSeze/dV6129+TrUSk3uxuoVRKQx/of/2lut4HlePMH1TX4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qR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hO8YA&#10;AADdAAAADwAAAGRycy9kb3ducmV2LnhtbESPQWvCQBSE74L/YXlCb81GQbHRVURsaXupjYIeH9ln&#10;Nph9G7LbmPbXdwsFj8PMfMMs172tRUetrxwrGCcpCOLC6YpLBcfD8+MchA/IGmvHpOCbPKxXw8ES&#10;M+1u/EldHkoRIewzVGBCaDIpfWHIok9cQxy9i2sthijbUuoWbxFuazlJ05m0WHFcMNjQ1lBxzb+s&#10;Aj/e7k7v9uepO78Y/sjfzGxfGqUeRv1mASJQH+7h//arVjCdp1P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3hO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693F" w:rsidRDefault="006E693F" w:rsidP="006E69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</w:p>
    <w:p w:rsidR="006E693F" w:rsidRPr="00062C82" w:rsidRDefault="006E693F" w:rsidP="006E693F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Одарич</w:t>
      </w:r>
      <w:proofErr w:type="spellEnd"/>
      <w:r>
        <w:rPr>
          <w:rFonts w:ascii="Times New Roman" w:hAnsi="Times New Roman" w:cs="Times New Roman"/>
          <w:b/>
        </w:rPr>
        <w:t xml:space="preserve"> Н.Й</w:t>
      </w: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</w:p>
    <w:p w:rsidR="006E693F" w:rsidRPr="00062C82" w:rsidRDefault="006E693F" w:rsidP="006E693F">
      <w:pPr>
        <w:tabs>
          <w:tab w:val="left" w:pos="4424"/>
        </w:tabs>
        <w:rPr>
          <w:rFonts w:ascii="Times New Roman" w:hAnsi="Times New Roman" w:cs="Times New Roman"/>
        </w:rPr>
      </w:pP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Одарич</w:t>
      </w:r>
      <w:proofErr w:type="spellEnd"/>
      <w:r>
        <w:rPr>
          <w:rFonts w:ascii="Times New Roman" w:hAnsi="Times New Roman" w:cs="Times New Roman"/>
        </w:rPr>
        <w:t xml:space="preserve"> Н.Й.,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6E693F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Одарич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Надії Йосипівні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зареєстрована за адресою: </w:t>
      </w:r>
      <w:r w:rsidR="00C374F6" w:rsidRPr="00C374F6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C374F6" w:rsidRPr="00C374F6">
        <w:rPr>
          <w:rFonts w:ascii="Times New Roman" w:hAnsi="Times New Roman" w:cs="Times New Roman"/>
        </w:rPr>
        <w:t>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2500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2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5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49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Зелена, 33.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Одарич</w:t>
      </w:r>
      <w:proofErr w:type="spellEnd"/>
      <w:r>
        <w:rPr>
          <w:rFonts w:ascii="Times New Roman" w:hAnsi="Times New Roman" w:cs="Times New Roman"/>
          <w:color w:val="auto"/>
        </w:rPr>
        <w:t xml:space="preserve"> Н.Й.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693F" w:rsidRPr="00062C82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6E693F" w:rsidRPr="006E693F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6E693F" w:rsidRPr="006E693F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8258EC" w:rsidRPr="006E693F" w:rsidRDefault="006E693F" w:rsidP="006E693F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8258EC" w:rsidRPr="006E693F" w:rsidSect="00825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E693F"/>
    <w:rsid w:val="00171A2E"/>
    <w:rsid w:val="002D7ADF"/>
    <w:rsid w:val="00304C90"/>
    <w:rsid w:val="00505B6D"/>
    <w:rsid w:val="006D3977"/>
    <w:rsid w:val="006E693F"/>
    <w:rsid w:val="007D6C18"/>
    <w:rsid w:val="008258EC"/>
    <w:rsid w:val="00A6249F"/>
    <w:rsid w:val="00A85D75"/>
    <w:rsid w:val="00C374F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2020-02-13T11:17:00Z</dcterms:created>
  <dcterms:modified xsi:type="dcterms:W3CDTF">2020-02-13T12:10:00Z</dcterms:modified>
</cp:coreProperties>
</file>