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901" w:rsidRDefault="00653901" w:rsidP="006539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653901" w:rsidRDefault="00653901" w:rsidP="00653901"/>
    <w:p w:rsidR="00653901" w:rsidRDefault="00653901" w:rsidP="00653901"/>
    <w:p w:rsidR="00653901" w:rsidRDefault="00653901" w:rsidP="006539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53901" w:rsidRDefault="00653901" w:rsidP="006539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53901" w:rsidRDefault="00653901" w:rsidP="006539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53901" w:rsidRDefault="00653901" w:rsidP="006539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53901" w:rsidRDefault="00653901" w:rsidP="00653901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53901" w:rsidRDefault="00653901" w:rsidP="006539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53901" w:rsidRDefault="00653901" w:rsidP="0065390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53901" w:rsidRDefault="00653901" w:rsidP="0065390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653901" w:rsidRPr="000609C5" w:rsidRDefault="00653901" w:rsidP="00653901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№27</w:t>
      </w:r>
    </w:p>
    <w:p w:rsidR="00653901" w:rsidRPr="00C804C9" w:rsidRDefault="00653901" w:rsidP="00653901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53901" w:rsidRPr="00C804C9" w:rsidRDefault="00653901" w:rsidP="006539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Про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затвердження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проекту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землеустрою</w:t>
      </w:r>
      <w:proofErr w:type="spellEnd"/>
    </w:p>
    <w:p w:rsidR="00653901" w:rsidRPr="00C804C9" w:rsidRDefault="00653901" w:rsidP="006539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та</w:t>
      </w:r>
    </w:p>
    <w:p w:rsidR="00653901" w:rsidRPr="00C804C9" w:rsidRDefault="00653901" w:rsidP="00653901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передачі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її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b/>
          <w:sz w:val="24"/>
          <w:szCs w:val="24"/>
        </w:rPr>
        <w:t>Хамко</w:t>
      </w:r>
      <w:proofErr w:type="spellEnd"/>
      <w:r w:rsidRPr="00C804C9">
        <w:rPr>
          <w:rFonts w:ascii="Times New Roman" w:hAnsi="Times New Roman" w:cs="Times New Roman"/>
          <w:b/>
          <w:sz w:val="24"/>
          <w:szCs w:val="24"/>
        </w:rPr>
        <w:t xml:space="preserve">  Н.А.</w:t>
      </w:r>
    </w:p>
    <w:p w:rsidR="00653901" w:rsidRPr="00C804C9" w:rsidRDefault="00653901" w:rsidP="0065390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53901" w:rsidRPr="00C804C9" w:rsidRDefault="00653901" w:rsidP="0065390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Відповідно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до пункту  34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1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26, </w:t>
      </w:r>
      <w:proofErr w:type="spellStart"/>
      <w:r>
        <w:rPr>
          <w:rFonts w:ascii="Times New Roman" w:hAnsi="Times New Roman" w:cs="Times New Roman"/>
          <w:sz w:val="24"/>
          <w:szCs w:val="24"/>
        </w:rPr>
        <w:t>частини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 </w:t>
      </w:r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статті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42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місцеве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самоврядування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статей 12, 116, 118, 121, 186, та 186-1 Земельного кодексу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Закону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України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«Про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державну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реєстрацію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речових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нерухоме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майно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їх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обтяжень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»,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розглянувши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заяву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              </w:t>
      </w:r>
      <w:proofErr w:type="spellStart"/>
      <w:proofErr w:type="gramEnd"/>
      <w:r w:rsidRPr="00C804C9"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 рада    </w:t>
      </w:r>
    </w:p>
    <w:p w:rsidR="00653901" w:rsidRPr="00C804C9" w:rsidRDefault="00653901" w:rsidP="0065390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653901" w:rsidRPr="00C804C9" w:rsidRDefault="00653901" w:rsidP="0065390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1.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проект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щодо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відведення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0,12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 xml:space="preserve"> га,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653901" w:rsidRPr="00C804C9" w:rsidRDefault="00653901" w:rsidP="00653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2.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Передати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Надії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Анатоліївні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зареєстрована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: </w:t>
      </w:r>
      <w:r w:rsidR="003363FB">
        <w:rPr>
          <w:rFonts w:ascii="Times New Roman" w:hAnsi="Times New Roman" w:cs="Times New Roman"/>
          <w:sz w:val="24"/>
          <w:szCs w:val="24"/>
          <w:lang w:val="en-US"/>
        </w:rPr>
        <w:t>____________</w:t>
      </w:r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ідентифікаційний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 </w:t>
      </w:r>
      <w:r w:rsidR="003363FB">
        <w:rPr>
          <w:rFonts w:ascii="Times New Roman" w:hAnsi="Times New Roman" w:cs="Times New Roman"/>
          <w:sz w:val="24"/>
          <w:szCs w:val="24"/>
          <w:lang w:val="en-US"/>
        </w:rPr>
        <w:t>________</w:t>
      </w:r>
      <w:bookmarkStart w:id="0" w:name="_GoBack"/>
      <w:bookmarkEnd w:id="0"/>
      <w:r w:rsidRPr="00C804C9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площею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0,1200 га,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кадастровий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номер: 6823986800:01:006:0013, для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індивідуального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садівництва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яка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розташована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Хмельницька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область,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район,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.П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олянь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>.</w:t>
      </w:r>
    </w:p>
    <w:p w:rsidR="00653901" w:rsidRPr="00C804C9" w:rsidRDefault="00653901" w:rsidP="00653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3.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Хамко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Н.А.,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якій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804C9">
        <w:rPr>
          <w:rFonts w:ascii="Times New Roman" w:hAnsi="Times New Roman" w:cs="Times New Roman"/>
          <w:sz w:val="24"/>
          <w:szCs w:val="24"/>
        </w:rPr>
        <w:t>передана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ділянка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власність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посвідчити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право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власності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в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установленому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законом порядку.</w:t>
      </w:r>
    </w:p>
    <w:p w:rsidR="00653901" w:rsidRPr="00C804C9" w:rsidRDefault="00653901" w:rsidP="006539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4. Контроль за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C804C9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C804C9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та благоустрою (Денисюк Т.В.)</w:t>
      </w:r>
    </w:p>
    <w:p w:rsidR="00653901" w:rsidRPr="00C804C9" w:rsidRDefault="00653901" w:rsidP="0065390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53901" w:rsidRPr="00C804C9" w:rsidRDefault="00653901" w:rsidP="00653901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D74D0" w:rsidRPr="00653901" w:rsidRDefault="00653901" w:rsidP="00653901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804C9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C804C9"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6D74D0" w:rsidRPr="0065390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901"/>
    <w:rsid w:val="00171A2E"/>
    <w:rsid w:val="00304C90"/>
    <w:rsid w:val="003363FB"/>
    <w:rsid w:val="00505B6D"/>
    <w:rsid w:val="00653901"/>
    <w:rsid w:val="006D3977"/>
    <w:rsid w:val="006D74D0"/>
    <w:rsid w:val="007D6C1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4</TotalTime>
  <Pages>1</Pages>
  <Words>272</Words>
  <Characters>1555</Characters>
  <Application>Microsoft Office Word</Application>
  <DocSecurity>0</DocSecurity>
  <Lines>12</Lines>
  <Paragraphs>3</Paragraphs>
  <ScaleCrop>false</ScaleCrop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2020-07-29T13:50:00Z</dcterms:created>
  <dcterms:modified xsi:type="dcterms:W3CDTF">2020-07-29T17:12:00Z</dcterms:modified>
</cp:coreProperties>
</file>