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80" w:rsidRPr="002C7821" w:rsidRDefault="001A4F80" w:rsidP="001A4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D73250" wp14:editId="20B213D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669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F80" w:rsidRDefault="001A4F80" w:rsidP="001A4F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+zjmYwR5AAAKWQQADgAAAAAAAAAAAAAAAAAuAgAAZHJzL2Uyb0RvYy54bWxQ&#10;SwECLQAUAAYACAAAACEAsh1Mm+AAAAAKAQAADwAAAAAAAAAAAAAAAABeewAAZHJzL2Rvd25yZXYu&#10;eG1sUEsFBgAAAAAEAAQA8wAAAGt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4F80" w:rsidRDefault="001A4F80" w:rsidP="001A4F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A4F80" w:rsidRPr="002C7821" w:rsidRDefault="001A4F80" w:rsidP="001A4F8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1A4F80" w:rsidRPr="002C7821" w:rsidRDefault="001A4F80" w:rsidP="001A4F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1A4F80" w:rsidRPr="002C7821" w:rsidRDefault="001A4F80" w:rsidP="001A4F8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A4F80" w:rsidRPr="002C7821" w:rsidRDefault="001A4F80" w:rsidP="001A4F8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1A4F80" w:rsidRDefault="001A4F80" w:rsidP="001A4F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Ковба</w:t>
      </w:r>
      <w:proofErr w:type="spellEnd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1A4F80" w:rsidRDefault="001A4F80" w:rsidP="001A4F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4F80" w:rsidRPr="002C7821" w:rsidRDefault="001A4F80" w:rsidP="001A4F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4F80" w:rsidRPr="002C7821" w:rsidRDefault="001A4F80" w:rsidP="001A4F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4F80" w:rsidRPr="002C7821" w:rsidRDefault="001A4F80" w:rsidP="001A4F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2C7821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 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A4F80" w:rsidRPr="002C7821" w:rsidRDefault="001A4F80" w:rsidP="001A4F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A4F80" w:rsidRPr="002C7821" w:rsidRDefault="001A4F80" w:rsidP="001A4F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4F80" w:rsidRPr="002C7821" w:rsidRDefault="001A4F80" w:rsidP="001A4F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 w:rsidRPr="002C7821">
        <w:rPr>
          <w:rFonts w:ascii="Times New Roman" w:eastAsia="Calibri" w:hAnsi="Times New Roman" w:cs="Times New Roman"/>
          <w:lang w:eastAsia="en-US"/>
        </w:rPr>
        <w:t>(для індивідуального садівництва)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(01.05), в землі житлової та громадської забудови,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будівництва і обслуговування житлового будинку, господарських будівель і споруд (присадибна ділянка) (02.01),  площею 0,0726 га, яка розташована у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вул. Лісова, Шепетівського (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) району Хмельницької області.</w:t>
      </w: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1177B">
        <w:rPr>
          <w:rFonts w:ascii="Times New Roman" w:eastAsia="Calibri" w:hAnsi="Times New Roman" w:cs="Times New Roman"/>
          <w:sz w:val="24"/>
          <w:lang w:eastAsia="en-US"/>
        </w:rPr>
        <w:t>_________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1177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0,0726 га, кадастровий номер: 6823986800:03:006:0033,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будівництва і обслуговування житлового будинку, господарських будівель і споруд (присадибна ділянка), яка розташована у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вул. Лісова, Шепетівського (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) району Хмельницької області.</w:t>
      </w: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1A4F80" w:rsidRPr="002C7821" w:rsidRDefault="001A4F80" w:rsidP="001A4F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1A4F80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4F80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4F80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4F80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4F80" w:rsidRPr="002C7821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4F80" w:rsidRDefault="001A4F80" w:rsidP="001A4F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27A07" w:rsidRDefault="00927A07"/>
    <w:sectPr w:rsidR="00927A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80"/>
    <w:rsid w:val="001A4F80"/>
    <w:rsid w:val="0031177B"/>
    <w:rsid w:val="0092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8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8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315</Words>
  <Characters>1800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2021-06-22T10:26:00Z</dcterms:created>
  <dcterms:modified xsi:type="dcterms:W3CDTF">2021-06-22T13:26:00Z</dcterms:modified>
</cp:coreProperties>
</file>