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D7A" w:rsidRPr="00C92EA5" w:rsidRDefault="00A14D7A" w:rsidP="00A14D7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A14D7A" w:rsidRPr="00C92EA5" w:rsidRDefault="00A14D7A" w:rsidP="00A14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99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Pr="00E77963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4D7A" w:rsidRDefault="00A14D7A" w:rsidP="00A14D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91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fmoWXcAAPl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PFPNlz8UkfynjxVmHS8oajqkygrZi3EASCAwSNmVj5R+&#10;Q1g4HRJXuBK05Tct8RRz1oduWvhDhwEY8UCQBmsEpDij9QFwGhRIja8izlE+xVFhZkwL6ZasrdE4&#10;+KgRF5NOxpEPC5TPFLMCD1Zr5Dob1354n+NysY5UaiMVxkptolS5DlNcWbA29O/oMEUbApWVulyH&#10;id0zFPrXt+EQc1OQvGQkeSHllLWF2lJ9ww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CgIfmoWXcAAPlYBAAOAAAAAAAA&#10;AAAAAAAAAC4CAABkcnMvZTJvRG9jLnhtbFBLAQItABQABgAIAAAAIQCe02Rt3QAAAAYBAAAPAAAA&#10;AAAAAAAAAAAAALN5AABkcnMvZG93bnJldi54bWxQSwUGAAAAAAQABADzAAAAv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4D7A" w:rsidRPr="00E77963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4D7A" w:rsidRDefault="00A14D7A" w:rsidP="00A14D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14D7A" w:rsidRPr="00C92EA5" w:rsidRDefault="00A14D7A" w:rsidP="00A14D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14D7A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14D7A" w:rsidRPr="00C92EA5" w:rsidRDefault="00A14D7A" w:rsidP="00A14D7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14D7A" w:rsidRPr="00C92EA5" w:rsidRDefault="00A14D7A" w:rsidP="00A14D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14D7A" w:rsidRPr="00C92EA5" w:rsidRDefault="00A14D7A" w:rsidP="00A14D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14D7A" w:rsidRPr="00C92EA5" w:rsidRDefault="00A14D7A" w:rsidP="00A14D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A14D7A" w:rsidRPr="00C92EA5" w:rsidRDefault="00A14D7A" w:rsidP="00A14D7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14D7A" w:rsidRPr="00C92EA5" w:rsidRDefault="00A14D7A" w:rsidP="00A14D7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Миколайчуку В.В.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>зглянувши   заяву   Миколайчука В.В.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14D7A" w:rsidRPr="00C92EA5" w:rsidRDefault="00A14D7A" w:rsidP="00A14D7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Миколайчуку Василю Валерійовичу,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A474D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>0,4000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Миколайчуку В.В.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A14D7A" w:rsidRPr="00C92EA5" w:rsidRDefault="00A14D7A" w:rsidP="00A14D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14D7A" w:rsidRPr="00C92EA5" w:rsidRDefault="00A14D7A" w:rsidP="00A14D7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14D7A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14D7A" w:rsidRPr="00C92EA5" w:rsidRDefault="00A14D7A" w:rsidP="00A14D7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E0F98" w:rsidRPr="00A14D7A" w:rsidRDefault="00A14D7A" w:rsidP="00A14D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1E0F98" w:rsidRPr="00A14D7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D7A"/>
    <w:rsid w:val="00171A2E"/>
    <w:rsid w:val="001E0F98"/>
    <w:rsid w:val="00304C90"/>
    <w:rsid w:val="00505B6D"/>
    <w:rsid w:val="006D3977"/>
    <w:rsid w:val="007D6C18"/>
    <w:rsid w:val="00A14D7A"/>
    <w:rsid w:val="00BA474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375AC"/>
  <w15:docId w15:val="{AE84D4E0-3C03-4C33-A58C-644E08B92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D7A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242</Words>
  <Characters>1385</Characters>
  <Application>Microsoft Office Word</Application>
  <DocSecurity>0</DocSecurity>
  <Lines>11</Lines>
  <Paragraphs>3</Paragraphs>
  <ScaleCrop>false</ScaleCrop>
  <Company>Microsoft</Company>
  <LinksUpToDate>false</LinksUpToDate>
  <CharactersWithSpaces>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2021-04-14T12:02:00Z</dcterms:created>
  <dcterms:modified xsi:type="dcterms:W3CDTF">2021-04-15T12:15:00Z</dcterms:modified>
</cp:coreProperties>
</file>