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DA0" w:rsidRPr="00B60227" w:rsidRDefault="00F01DA0" w:rsidP="00F01DA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B60227">
        <w:rPr>
          <w:rFonts w:ascii="Times New Roman" w:eastAsia="Calibri" w:hAnsi="Times New Roman" w:cs="Times New Roman"/>
          <w:color w:val="FF0000"/>
        </w:rPr>
        <w:t>ПРОЕКТ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3248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32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dvucIA&#10;AADeAAAADwAAAGRycy9kb3ducmV2LnhtbERPS4vCMBC+C/6HMMLeNLUVH9UoIrviQRBf96EZ22Iz&#10;KU1W6783Cwve5uN7zmLVmko8qHGlZQXDQQSCOLO65FzB5fzTn4JwHlljZZkUvMjBatntLDDV9slH&#10;epx8LkIIuxQVFN7XqZQuK8igG9iaOHA32xj0ATa51A0+Q7ipZBxFY2mw5NBQYE2bgrL76dcosMl2&#10;t7/m8TH55onn9WF6u7Z7pb567XoOwlPrP+J/906H+Uk8msHfO+EG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52+5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DiWskA&#10;AADeAAAADwAAAGRycy9kb3ducmV2LnhtbESPQUsDMRCF74L/IYzgpdisFauuTYsUVmsPhVbB67AZ&#10;N6ubyZLEdu2vdw4FbzPMm/feN1sMvlN7iqkNbOB6XIAiroNtuTHw/lZd3YNKGdliF5gM/FKCxfz8&#10;bIalDQfe0n6XGyUmnEo04HLuS61T7chjGoeeWG6fIXrMssZG24gHMfednhTFVHtsWRIc9rR0VH/v&#10;fryBr2rjPpZ3x+c4etjScVStX7rXqTGXF8PTI6hMQ/4Xn75XVurfTG4FQHB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cDiW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/jwMUA&#10;AADeAAAADwAAAGRycy9kb3ducmV2LnhtbESP3YrCMBCF74V9hzAL3siaqihLbRRZdBFvxJ8HGJpp&#10;U2wmpcna7tsbQfBuhnPmfGeydW9rcafWV44VTMYJCOLc6YpLBdfL7usbhA/IGmvHpOCfPKxXH4MM&#10;U+06PtH9HEoRQ9inqMCE0KRS+tyQRT92DXHUCtdaDHFtS6lb7GK4reU0SRbSYsWRYLChH0P57fxn&#10;I+Q4w+Oh6C673x473B4MjzYnpYaf/WYJIlAf3ubX9V7H+rPpfAL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+P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lojcQA&#10;AADeAAAADwAAAGRycy9kb3ducmV2LnhtbERPTUsDMRC9C/6HMII3m3W1VbZNi1SFIniwFoq3YTPd&#10;XbqZhGTsrv++EQRv83ifs1iNrlcniqnzbOB2UoAirr3tuDGw+3y9eQSVBNli75kM/FCC1fLyYoGV&#10;9QN/0GkrjcohnCo00IqESutUt+QwTXwgztzBR4eSYWy0jTjkcNfrsihm2mHHuaHFQOuW6uP22xl4&#10;H17C28Nseghf8b7U6dnKfi3GXF+NT3NQQqP8i//cG5vn35XTEn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JaI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HYLMYA&#10;AADeAAAADwAAAGRycy9kb3ducmV2LnhtbESPwWrDMBBE74H+g9hCL6GRE9NQ3CjGlLoEX4KTfsBi&#10;bSxTa2UsJXb/PioUettlZufN7vLZ9uJGo+8cK1ivEhDEjdMdtwq+zuXzKwgfkDX2jknBD3nI9w+L&#10;HWbaTVzT7RRaEUPYZ6jAhDBkUvrGkEW/cgNx1C5utBjiOrZSjzjFcNvLTZJspcWOI8HgQO+Gmu/T&#10;1UbIMcVjdZnO5eeME35UhpdFrdTT41y8gQg0h3/z3/VBx/rp5iW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HYL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VYs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8rF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bFV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XtEMQA&#10;AADeAAAADwAAAGRycy9kb3ducmV2LnhtbERP32vCMBB+H+x/CDfYi8xUpTI6o6gQNlAY08Fej+Zs&#10;y5pLSaLt/nsjCHu7j+/nLVaDbcWFfGgcK5iMMxDEpTMNVwq+j/rlFUSIyAZbx6TgjwKslo8PCyyM&#10;6/mLLodYiRTCoUAFdYxdIWUoa7IYxq4jTtzJeYsxQV9J47FP4baV0yybS4sNp4YaO9rWVP4ezlbB&#10;5rOvZn5Ubga3O73/5FobvddKPT8N6zcQkYb4L767P0yaP5vmOdzeSTfI5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l7R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c5mMMA&#10;AADeAAAADwAAAGRycy9kb3ducmV2LnhtbERP3WrCMBS+H/gO4Qi7m+m6KdI1iiiFIbvR7QEOzVnT&#10;tTkpSazd25vBwLvz8f2ecjvZXozkQ+tYwfMiA0FcO91yo+Drs3pagwgRWWPvmBT8UoDtZvZQYqHd&#10;lU80nmMjUgiHAhWYGIdCylAbshgWbiBO3LfzFmOCvpHa4zWF217mWbaSFltODQYH2huqu/PFKqiO&#10;+cfYXbSv3G56tbQ0P+uDUepxPu3eQESa4l38737Xaf5LvlzB3zvpBrm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8c5m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vW/MUA&#10;AADeAAAADwAAAGRycy9kb3ducmV2LnhtbERP32vCMBB+H/g/hBvsRWaq4jaqUVQIChPG3MDXoznb&#10;suZSkszW/94MhL3dx/fzFqveNuJCPtSOFYxHGQjiwpmaSwXfX/r5DUSIyAYbx6TgSgFWy8HDAnPj&#10;Ov6kyzGWIoVwyFFBFWObSxmKiiyGkWuJE3d23mJM0JfSeOxSuG3kJMtepMWaU0OFLW0rKn6Ov1bB&#10;5qMrp35YbHr3ft6dZlobfdBKPT326zmISH38F9/de5PmTyezV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u9b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QIccYA&#10;AADeAAAADwAAAGRycy9kb3ducmV2LnhtbESPQWvDMAyF74P+B6NBb6uzbB0lrVtKR2CMXdbtB4hY&#10;i9PGcrDdNP3302Gwm8R7eu/TZjf5Xo0UUxfYwOOiAEXcBNtxa+D7q35YgUoZ2WIfmAzcKMFuO7vb&#10;YGXDlT9pPOZWSQinCg24nIdK69Q48pgWYSAW7SdEj1nW2Gob8SrhvtdlUbxojx1Lg8OBDo6a8/Hi&#10;DdTv5cd4vthYh/307GnpTqtXZ8z8ftqvQWWa8r/57/rNCv5TuR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RQIc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YzAsIA&#10;AADeAAAADwAAAGRycy9kb3ducmV2LnhtbERPzWrCQBC+F/oOywje6iZqpEbXUISIHhv7AEN2TILZ&#10;2TS7TeLbu4VCb/Px/c4+m0wrBupdY1lBvIhAEJdWN1wp+Lrmb+8gnEfW2FomBQ9ykB1eX/aYajvy&#10;Jw2Fr0QIYZeigtr7LpXSlTUZdAvbEQfuZnuDPsC+krrHMYSbVi6jaCMNNhwaauzoWFN5L36MgvVj&#10;PH0XyT3KtaH4suou7MtEqfls+tiB8DT5f/Gf+6zD/NUy2cLvO+EGe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jMC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JGjcUA&#10;AADeAAAADwAAAGRycy9kb3ducmV2LnhtbESPQWvCQBCF70L/wzKF3nRjCsFGV5GKRXqq0XoesmMS&#10;zM6G7Krx3zuHQm8zzJv33rdYDa5VN+pD49nAdJKAIi69bbgycDxsxzNQISJbbD2TgQcFWC1fRgvM&#10;rb/znm5FrJSYcMjRQB1jl2sdypochonviOV29r3DKGtfadvjXcxdq9MkybTDhiWhxo4+ayovxdUZ&#10;uGan9Mjnb/tTbB5fH5vtOujfypi312E9BxVpiP/iv++dlfrvaSYAgiMz6O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kaN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FTC8YA&#10;AADeAAAADwAAAGRycy9kb3ducmV2LnhtbERPTWvCQBC9C/6HZYTedGOUYFPX0AqF6kGpbQ+9jdkx&#10;SZudjdmtxn/vCkJv83ifM886U4sTta6yrGA8ikAQ51ZXXCj4/HgdzkA4j6yxtkwKLuQgW/R7c0y1&#10;PfM7nXa+ECGEXYoKSu+bVEqXl2TQjWxDHLiDbQ36ANtC6hbPIdzUMo6iRBqsODSU2NCypPx392cU&#10;fG1nyeP2ZTX9WW/2ODH6+K2rRKmHQff8BMJT5//Fd/ebDvMncTKG2zvhBrm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FTC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pa6MQA&#10;AADeAAAADwAAAGRycy9kb3ducmV2LnhtbERPS2vCQBC+F/wPywi9NZvGEkLMKn1QWzzZKHgdsmMS&#10;zM6G7Fajv94tCL3Nx/ecYjmaTpxocK1lBc9RDIK4srrlWsFu+/mUgXAeWWNnmRRcyMFyMXkoMNf2&#10;zD90Kn0tQgi7HBU03ve5lK5qyKCLbE8cuIMdDPoAh1rqAc8h3HQyieNUGmw5NDTY03tD1bH8NQqu&#10;6R437it5+5hpT5eXbGXXm5VSj9PxdQ7C0+j/xXf3tw7zZ0mawN874Qa5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KWu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+W3cQA&#10;AADeAAAADwAAAGRycy9kb3ducmV2LnhtbERP22rCQBB9F/yHZQTfdGO80EY3UopC36ppP2DITjch&#10;2dmYXTX267uFQt/mcK6z2w+2FTfqfe1YwWKegCAuna7ZKPj8OM6eQPiArLF1TAoe5GGfj0c7zLS7&#10;85luRTAihrDPUEEVQpdJ6cuKLPq564gj9+V6iyHC3kjd4z2G21amSbKRFmuODRV29FpR2RRXq+Di&#10;0rUeigO+N4fnU23M6vJ9Xik1nQwvWxCBhvAv/nO/6Th/mW6W8PtOvEH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/lt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poQsMA&#10;AADeAAAADwAAAGRycy9kb3ducmV2LnhtbERPPW/CMBDdkfofrKvUDZxCCRAwCJCQWKEMjId9JGnj&#10;cxq7kPLrMRJSt3t6nzdbtLYSF2p86VjBey8BQaydKTlXcPjcdMcgfEA2WDkmBX/kYTF/6cwwM+7K&#10;O7rsQy5iCPsMFRQh1JmUXhdk0fdcTRy5s2sshgibXJoGrzHcVrKfJKm0WHJsKLCmdUH6e/9rFWzL&#10;Ew1TfZ7Y8UrvjrefMBh9GaXeXtvlFESgNvyLn+6tifMH/fQDHu/EG+T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poQ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c0DsYA&#10;AADeAAAADwAAAGRycy9kb3ducmV2LnhtbERP0WrCQBB8L/gPxwp9qxcjFRs9pRYEpSrUFn1dcmsu&#10;mNsLuWuMf98rCL7N7uzM7MwWna1ES40vHSsYDhIQxLnTJRcKfr5XLxMQPiBrrByTght5WMx7TzPM&#10;tLvyF7WHUIhowj5DBSaEOpPS54Ys+oGriSN3do3FEMemkLrBazS3lUyTZCwtlhwTDNb0YSi/HH6t&#10;ghb3t+Rklru3TbnN0/3y+KnjXj33u/cpiEBdeBzf1Wsd3x+l41f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c0D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h148IA&#10;AADeAAAADwAAAGRycy9kb3ducmV2LnhtbERPTUvDQBC9C/6HZQRvdtMIQWK3RQoVjxo99Dhmp9nU&#10;7EzYXZu0v94VBG/zeJ+z2sx+UCcKsRc2sFwUoIhbsT13Bj7ed3cPoGJCtjgIk4EzRdisr69WWFuZ&#10;+I1OTepUDuFYowGX0lhrHVtHHuNCRuLMHSR4TBmGTtuAUw73gy6LotIee84NDkfaOmq/mm9vYHpu&#10;P4/lYW/dJYyya17lWA5izO3N/PQIKtGc/sV/7heb59+XV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WHXj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zAb8UA&#10;AADeAAAADwAAAGRycy9kb3ducmV2LnhtbERP22oCMRB9L/QfwhR8q9muoLIaxXqBUlrE2/u4GXe3&#10;TSbLJur6941Q8G0O5zrjaWuNuFDjK8cK3roJCOLc6YoLBfvd6nUIwgdkjcYxKbiRh+nk+WmMmXZX&#10;3tBlGwoRQ9hnqKAMoc6k9HlJFn3X1cSRO7nGYoiwKaRu8BrDrZFpkvSlxYpjQ4k1zUvKf7dnq2C1&#10;Xpif9HszO8gwXw6OZvj5vvhSqvPSzkYgArXhIf53f+g4v5f2B3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7MB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WJiccA&#10;AADeAAAADwAAAGRycy9kb3ducmV2LnhtbESPQWvCQBCF7wX/wzKCl6IblYpEVxFBtNBCq4LXMTsm&#10;wexsyK4x/fedQ6G3Gd6b975ZrjtXqZaaUHo2MB4loIgzb0vODZxPu+EcVIjIFivPZOCHAqxXvZcl&#10;ptY/+ZvaY8yVhHBI0UARY51qHbKCHIaRr4lFu/nGYZS1ybVt8CnhrtKTJJlphyVLQ4E1bQvK7seH&#10;M9B+fVzzQxvq9/v8NbxNr/v9p70YM+h3mwWoSF38N/9dH6zgTycz4ZV3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2FiY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VSD8YA&#10;AADeAAAADwAAAGRycy9kb3ducmV2LnhtbERPTWsCMRC9C/6HMIXeNNutiq5GUaHgpaC2h3obN+Pu&#10;4mayJqlu/fWmUOhtHu9zZovW1OJKzleWFbz0ExDEudUVFwo+P956YxA+IGusLZOCH/KwmHc7M8y0&#10;vfGOrvtQiBjCPkMFZQhNJqXPSzLo+7YhjtzJOoMhQldI7fAWw00t0yQZSYMVx4YSG1qXlJ/330bB&#10;ajJeXbYDfr/vjgc6fB3Pw9QlSj0/tcspiEBt+Bf/uTc6zn9NRx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6VSD8YAAADeAAAADwAAAAAAAAAAAAAAAACYAgAAZHJz&#10;L2Rvd25yZXYueG1sUEsFBgAAAAAEAAQA9QAAAIsDAAAAAA==&#10;" fillcolor="black" stroked="f"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jT8kA&#10;AADeAAAADwAAAGRycy9kb3ducmV2LnhtbESPT0/CQBDF7yZ+h82YeJOtNSCpLET8k5gIB5ADx7E7&#10;tpt2Z5vuCsVP7xxIuM1k3rz3frPF4Ft1oD66wAbuRxko4jJYx5WB3df73RRUTMgW28Bk4EQRFvPr&#10;qxkWNhx5Q4dtqpSYcCzQQJ1SV2gdy5o8xlHoiOX2E3qPSda+0rbHo5j7VudZNtEeHUtCjR291FQ2&#10;219vYP85cdONo/x79bd8s6txs1y/Nsbc3gzPT6ASDekiPn9/WKn/kD8KgODIDHr+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oVjT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ur5sQA&#10;AADeAAAADwAAAGRycy9kb3ducmV2LnhtbERPS2sCMRC+F/ofwhS8aVYLrWyNIorUSw++6HXYTDfb&#10;3UzWJOrqrzcFobf5+J4zmXW2EWfyoXKsYDjIQBAXTldcKtjvVv0xiBCRNTaOScGVAsymz08TzLW7&#10;8IbO21iKFMIhRwUmxjaXMhSGLIaBa4kT9+O8xZigL6X2eEnhtpGjLHuTFitODQZbWhgq6u3JKvDz&#10;72V949Ohzm5f1/D52x3HaJTqvXTzDxCRuvgvfrjXOs1/Hb0P4e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q+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iD2sQA&#10;AADeAAAADwAAAGRycy9kb3ducmV2LnhtbERP22rCQBB9L/gPywi+FN00hWpTV5GCICgFrR8wzU6T&#10;4O5syI4a/fpuodC3OZzrzJe9d+pCXWwCG3iaZKCIy2AbrgwcP9fjGagoyBZdYDJwowjLxeBhjoUN&#10;V97T5SCVSiEcCzRQi7SF1rGsyWOchJY4cd+h8ygJdpW2HV5TuHc6z7IX7bHh1FBjS+81lafD2Rtw&#10;+Zd73U7jTm5HvcvuXvaPH9aY0bBfvYES6uVf/Ofe2DT/OZ/m8PtOukE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4g9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RnG8UA&#10;AADeAAAADwAAAGRycy9kb3ducmV2LnhtbERPS2sCMRC+F/ofwhS81awrtLI1ig+EvfTQ1eJ13Ew3&#10;S5PJsom6+uubQqG3+fieM18OzooL9aH1rGAyzkAQ11633Cg47HfPMxAhImu0nknBjQIsF48Pcyy0&#10;v/IHXarYiBTCoUAFJsaukDLUhhyGse+IE/fle4cxwb6RusdrCndW5ln2Ih22nBoMdrQxVH9XZ6dg&#10;W3U2P5RmHY6f76eTLe87Om6VGj0NqzcQkYb4L/5zlzrNn+avU/h9J90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pGcb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pyLcMA&#10;AADeAAAADwAAAGRycy9kb3ducmV2LnhtbERPTWvCQBC9F/oflin0VndjQSW6hiIGhJ5q9eBt2B2T&#10;2OxsyK4m/fddQehtHu9zVsXoWnGjPjSeNWQTBYLYeNtwpeHwXb4tQISIbLH1TBp+KUCxfn5aYW79&#10;wF9028dKpBAOOWqoY+xyKYOpyWGY+I44cWffO4wJ9pW0PQ4p3LVyqtRMOmw4NdTY0aYm87O/Og2X&#10;Un56o9AcD8dhZ+en7YxapfXry/ixBBFpjP/ih3tn0/xs/p7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pyL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fPcQA&#10;AADeAAAADwAAAGRycy9kb3ducmV2LnhtbERPTWvCQBC9F/oflhF6qxsj2JC6ihWEovRQFelxzI5J&#10;SHY27K4a/31XELzN433OdN6bVlzI+dqygtEwAUFcWF1zqWC/W71nIHxA1thaJgU38jCfvb5MMdf2&#10;yr902YZSxBD2OSqoQuhyKX1RkUE/tB1x5E7WGQwRulJqh9cYblqZJslEGqw5NlTY0bKiotmejYK/&#10;84ZPP+P1wn2Fg+13vkmPWaPU26BffIII1Ien+OH+1nH+6GOcwv2de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wHz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v1MYA&#10;AADeAAAADwAAAGRycy9kb3ducmV2LnhtbERPS2sCMRC+F/ofwhR6q1m19bEapRaEXgq+DnobN+Pu&#10;4mayTaJu/fWNIHibj+8542ljKnEm50vLCtqtBARxZnXJuYLNev42AOEDssbKMin4Iw/TyfPTGFNt&#10;L7yk8yrkIoawT1FBEUKdSumzggz6lq2JI3ewzmCI0OVSO7zEcFPJTpL0pMGSY0OBNX0VlB1XJ6Ng&#10;NhzMfhfv/HNd7ne02+6PHx2XKPX60nyOQARqwkN8d3/rOL/d73bh9k68QU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Fv1MYAAADeAAAADwAAAAAAAAAAAAAAAACYAgAAZHJz&#10;L2Rvd25yZXYueG1sUEsFBgAAAAAEAAQA9QAAAIsDAAAAAA==&#10;" fillcolor="black" stroked="f"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78CsQA&#10;AADeAAAADwAAAGRycy9kb3ducmV2LnhtbERPTUsDMRC9C/6HMEJvNlsrtqxNy1KQiqdtq/Q63Yyb&#10;xc1kSWK6/nsjCL3N433OajPaXiTyoXOsYDYtQBA3TnfcKng/vtwvQYSIrLF3TAp+KMBmfXuzwlK7&#10;C+8pHWIrcgiHEhWYGIdSytAYshimbiDO3KfzFmOGvpXa4yWH214+FMWTtNhxbjA40NZQ83X4tgrS&#10;eVtX83RKZv/mq9a7evdxrpWa3I3VM4hIY7yK/92vOs+fLeaP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+/A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4dmMYA&#10;AADeAAAADwAAAGRycy9kb3ducmV2LnhtbERPTWvCQBC9F/wPywje6iZK1aauImKL9WIbC+1xyE6z&#10;wexsyG5j2l/vFgq9zeN9znLd21p01PrKsYJ0nIAgLpyuuFTwdnq8XYDwAVlj7ZgUfJOH9Wpws8RM&#10;uwu/UpeHUsQQ9hkqMCE0mZS+MGTRj11DHLlP11oMEbal1C1eYrit5SRJZtJixbHBYENbQ8U5/7IK&#10;fLrdvR/sz3338WT4mD+b2UtplBoN+80DiEB9+Bf/ufc6zk/n0zv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4dm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УКРАЇНА</w:t>
      </w:r>
    </w:p>
    <w:p w:rsidR="00F01DA0" w:rsidRPr="00B60227" w:rsidRDefault="00F01DA0" w:rsidP="00F01DA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СЛАВУТСЬКОГО РАЙОНУ</w:t>
      </w: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ХМЕЛЬНИЦЬКОЇ ОБЛАСТІ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1DA0" w:rsidRDefault="00F01DA0" w:rsidP="00F01DA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1DA0" w:rsidRDefault="00F01DA0" w:rsidP="00F01DA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B60227">
        <w:rPr>
          <w:rFonts w:ascii="Times New Roman" w:eastAsia="Calibri" w:hAnsi="Times New Roman" w:cs="Times New Roman"/>
          <w:b/>
        </w:rPr>
        <w:t>РІШЕННЯ</w:t>
      </w: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</w:rPr>
      </w:pPr>
    </w:p>
    <w:p w:rsidR="00F01DA0" w:rsidRPr="00B60227" w:rsidRDefault="00F01DA0" w:rsidP="00F01DA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B60227">
        <w:rPr>
          <w:rFonts w:ascii="Times New Roman" w:eastAsia="Calibri" w:hAnsi="Times New Roman" w:cs="Times New Roman"/>
          <w:sz w:val="24"/>
        </w:rPr>
        <w:t>.03. 2021р.                                Крупець                                        №_____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B60227">
        <w:rPr>
          <w:rFonts w:ascii="Times New Roman" w:eastAsia="Calibri" w:hAnsi="Times New Roman" w:cs="Times New Roman"/>
          <w:b/>
          <w:sz w:val="24"/>
        </w:rPr>
        <w:t>Крутій Д.В.</w:t>
      </w:r>
    </w:p>
    <w:p w:rsidR="00F01DA0" w:rsidRPr="00B60227" w:rsidRDefault="00F01DA0" w:rsidP="00F01DA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Крутія Д.В., сільська рада</w:t>
      </w: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>ВИРІШИЛА:</w:t>
      </w: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1. Надати Крутію Денису Вікторовичу, який зареєстрований за адресою: </w:t>
      </w:r>
      <w:r>
        <w:rPr>
          <w:rFonts w:ascii="Times New Roman" w:eastAsia="Calibri" w:hAnsi="Times New Roman" w:cs="Times New Roman"/>
          <w:sz w:val="24"/>
        </w:rPr>
        <w:t>___________</w:t>
      </w:r>
      <w:r w:rsidRPr="00B60227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с.Полянь, по вул.Незалежності, 70.</w:t>
      </w: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        2. Крутію Д.В.,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60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01DA0" w:rsidRPr="00B60227" w:rsidRDefault="00F01DA0" w:rsidP="00F01D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602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01DA0" w:rsidRPr="00B60227" w:rsidRDefault="00F01DA0" w:rsidP="00F01DA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01DA0" w:rsidRPr="00B60227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bookmarkStart w:id="0" w:name="_GoBack"/>
      <w:bookmarkEnd w:id="0"/>
    </w:p>
    <w:p w:rsidR="009A080B" w:rsidRPr="00F01DA0" w:rsidRDefault="00F01DA0" w:rsidP="00F01DA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B60227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                   В.А.Михалюк </w:t>
      </w:r>
    </w:p>
    <w:sectPr w:rsidR="009A080B" w:rsidRPr="00F01DA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DA0"/>
    <w:rsid w:val="00171A2E"/>
    <w:rsid w:val="00304C90"/>
    <w:rsid w:val="00505B6D"/>
    <w:rsid w:val="006D3977"/>
    <w:rsid w:val="007D6C18"/>
    <w:rsid w:val="009A080B"/>
    <w:rsid w:val="00D1641A"/>
    <w:rsid w:val="00F0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260</Words>
  <Characters>1488</Characters>
  <Application>Microsoft Office Word</Application>
  <DocSecurity>0</DocSecurity>
  <Lines>12</Lines>
  <Paragraphs>3</Paragraphs>
  <ScaleCrop>false</ScaleCrop>
  <Company>Microsoft</Company>
  <LinksUpToDate>false</LinksUpToDate>
  <CharactersWithSpaces>1745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2021-03-22T07:12:00Z</dcterms:created>
  <dcterms:modified xsi:type="dcterms:W3CDTF">2021-03-22T07:12:00Z</dcterms:modified>
</cp:coreProperties>
</file>