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CA" w:rsidRDefault="00D276CA" w:rsidP="00D276C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76CA" w:rsidRDefault="00D276CA" w:rsidP="00D276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276CA" w:rsidRDefault="00D276CA" w:rsidP="00D276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276CA" w:rsidRDefault="00D276CA" w:rsidP="00D276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6CA" w:rsidRDefault="00D276CA" w:rsidP="00D276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6CA" w:rsidRDefault="00D276CA" w:rsidP="00D276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6CA" w:rsidRDefault="00D276CA" w:rsidP="00D276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6CA" w:rsidRDefault="00D276CA" w:rsidP="00D276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276CA" w:rsidRDefault="00D276CA" w:rsidP="00D276C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276CA" w:rsidRDefault="00D276CA" w:rsidP="00D276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276CA" w:rsidRDefault="00D276CA" w:rsidP="00D276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276CA" w:rsidRDefault="00D276CA" w:rsidP="00D276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6CA" w:rsidRDefault="00D276CA" w:rsidP="00D276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276CA" w:rsidRDefault="00D276CA" w:rsidP="00D276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76CA" w:rsidRDefault="00D276CA" w:rsidP="00D276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276CA" w:rsidRDefault="00D276CA" w:rsidP="00D276C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276CA" w:rsidRDefault="00D276CA" w:rsidP="00D276C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№62</w:t>
      </w:r>
    </w:p>
    <w:p w:rsidR="00D276CA" w:rsidRPr="00AF2E62" w:rsidRDefault="00D276CA" w:rsidP="00D276C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276CA" w:rsidRPr="00AF2E62" w:rsidRDefault="00D276CA" w:rsidP="00D276C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276CA" w:rsidRPr="00AF2E62" w:rsidRDefault="00D276CA" w:rsidP="00D276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276CA" w:rsidRPr="00AF2E62" w:rsidRDefault="00D276CA" w:rsidP="00D276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D276CA" w:rsidRPr="00144766" w:rsidRDefault="00D276CA" w:rsidP="00D276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 В.Г.</w:t>
      </w:r>
    </w:p>
    <w:p w:rsidR="00D276CA" w:rsidRPr="00AF2E62" w:rsidRDefault="00D276CA" w:rsidP="00D276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276CA" w:rsidRPr="00AF2E62" w:rsidRDefault="00D276CA" w:rsidP="00D276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22, 116,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123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Шевцова В.Г.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D276CA" w:rsidRPr="00144766" w:rsidRDefault="00D276CA" w:rsidP="00D276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D276CA" w:rsidRPr="00AF2E62" w:rsidRDefault="00D276CA" w:rsidP="00D276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Валерію Георгійовичу,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9616B">
        <w:rPr>
          <w:rFonts w:ascii="Times New Roman" w:eastAsia="Calibri" w:hAnsi="Times New Roman" w:cs="Times New Roman"/>
          <w:sz w:val="24"/>
          <w:lang w:val="ru-RU" w:eastAsia="en-US"/>
        </w:rPr>
        <w:t>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0,25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>розташована в с. Крупець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D276CA" w:rsidRPr="00AF2E62" w:rsidRDefault="00D276CA" w:rsidP="00D276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В.Г.,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276CA" w:rsidRPr="00AF2E62" w:rsidRDefault="00D276CA" w:rsidP="00D276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276CA" w:rsidRPr="00AF2E62" w:rsidRDefault="00D276CA" w:rsidP="00D276C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276CA" w:rsidRPr="00AF2E62" w:rsidRDefault="00D276CA" w:rsidP="00D276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276CA" w:rsidRPr="00AF2E62" w:rsidRDefault="00D276CA" w:rsidP="00D276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276CA" w:rsidRDefault="00D276CA" w:rsidP="00D276C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276CA" w:rsidRDefault="00D276CA" w:rsidP="00D276C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57C06" w:rsidRPr="00D276CA" w:rsidRDefault="00D276CA" w:rsidP="00D276C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E57C06" w:rsidRPr="00D276C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6CA"/>
    <w:rsid w:val="0049616B"/>
    <w:rsid w:val="00D276CA"/>
    <w:rsid w:val="00E57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6C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276C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276C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276CA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76C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276C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276C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276CA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234</Words>
  <Characters>1337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2021-07-07T06:38:00Z</dcterms:created>
  <dcterms:modified xsi:type="dcterms:W3CDTF">2021-07-07T08:31:00Z</dcterms:modified>
</cp:coreProperties>
</file>