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BF1" w:rsidRPr="00EB3DB1" w:rsidRDefault="004A0696" w:rsidP="00DA6BF1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  <w:r w:rsidRPr="004A0696">
        <w:pict>
          <v:group id="_x0000_s1026" style="position:absolute;margin-left:223.65pt;margin-top:-22.25pt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DA6BF1" w:rsidRPr="00DA6BF1" w:rsidRDefault="00DA6BF1" w:rsidP="00DA6BF1">
      <w:pPr>
        <w:rPr>
          <w:lang w:val="en-US"/>
        </w:rPr>
      </w:pPr>
    </w:p>
    <w:p w:rsidR="00DA6BF1" w:rsidRDefault="00DA6BF1" w:rsidP="00DA6BF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A6BF1" w:rsidRDefault="00DA6BF1" w:rsidP="00DA6BF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A6BF1" w:rsidRDefault="00DA6BF1" w:rsidP="00DA6BF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A6BF1" w:rsidRDefault="00DA6BF1" w:rsidP="00DA6BF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A6BF1" w:rsidRDefault="00DA6BF1" w:rsidP="00DA6BF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6BF1" w:rsidRDefault="00DA6BF1" w:rsidP="00DA6B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A6BF1" w:rsidRDefault="00DA6BF1" w:rsidP="00DA6B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6BF1" w:rsidRPr="001C3332" w:rsidRDefault="00DA6BF1" w:rsidP="00DA6BF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A6BF1" w:rsidRDefault="00DA6BF1" w:rsidP="00DA6B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6BF1" w:rsidRDefault="00DA6BF1" w:rsidP="00DA6BF1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№31</w:t>
      </w:r>
    </w:p>
    <w:p w:rsidR="00DA6BF1" w:rsidRPr="00A70248" w:rsidRDefault="00DA6BF1" w:rsidP="00DA6BF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A6BF1" w:rsidRPr="00A70248" w:rsidRDefault="00DA6BF1" w:rsidP="00DA6BF1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DA6BF1" w:rsidRPr="00A70248" w:rsidRDefault="00DA6BF1" w:rsidP="00DA6BF1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DA6BF1" w:rsidRPr="00A70248" w:rsidRDefault="00DA6BF1" w:rsidP="00DA6BF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Рекульського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В.І.</w:t>
      </w:r>
    </w:p>
    <w:p w:rsidR="00DA6BF1" w:rsidRPr="00A70248" w:rsidRDefault="00DA6BF1" w:rsidP="00DA6BF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A6BF1" w:rsidRPr="00A70248" w:rsidRDefault="00DA6BF1" w:rsidP="00DA6BF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Рекульського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В..І.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</w:t>
      </w:r>
    </w:p>
    <w:p w:rsidR="00DA6BF1" w:rsidRPr="00A70248" w:rsidRDefault="00DA6BF1" w:rsidP="00DA6BF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DA6BF1" w:rsidRPr="00A70248" w:rsidRDefault="00DA6BF1" w:rsidP="00DA6BF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 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Рекульському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Віктору Івановичу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землеустрою щодо відведення земельної ділянки, </w:t>
      </w:r>
      <w:r w:rsidRPr="00A70248">
        <w:rPr>
          <w:rFonts w:ascii="Times New Roman" w:eastAsia="Arial Unicode MS" w:hAnsi="Times New Roman" w:cs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 w:cs="Times New Roman"/>
          <w:sz w:val="24"/>
          <w:szCs w:val="24"/>
        </w:rPr>
        <w:t>ведення особистого селянського господарства</w:t>
      </w:r>
      <w:r w:rsidRPr="00A7024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 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,0710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Хмельницька область, </w:t>
      </w:r>
      <w:proofErr w:type="spellStart"/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A70248">
        <w:rPr>
          <w:rFonts w:ascii="Times New Roman" w:eastAsia="Arial Unicode MS" w:hAnsi="Times New Roman" w:cs="Times New Roman"/>
          <w:sz w:val="24"/>
          <w:szCs w:val="24"/>
        </w:rPr>
        <w:t>с.</w:t>
      </w:r>
      <w:r>
        <w:rPr>
          <w:rFonts w:ascii="Times New Roman" w:eastAsia="Arial Unicode MS" w:hAnsi="Times New Roman" w:cs="Times New Roman"/>
          <w:sz w:val="24"/>
          <w:szCs w:val="24"/>
        </w:rPr>
        <w:t>Стригани</w:t>
      </w:r>
      <w:proofErr w:type="spellEnd"/>
      <w:r w:rsidRPr="00A70248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DA6BF1" w:rsidRPr="00B668A1" w:rsidRDefault="00DA6BF1" w:rsidP="00DA6BF1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668A1">
        <w:rPr>
          <w:rFonts w:ascii="Times New Roman" w:eastAsia="Arial Unicode MS" w:hAnsi="Times New Roman" w:cs="Times New Roman"/>
          <w:sz w:val="24"/>
          <w:szCs w:val="24"/>
        </w:rPr>
        <w:t xml:space="preserve">          2. Передати </w:t>
      </w:r>
      <w:proofErr w:type="spellStart"/>
      <w:r w:rsidRPr="00B668A1">
        <w:rPr>
          <w:rFonts w:ascii="Times New Roman" w:eastAsia="Arial Unicode MS" w:hAnsi="Times New Roman" w:cs="Times New Roman"/>
          <w:sz w:val="24"/>
          <w:szCs w:val="24"/>
        </w:rPr>
        <w:t>Рекульському</w:t>
      </w:r>
      <w:proofErr w:type="spellEnd"/>
      <w:r w:rsidRPr="00B668A1">
        <w:rPr>
          <w:rFonts w:ascii="Times New Roman" w:eastAsia="Arial Unicode MS" w:hAnsi="Times New Roman" w:cs="Times New Roman"/>
          <w:sz w:val="24"/>
          <w:szCs w:val="24"/>
        </w:rPr>
        <w:t xml:space="preserve"> Віктору Івановичу, який зареєстрована за адресою: </w:t>
      </w:r>
      <w:r w:rsidR="00231E27" w:rsidRPr="00231E27">
        <w:rPr>
          <w:rFonts w:ascii="Times New Roman" w:eastAsia="Arial Unicode MS" w:hAnsi="Times New Roman" w:cs="Times New Roman"/>
          <w:sz w:val="24"/>
          <w:szCs w:val="24"/>
          <w:lang w:val="ru-RU"/>
        </w:rPr>
        <w:t>___________</w:t>
      </w:r>
      <w:r w:rsidRPr="00B668A1">
        <w:rPr>
          <w:rFonts w:ascii="Times New Roman" w:eastAsia="Arial Unicode MS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кв.2</w:t>
      </w:r>
      <w:r w:rsidRPr="00B668A1">
        <w:rPr>
          <w:rFonts w:ascii="Times New Roman" w:eastAsia="Arial Unicode MS" w:hAnsi="Times New Roman" w:cs="Times New Roman"/>
          <w:sz w:val="24"/>
          <w:szCs w:val="24"/>
        </w:rPr>
        <w:t xml:space="preserve">, ідентифікаційний номер </w:t>
      </w:r>
      <w:r w:rsidR="00231E27" w:rsidRPr="00231E27">
        <w:rPr>
          <w:rFonts w:ascii="Times New Roman" w:eastAsia="Arial Unicode MS" w:hAnsi="Times New Roman" w:cs="Times New Roman"/>
          <w:sz w:val="24"/>
          <w:szCs w:val="24"/>
          <w:lang w:val="ru-RU"/>
        </w:rPr>
        <w:t>____________</w:t>
      </w:r>
      <w:r w:rsidRPr="00B668A1">
        <w:rPr>
          <w:rFonts w:ascii="Times New Roman" w:eastAsia="Arial Unicode MS" w:hAnsi="Times New Roman" w:cs="Times New Roman"/>
          <w:sz w:val="24"/>
          <w:szCs w:val="24"/>
        </w:rPr>
        <w:t>, у власність земельну ділянку, площею 0,</w:t>
      </w:r>
      <w:r>
        <w:rPr>
          <w:rFonts w:ascii="Times New Roman" w:eastAsia="Arial Unicode MS" w:hAnsi="Times New Roman" w:cs="Times New Roman"/>
          <w:sz w:val="24"/>
          <w:szCs w:val="24"/>
        </w:rPr>
        <w:t>0710 га, кадастровий номер: 6823984000:02</w:t>
      </w:r>
      <w:r w:rsidRPr="00B668A1">
        <w:rPr>
          <w:rFonts w:ascii="Times New Roman" w:eastAsia="Arial Unicode MS" w:hAnsi="Times New Roman" w:cs="Times New Roman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sz w:val="24"/>
          <w:szCs w:val="24"/>
        </w:rPr>
        <w:t>08:0040</w:t>
      </w:r>
      <w:r w:rsidRPr="00B668A1">
        <w:rPr>
          <w:rFonts w:ascii="Times New Roman" w:eastAsia="Arial Unicode MS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B668A1">
        <w:rPr>
          <w:rFonts w:ascii="Times New Roman" w:eastAsia="Arial Unicode MS" w:hAnsi="Times New Roman" w:cs="Times New Roman"/>
          <w:sz w:val="24"/>
          <w:szCs w:val="24"/>
        </w:rPr>
        <w:t>Славутськ</w:t>
      </w:r>
      <w:r>
        <w:rPr>
          <w:rFonts w:ascii="Times New Roman" w:eastAsia="Arial Unicode MS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район, с. Стригани.</w:t>
      </w:r>
    </w:p>
    <w:p w:rsidR="00DA6BF1" w:rsidRPr="00B668A1" w:rsidRDefault="00DA6BF1" w:rsidP="00DA6BF1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668A1">
        <w:rPr>
          <w:rFonts w:ascii="Times New Roman" w:eastAsia="Arial Unicode MS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Рекульському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В.І., якому</w:t>
      </w:r>
      <w:r w:rsidRPr="00B668A1">
        <w:rPr>
          <w:rFonts w:ascii="Times New Roman" w:eastAsia="Arial Unicode MS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DA6BF1" w:rsidRDefault="00DA6BF1" w:rsidP="00DA6BF1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B668A1">
        <w:rPr>
          <w:rFonts w:ascii="Times New Roman" w:eastAsia="Arial Unicode MS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</w:t>
      </w:r>
      <w:r>
        <w:rPr>
          <w:rFonts w:ascii="Times New Roman" w:eastAsia="Arial Unicode MS" w:hAnsi="Times New Roman" w:cs="Times New Roman"/>
          <w:sz w:val="24"/>
          <w:szCs w:val="24"/>
        </w:rPr>
        <w:t>ща та благоустрою (Денисюк Т.В.)</w:t>
      </w:r>
    </w:p>
    <w:p w:rsidR="00DA6BF1" w:rsidRPr="00DA6BF1" w:rsidRDefault="00DA6BF1" w:rsidP="00DA6BF1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0110BC" w:rsidRPr="00DA6BF1" w:rsidRDefault="00DA6BF1" w:rsidP="00DA6BF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sectPr w:rsidR="000110BC" w:rsidRPr="00DA6BF1" w:rsidSect="00DA6BF1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DA6BF1"/>
    <w:rsid w:val="000110BC"/>
    <w:rsid w:val="00171A2E"/>
    <w:rsid w:val="00231E27"/>
    <w:rsid w:val="00304C90"/>
    <w:rsid w:val="004A0696"/>
    <w:rsid w:val="00505B6D"/>
    <w:rsid w:val="006D3977"/>
    <w:rsid w:val="007D6C18"/>
    <w:rsid w:val="00D1641A"/>
    <w:rsid w:val="00DA6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BF1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283</Words>
  <Characters>1617</Characters>
  <Application>Microsoft Office Word</Application>
  <DocSecurity>0</DocSecurity>
  <Lines>13</Lines>
  <Paragraphs>3</Paragraphs>
  <ScaleCrop>false</ScaleCrop>
  <Company>Microsoft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2020-01-21T06:50:00Z</dcterms:created>
  <dcterms:modified xsi:type="dcterms:W3CDTF">2020-01-21T07:46:00Z</dcterms:modified>
</cp:coreProperties>
</file>