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18" w:rsidRPr="002065A9" w:rsidRDefault="003D1918" w:rsidP="003D1918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918" w:rsidRDefault="003D1918" w:rsidP="003D19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1918" w:rsidRDefault="003D1918" w:rsidP="003D19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1918" w:rsidRPr="000A4F3E" w:rsidRDefault="003D1918" w:rsidP="003D191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918" w:rsidRPr="000A4F3E" w:rsidRDefault="003D1918" w:rsidP="003D191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D1918" w:rsidRPr="000A4F3E" w:rsidRDefault="003D1918" w:rsidP="003D191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1918" w:rsidRPr="00E726CB" w:rsidRDefault="003D1918" w:rsidP="003D191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3D1918" w:rsidRPr="008D3E19" w:rsidRDefault="003D1918" w:rsidP="003D1918">
      <w:pPr>
        <w:tabs>
          <w:tab w:val="left" w:pos="2160"/>
        </w:tabs>
        <w:spacing w:after="0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3D1918" w:rsidRPr="00E726CB" w:rsidRDefault="003D1918" w:rsidP="003D19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</w:rPr>
      </w:pPr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Про </w:t>
      </w: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надання</w:t>
      </w:r>
      <w:proofErr w:type="spellEnd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дозволу</w:t>
      </w:r>
      <w:proofErr w:type="spellEnd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 на </w:t>
      </w: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розробку</w:t>
      </w:r>
      <w:proofErr w:type="spellEnd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</w:p>
    <w:p w:rsidR="003D1918" w:rsidRPr="00E726CB" w:rsidRDefault="003D1918" w:rsidP="003D19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</w:rPr>
      </w:pPr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із</w:t>
      </w:r>
      <w:proofErr w:type="spellEnd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землеустрою</w:t>
      </w:r>
      <w:proofErr w:type="spellEnd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щодо</w:t>
      </w:r>
      <w:proofErr w:type="spellEnd"/>
    </w:p>
    <w:p w:rsidR="003D1918" w:rsidRPr="00E726CB" w:rsidRDefault="003D1918" w:rsidP="003D19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</w:rPr>
      </w:pP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відведення</w:t>
      </w:r>
      <w:proofErr w:type="spellEnd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земельної</w:t>
      </w:r>
      <w:proofErr w:type="spellEnd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ділянки</w:t>
      </w:r>
      <w:proofErr w:type="spellEnd"/>
    </w:p>
    <w:p w:rsidR="003D1918" w:rsidRPr="00E726CB" w:rsidRDefault="003D1918" w:rsidP="003D19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</w:rPr>
      </w:pPr>
      <w:proofErr w:type="spellStart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>Ковбі</w:t>
      </w:r>
      <w:proofErr w:type="spellEnd"/>
      <w:r w:rsidRPr="00E726CB">
        <w:rPr>
          <w:rFonts w:ascii="Times New Roman" w:eastAsiaTheme="minorHAnsi" w:hAnsi="Times New Roman" w:cs="Times New Roman"/>
          <w:b/>
          <w:sz w:val="24"/>
          <w:szCs w:val="24"/>
        </w:rPr>
        <w:t xml:space="preserve"> М.М.</w:t>
      </w:r>
    </w:p>
    <w:p w:rsidR="003D1918" w:rsidRPr="00E726CB" w:rsidRDefault="003D1918" w:rsidP="003D19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</w:rPr>
      </w:pPr>
    </w:p>
    <w:p w:rsidR="003D1918" w:rsidRPr="00E726CB" w:rsidRDefault="003D1918" w:rsidP="003D19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        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Відповідно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gramStart"/>
      <w:r w:rsidRPr="00E726CB">
        <w:rPr>
          <w:rFonts w:ascii="Times New Roman" w:eastAsiaTheme="minorHAnsi" w:hAnsi="Times New Roman" w:cs="Times New Roman"/>
          <w:sz w:val="24"/>
          <w:szCs w:val="24"/>
        </w:rPr>
        <w:t>до</w:t>
      </w:r>
      <w:proofErr w:type="gram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gramStart"/>
      <w:r w:rsidRPr="00E726CB">
        <w:rPr>
          <w:rFonts w:ascii="Times New Roman" w:eastAsiaTheme="minorHAnsi" w:hAnsi="Times New Roman" w:cs="Times New Roman"/>
          <w:sz w:val="24"/>
          <w:szCs w:val="24"/>
        </w:rPr>
        <w:t>пункту</w:t>
      </w:r>
      <w:proofErr w:type="gram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34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частини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1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26, 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статті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42 Закону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України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«Про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місцеве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самоврядування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в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Україні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України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, Закону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України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«Про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землеустрій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»,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розглянувши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заяву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Ковби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М.М.,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сільська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рада </w:t>
      </w:r>
    </w:p>
    <w:p w:rsidR="003D1918" w:rsidRPr="00E726CB" w:rsidRDefault="003D1918" w:rsidP="003D19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726CB">
        <w:rPr>
          <w:rFonts w:ascii="Times New Roman" w:eastAsiaTheme="minorHAnsi" w:hAnsi="Times New Roman" w:cs="Times New Roman"/>
          <w:sz w:val="24"/>
          <w:szCs w:val="24"/>
        </w:rPr>
        <w:t>ВИРІШИЛА:</w:t>
      </w:r>
    </w:p>
    <w:p w:rsidR="003D1918" w:rsidRPr="00E726CB" w:rsidRDefault="003D1918" w:rsidP="003D19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      1.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Надати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Ковбі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Миколі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Михайловичу,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який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зареєстрований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за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адресою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: </w:t>
      </w:r>
      <w:r w:rsidR="001F1B91" w:rsidRPr="001F1B91">
        <w:rPr>
          <w:rFonts w:ascii="Times New Roman" w:eastAsiaTheme="minorHAnsi" w:hAnsi="Times New Roman" w:cs="Times New Roman"/>
          <w:sz w:val="24"/>
          <w:szCs w:val="24"/>
        </w:rPr>
        <w:t>________________</w:t>
      </w:r>
      <w:bookmarkStart w:id="0" w:name="_GoBack"/>
      <w:bookmarkEnd w:id="0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дозвіл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на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розробку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проекту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із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землеустрою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щодо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відведення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земельної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ділянки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для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передачі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її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у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власність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орієнтовною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площею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0,1200 га, для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індивідуального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садівництва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земельна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ділянка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розташована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gramStart"/>
      <w:r w:rsidRPr="00E726CB">
        <w:rPr>
          <w:rFonts w:ascii="Times New Roman" w:eastAsiaTheme="minorHAnsi" w:hAnsi="Times New Roman" w:cs="Times New Roman"/>
          <w:sz w:val="24"/>
          <w:szCs w:val="24"/>
        </w:rPr>
        <w:t>в</w:t>
      </w:r>
      <w:proofErr w:type="gram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с.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Комарівка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, по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вул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Лісовій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3D1918" w:rsidRPr="00E726CB" w:rsidRDefault="003D1918" w:rsidP="003D19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      2.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Ковбі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М.М., 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розробити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проект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землеустрою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щодо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відведення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земельної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ділянки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для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передачі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її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у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власність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та подати на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розгляд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сесії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eastAsiaTheme="minorHAnsi" w:hAnsi="Times New Roman" w:cs="Times New Roman"/>
          <w:sz w:val="24"/>
          <w:szCs w:val="24"/>
        </w:rPr>
        <w:t>сільської</w:t>
      </w:r>
      <w:proofErr w:type="spellEnd"/>
      <w:r w:rsidRPr="00E726C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gramStart"/>
      <w:r w:rsidRPr="00E726CB">
        <w:rPr>
          <w:rFonts w:ascii="Times New Roman" w:eastAsiaTheme="minorHAnsi" w:hAnsi="Times New Roman" w:cs="Times New Roman"/>
          <w:sz w:val="24"/>
          <w:szCs w:val="24"/>
        </w:rPr>
        <w:t>ради</w:t>
      </w:r>
      <w:proofErr w:type="gramEnd"/>
      <w:r w:rsidRPr="00E726CB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3D1918" w:rsidRPr="00E726CB" w:rsidRDefault="003D1918" w:rsidP="003D191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6C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726C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726C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D1918" w:rsidRPr="00E726CB" w:rsidRDefault="003D1918" w:rsidP="003D191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D1918" w:rsidRPr="00E726CB" w:rsidRDefault="003D1918" w:rsidP="003D19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3D1918" w:rsidRPr="00E726CB" w:rsidRDefault="003D1918" w:rsidP="003D19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3D1918" w:rsidRPr="00BA1280" w:rsidRDefault="003D1918" w:rsidP="003D1918">
      <w:pPr>
        <w:rPr>
          <w:szCs w:val="24"/>
        </w:rPr>
      </w:pPr>
      <w:proofErr w:type="spellStart"/>
      <w:r w:rsidRPr="00E726C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</w:t>
      </w:r>
      <w:proofErr w:type="spellStart"/>
      <w:r w:rsidRPr="00E726CB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E726CB">
        <w:rPr>
          <w:rFonts w:ascii="Times New Roman" w:hAnsi="Times New Roman" w:cs="Times New Roman"/>
          <w:sz w:val="24"/>
          <w:szCs w:val="24"/>
        </w:rPr>
        <w:t xml:space="preserve"> МИХАЛЮ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0B6DB6" w:rsidRDefault="000B6DB6"/>
    <w:sectPr w:rsidR="000B6DB6" w:rsidSect="00844C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18"/>
    <w:rsid w:val="000B6DB6"/>
    <w:rsid w:val="00171A2E"/>
    <w:rsid w:val="001F1B91"/>
    <w:rsid w:val="00304C90"/>
    <w:rsid w:val="003D1918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D191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D1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D191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D191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D1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D191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221</Words>
  <Characters>1265</Characters>
  <Application>Microsoft Office Word</Application>
  <DocSecurity>0</DocSecurity>
  <Lines>10</Lines>
  <Paragraphs>2</Paragraphs>
  <ScaleCrop>false</ScaleCrop>
  <Company>Microsoft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2020-09-16T10:29:00Z</dcterms:created>
  <dcterms:modified xsi:type="dcterms:W3CDTF">2020-09-16T10:30:00Z</dcterms:modified>
</cp:coreProperties>
</file>