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F8A" w:rsidRDefault="00075F8A" w:rsidP="00075F8A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E075194" wp14:editId="79D192B9">
                <wp:simplePos x="0" y="0"/>
                <wp:positionH relativeFrom="margin">
                  <wp:posOffset>2733675</wp:posOffset>
                </wp:positionH>
                <wp:positionV relativeFrom="paragraph">
                  <wp:posOffset>121920</wp:posOffset>
                </wp:positionV>
                <wp:extent cx="431800" cy="612140"/>
                <wp:effectExtent l="0" t="0" r="0" b="0"/>
                <wp:wrapNone/>
                <wp:docPr id="3730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731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75F8A" w:rsidRDefault="00075F8A" w:rsidP="00075F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32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75F8A" w:rsidRDefault="00075F8A" w:rsidP="00075F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33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75F8A" w:rsidRDefault="00075F8A" w:rsidP="00075F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34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75F8A" w:rsidRDefault="00075F8A" w:rsidP="00075F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35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75F8A" w:rsidRDefault="00075F8A" w:rsidP="00075F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36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75F8A" w:rsidRDefault="00075F8A" w:rsidP="00075F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37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75F8A" w:rsidRDefault="00075F8A" w:rsidP="00075F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38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75F8A" w:rsidRDefault="00075F8A" w:rsidP="00075F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39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75F8A" w:rsidRDefault="00075F8A" w:rsidP="00075F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40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75F8A" w:rsidRDefault="00075F8A" w:rsidP="00075F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41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75F8A" w:rsidRDefault="00075F8A" w:rsidP="00075F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42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75F8A" w:rsidRDefault="00075F8A" w:rsidP="00075F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43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75F8A" w:rsidRDefault="00075F8A" w:rsidP="00075F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44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75F8A" w:rsidRDefault="00075F8A" w:rsidP="00075F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45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75F8A" w:rsidRDefault="00075F8A" w:rsidP="00075F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46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75F8A" w:rsidRDefault="00075F8A" w:rsidP="00075F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47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75F8A" w:rsidRDefault="00075F8A" w:rsidP="00075F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48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75F8A" w:rsidRDefault="00075F8A" w:rsidP="00075F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49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75F8A" w:rsidRDefault="00075F8A" w:rsidP="00075F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50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75F8A" w:rsidRDefault="00075F8A" w:rsidP="00075F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51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75F8A" w:rsidRDefault="00075F8A" w:rsidP="00075F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52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75F8A" w:rsidRDefault="00075F8A" w:rsidP="00075F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53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75F8A" w:rsidRDefault="00075F8A" w:rsidP="00075F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54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75F8A" w:rsidRDefault="00075F8A" w:rsidP="00075F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55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75F8A" w:rsidRDefault="00075F8A" w:rsidP="00075F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56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75F8A" w:rsidRDefault="00075F8A" w:rsidP="00075F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57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75F8A" w:rsidRDefault="00075F8A" w:rsidP="00075F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58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75F8A" w:rsidRDefault="00075F8A" w:rsidP="00075F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59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75F8A" w:rsidRDefault="00075F8A" w:rsidP="00075F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60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75F8A" w:rsidRDefault="00075F8A" w:rsidP="00075F8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25pt;margin-top:9.6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7NL6rncAAEBZBAAOAAAAZHJzL2Uyb0RvYy54bWzsfW1uJsmR3n8DvsML/hTQw8r6roZaC2l6&#10;WjAwXgvQ6wOwSXaTMJtvm+RMt3axgAEfwRfZG/gKuzfyE5mRWZlkRUSpNWMIixwBU9QwGJUZkR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YNtcAA&#10;AADdAAAADwAAAGRycy9kb3ducmV2LnhtbESPzQrCMBCE74LvEFbwpqkWVKpRRFQ8COLffWnWtths&#10;ShO1vr0RBI/DzHzDzBaNKcWTaldYVjDoRyCIU6sLzhRczpveBITzyBpLy6TgTQ4W83Zrhom2Lz7S&#10;8+QzESDsElSQe18lUro0J4Oubyvi4N1sbdAHWWdS1/gKcFPKYRSNpMGCw0KOFa1ySu+nh1Fg4+1u&#10;f82Gx3jNY8/Lw+R2bfZKdTvNcgrCU+P/4V97pxXE43gA3zfhCcj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kYNtcAAAADdAAAADwAAAAAAAAAAAAAAAACYAgAAZHJzL2Rvd25y&#10;ZXYueG1sUEsFBgAAAAAEAAQA9QAAAIU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75F8A" w:rsidRDefault="00075F8A" w:rsidP="00075F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JXzMgA&#10;AADdAAAADwAAAGRycy9kb3ducmV2LnhtbESPT2sCMRTE70K/Q3iFXkSzVdC6NUoRttYeCv6BXh+b&#10;1822m5clSXX105uC0OMwM79h5svONuJIPtSOFTwOMxDEpdM1VwoO+2LwBCJEZI2NY1JwpgDLxV1v&#10;jrl2J97ScRcrkSAcclRgYmxzKUNpyGIYupY4eV/OW4xJ+kpqj6cEt40cZdlEWqw5LRhsaWWo/Nn9&#10;WgXfxYf5XE0vr74/29KlX7yvm81EqYf77uUZRKQu/odv7TetYDwdj+DvTXoCcnE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oglfM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75F8A" w:rsidRDefault="00075F8A" w:rsidP="00075F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aQKMQA&#10;AADdAAAADwAAAGRycy9kb3ducmV2LnhtbESP32rCMBTG7we+QziCN0NTLWxSjaXIHMMbsd0DHJpj&#10;U2xOSpPZ7u2XwWCXH9+fH98+n2wnHjT41rGC9SoBQVw73XKj4LM6LbcgfEDW2DkmBd/kIT/MnvaY&#10;aTfylR5laEQcYZ+hAhNCn0npa0MW/cr1xNG7ucFiiHJopB5wjOO2k5skeZEWW44Egz0dDdX38stG&#10;yCXFy/k2Vqf3CUd8Oxt+Lq5KLeZTsQMRaAr/4b/2h1aQvqYp/L6JT0Ae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WkCj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75F8A" w:rsidRDefault="00075F8A" w:rsidP="00075F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ETd/MYA&#10;AADdAAAADwAAAGRycy9kb3ducmV2LnhtbESPQUsDMRSE74L/ITyhN5u1rW1ZmxapLYjgwSoUb4/N&#10;6+7i5iUkr9313xtB8DjMzDfMajO4Tl0optazgbtxAYq48rbl2sDH+/52CSoJssXOMxn4pgSb9fXV&#10;Ckvre36jy0FqlSGcSjTQiIRS61Q15DCNfSDO3slHh5JlrLWN2Ge46/SkKObaYct5ocFA24aqr8PZ&#10;GXjtd+FlMb8/hc84m+j0ZOW4FWNGN8PjAyihQf7Df+1na2C6mM7g901+Anr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ETd/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75F8A" w:rsidRDefault="00075F8A" w:rsidP="00075F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Otx8UA&#10;AADdAAAADwAAAGRycy9kb3ducmV2LnhtbESP32rCMBTG7wd7h3AG3gxNZ5mOzigy7BjeiO0e4NAc&#10;m7LmpDSxrW9vBoNdfnx/fnyb3WRbMVDvG8cKXhYJCOLK6YZrBd9lPn8D4QOyxtYxKbiRh9328WGD&#10;mXYjn2koQi3iCPsMFZgQukxKXxmy6BeuI47exfUWQ5R9LXWPYxy3rVwmyUpabDgSDHb0Yaj6Ka42&#10;Qk4pno6Xscw/JxzxcDT8vD8rNXua9u8gAk3hP/zX/tIK0nX6Cr9v4hOQ2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s63H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75F8A" w:rsidRDefault="00075F8A" w:rsidP="00075F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rmEMYA&#10;AADdAAAADwAAAGRycy9kb3ducmV2LnhtbESPQUsDMRSE74L/IbyCN5ttq1tZmxapFUTowSqIt8fm&#10;dXdx8xKS1+76740geBxm5htmtRldr84UU+fZwGxagCKuve24MfD+9nR9ByoJssXeMxn4pgSb9eXF&#10;CivrB36l80EalSGcKjTQioRK61S35DBNfSDO3tFHh5JlbLSNOGS46/W8KErtsOO80GKgbUv11+Hk&#10;DOyHXXhZlrfH8Blv5jo9WvnYijFXk/HhHpTQKP/hv/azNbBYLkr4fZOfgF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9rmEM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75F8A" w:rsidRDefault="00075F8A" w:rsidP="00075F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bj9ccA&#10;AADdAAAADwAAAGRycy9kb3ducmV2LnhtbESPzWrDMBCE74W8g9hCLyGRW9MkuFFCUhAttFDyA70u&#10;1sY2tVZGUmPn7aNCoMdhZr5hluvBtuJMPjSOFTxOMxDEpTMNVwqOBz1ZgAgR2WDrmBRcKMB6Nbpb&#10;YmFczzs672MlEoRDgQrqGLtCylDWZDFMXUecvJPzFmOSvpLGY5/gtpVPWTaTFhtOCzV29FpT+bP/&#10;tQq2X32V+3G5HdzH6e37WWujP7VSD/fD5gVEpCH+h2/td6Mgn+dz+HuTnoBcX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4W4/X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75F8A" w:rsidRDefault="00075F8A" w:rsidP="00075F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EtwsEA&#10;AADdAAAADwAAAGRycy9kb3ducmV2LnhtbERP3WrCMBS+H/gO4Qi7m6m6qVSjiFKQsRt/HuDQHJtq&#10;c1KSWLu3NxeDXX58/6tNbxvRkQ+1YwXjUQaCuHS65krB5Vx8LECEiKyxcUwKfinAZj14W2Gu3ZOP&#10;1J1iJVIIhxwVmBjbXMpQGrIYRq4lTtzVeYsxQV9J7fGZwm0jJ1k2kxZrTg0GW9oZKu+nh1VQfE9+&#10;uvtD+8Jt+09LX+a22Bul3of9dgkiUh//xX/ug1YwnU/T3PQmPQG5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YxLcL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75F8A" w:rsidRDefault="00075F8A" w:rsidP="00075F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XSHMcA&#10;AADdAAAADwAAAGRycy9kb3ducmV2LnhtbESPUUvDMBSF3wX/Q7iCL+JSLZuuLhtuEDZQGE5hr5fm&#10;ri02NyXJ1u7fLwPBx8M55zuc2WKwrTiRD41jBU+jDARx6UzDlYKfb/34CiJEZIOtY1JwpgCL+e3N&#10;DAvjev6i0y5WIkE4FKigjrErpAxlTRbDyHXEyTs4bzEm6StpPPYJblv5nGUTabHhtFBjR6uayt/d&#10;0SpYbvsq9w/lcnAfh/V+rLXRn1qp+7vh/Q1EpCH+h//aG6Mgf8mncH2TnoCc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DF0hz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75F8A" w:rsidRDefault="00075F8A" w:rsidP="00075F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FSucEA&#10;AADdAAAADwAAAGRycy9kb3ducmV2LnhtbERP3WrCMBS+H/gO4Qi7m6nOqVSjiFIYYzf+PMChOTbV&#10;5qQksda3NxeDXX58/6tNbxvRkQ+1YwXjUQaCuHS65krB+VR8LECEiKyxcUwKnhRgsx68rTDX7sEH&#10;6o6xEimEQ44KTIxtLmUoDVkMI9cSJ+7ivMWYoK+k9vhI4baRkyybSYs1pwaDLe0Mlbfj3Soofia/&#10;3e2ufeG2/dTSl7ku9kap92G/XYKI1Md/8Z/7Wyv4nE/T/vQmPQG5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BBUrnBAAAA3QAAAA8AAAAAAAAAAAAAAAAAmAIAAGRycy9kb3du&#10;cmV2LnhtbFBLBQYAAAAABAAEAPUAAACG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75F8A" w:rsidRDefault="00075F8A" w:rsidP="00075F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jtBMMA&#10;AADdAAAADwAAAGRycy9kb3ducmV2LnhtbESP3YrCMBSE7wXfIZwF7zStf7t0m4oIynpp3Qc4NGfb&#10;YnNSm2jr228EwcthZr5h0s1gGnGnztWWFcSzCARxYXXNpYLf8376BcJ5ZI2NZVLwIAebbDxKMdG2&#10;5xPdc1+KAGGXoILK+zaR0hUVGXQz2xIH7892Bn2QXSl1h32Am0bOo2gtDdYcFipsaVdRcclvRsHy&#10;0R+u+eoS7bWh+Lhoj+yLlVKTj2H7DcLT4N/hV/tHK1h8LmN4vglPQGb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EjtBM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75F8A" w:rsidRDefault="00075F8A" w:rsidP="00075F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hqb8YA&#10;AADdAAAADwAAAGRycy9kb3ducmV2LnhtbESPQWvCQBSE74L/YXlCb3VjWrSmrhIMltJTG63nR/aZ&#10;hGbfht1V47/vFgoeh5n5hlltBtOJCznfWlYwmyYgiCurW64VHPa7xxcQPiBr7CyTght52KzHoxVm&#10;2l75iy5lqEWEsM9QQRNCn0npq4YM+qntiaN3ss5giNLVUju8RrjpZJokc2mw5bjQYE/bhqqf8mwU&#10;nOfH9MCnD/1ZFre3ZbHLvfyulXqYDPkriEBDuIf/2+9awdPiOYW/N/EJyP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Qhqb8YAAADd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75F8A" w:rsidRDefault="00075F8A" w:rsidP="00075F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ew88gA&#10;AADdAAAADwAAAGRycy9kb3ducmV2LnhtbESPQWvCQBSE74X+h+UVvNVNG4k2uooVhOqhUrUHb8/s&#10;M0nNvo3ZrcZ/7xaEHoeZ+YYZTVpTiTM1rrSs4KUbgSDOrC45V7DdzJ8HIJxH1lhZJgVXcjAZPz6M&#10;MNX2wl90XvtcBAi7FBUU3teplC4ryKDr2po4eAfbGPRBNrnUDV4C3FTyNYoSabDksFBgTbOCsuP6&#10;1yj4Xg2St9X7ovez/NxjbPRpp8tEqc5TOx2C8NT6//C9/aEVxP1eDH9vwhOQ4x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e57Dz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75F8A" w:rsidRDefault="00075F8A" w:rsidP="00075F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bqdMYA&#10;AADdAAAADwAAAGRycy9kb3ducmV2LnhtbESPT2vCQBTE74V+h+UJvdWNSbASXaV/qBVPVgWvj+wz&#10;CWbfhuw2if303YLgcZiZ3zCL1WBq0VHrKssKJuMIBHFudcWFguPh83kGwnlkjbVlUnAlB6vl48MC&#10;M217/qZu7wsRIOwyVFB632RSurwkg25sG+LgnW1r0AfZFlK32Ae4qWUcRVNpsOKwUGJD7yXll/2P&#10;UfA7PeHOfcVvH4n2dE1na7vdrZV6Gg2vcxCeBn8P39obrSB5SVP4fxOegFz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HbqdM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75F8A" w:rsidRDefault="00075F8A" w:rsidP="00075F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IcV8YA&#10;AADdAAAADwAAAGRycy9kb3ducmV2LnhtbESPwW7CMBBE70j8g7VIvRUHGtoSYlBVUYkbJe0HrOLF&#10;iRKvQ+xC2q/HSJU4jmbmjSbfDLYVZ+p97VjBbJqAIC6drtko+P76eHwF4QOyxtYxKfglD5v1eJRj&#10;pt2FD3QughERwj5DBVUIXSalLyuy6KeuI47e0fUWQ5S9kbrHS4TbVs6T5FlarDkuVNjRe0VlU/xY&#10;BSc3X+ih2OK+2S4/a2PS098hVephMrytQAQawj38395pBU8v6QJub+ITkO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+IcV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75F8A" w:rsidRDefault="00075F8A" w:rsidP="00075F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EISMUA&#10;AADdAAAADwAAAGRycy9kb3ducmV2LnhtbESPwW7CMBBE70j8g7VIvYEDtAHSOKitVIkrlAPHxV6S&#10;lHgdYhfSfn1dCanH0cy80eTr3jbiSp2vHSuYThIQxNqZmksF+4/38RKED8gGG8ek4Js8rIvhIMfM&#10;uBtv6boLpYgQ9hkqqEJoMym9rsiin7iWOHon11kMUXalNB3eItw2cpYkqbRYc1yosKW3ivR592UV&#10;bOojPaX6tLLLV709/FzCfPFplHoY9S/PIAL14T98b2+MgvniMYW/N/EJyO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EQhI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75F8A" w:rsidRDefault="00075F8A" w:rsidP="00075F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ReJ8MA&#10;AADdAAAADwAAAGRycy9kb3ducmV2LnhtbERPXWvCMBR9F/Yfwh3sTdM50dkZRYWBoivMyfZ6ae6a&#10;suamNFmt/94Igo/nmzNbdLYSLTW+dKzgeZCAIM6dLrlQcPx677+C8AFZY+WYFJzJw2L+0Jthqt2J&#10;P6k9hELEEvYpKjAh1KmUPjdk0Q9cTRy1X9dYDBE2hdQNnmK5reQwScbSYslxwWBNa0P53+HfKmgx&#10;Oyc/ZvUx3Zb7fJitvnc68urpsVu+gQjUhbv5lt5oBS+T0QSub+ITkPML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FReJ8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75F8A" w:rsidRDefault="00075F8A" w:rsidP="00075F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PB0NcIA&#10;AADdAAAADwAAAGRycy9kb3ducmV2LnhtbERPPU/DMBDdkfgP1iF1ow4poiitWyGkIkZIOzBe42uc&#10;Et9FtmkCvx4PSIxP73u9nXyvLhRiJ2zgbl6AIm7EdtwaOOx3t4+gYkK22AuTgW+KsN1cX62xsjLy&#10;O13q1KocwrFCAy6lodI6No48xrkMxJk7SfCYMgyttgHHHO57XRbFg/bYcW5wONCzo+az/vIGxpfm&#10;eC5PH9b9hEF29Zucy16Mmd1MTytQiab0L/5zv1oDi+V9npvf5CegN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8HQ1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75F8A" w:rsidRDefault="00075F8A" w:rsidP="00075F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eXCccA&#10;AADdAAAADwAAAGRycy9kb3ducmV2LnhtbESP3WoCMRSE7wu+QziF3tVsbam6GsVqBRFF/Ls/3Zzu&#10;rk1Olk3U7ds3QsHLYWa+YYbjxhpxodqXjhW8tBMQxJnTJecKDvv5cw+ED8gajWNS8EsexqPWwxBT&#10;7a68pcsu5CJC2KeooAihSqX0WUEWfdtVxNH7drXFEGWdS13jNcKtkZ0keZcWS44LBVY0LSj72Z2t&#10;gvlmZk6d9XZylGH62f0yveXHbKXU02MzGYAI1IR7+L+90Apeu299uL2JT0CO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XXlwn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75F8A" w:rsidRDefault="00075F8A" w:rsidP="00075F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Nl8MIA&#10;AADdAAAADwAAAGRycy9kb3ducmV2LnhtbERPy4rCMBTdC/5DuIKbQVMVH1SjiCA6MIIvcHttrm2x&#10;uSlNrJ2/nywGXB7Oe7FqTCFqqlxuWcGgH4EgTqzOOVVwvWx7MxDOI2ssLJOCX3KwWrZbC4y1ffOJ&#10;6rNPRQhhF6OCzPsyltIlGRl0fVsSB+5hK4M+wCqVusJ3CDeFHEbRRBrMOTRkWNImo+R5fhkF9fHn&#10;nu5rV34/Z19uPLrvdgd9U6rbadZzEJ4a/xH/u/dawWg6DvvDm/AE5P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4k2XwwgAAAN0AAAAPAAAAAAAAAAAAAAAAAJgCAABkcnMvZG93&#10;bnJldi54bWxQSwUGAAAAAAQABAD1AAAAhw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75F8A" w:rsidRDefault="00075F8A" w:rsidP="00075F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68osgA&#10;AADdAAAADwAAAGRycy9kb3ducmV2LnhtbESPT2sCMRTE74V+h/AKvXWzWq26NUotFLwI/jvo7bl5&#10;3V3cvGyTVFc/fSMUPA4z8xtmPG1NLU7kfGVZQSdJQRDnVldcKNhuvl6GIHxA1lhbJgUX8jCdPD6M&#10;MdP2zCs6rUMhIoR9hgrKEJpMSp+XZNAntiGO3rd1BkOUrpDa4TnCTS27afomDVYcF0ps6LOk/Lj+&#10;NQpmo+HsZ9njxXV12NN+dzj2uy5V6vmp/XgHEagN9/B/e64VvA76Hbi9iU9ATv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HfryiyAAAAN0AAAAPAAAAAAAAAAAAAAAAAJgCAABk&#10;cnMvZG93bnJldi54bWxQSwUGAAAAAAQABAD1AAAAjQMAAAAA&#10;" fillcolor="black" stroked="f">
                  <v:textbox>
                    <w:txbxContent>
                      <w:p w:rsidR="00075F8A" w:rsidRDefault="00075F8A" w:rsidP="00075F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4Xh28cA&#10;AADdAAAADwAAAGRycy9kb3ducmV2LnhtbESPQWvCQBSE7wX/w/KE3uqmKVpJXUVtC4J60PbQ42v2&#10;NVmSfRuyW43+elcQPA4z8w0zmXW2FgdqvXGs4HmQgCDOnTZcKPj++nwag/ABWWPtmBScyMNs2nuY&#10;YKbdkXd02IdCRAj7DBWUITSZlD4vyaIfuIY4en+utRiibAupWzxGuK1lmiQjadFwXCixoWVJebX/&#10;twp+1iMz3hlKfzfnxYfeDKvF9r1S6rHfzd9ABOrCPXxrr7SCl9dhCtc38QnI6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eF4dvHAAAA3Q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075F8A" w:rsidRDefault="00075F8A" w:rsidP="00075F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x69cYA&#10;AADdAAAADwAAAGRycy9kb3ducmV2LnhtbESPQWsCMRSE7wX/Q3hCbzWr0lZWo4iltBcPtYrXx+Z1&#10;s93Ny5pEXf31piD0OMzMN8xs0dlGnMiHyrGC4SADQVw4XXGpYPv9/jQBESKyxsYxKbhQgMW89zDD&#10;XLszf9FpE0uRIBxyVGBibHMpQ2HIYhi4ljh5P85bjEn6UmqP5wS3jRxl2Yu0WHFaMNjSylBRb45W&#10;gV/u3+orH3d1dl1fwsdvd5igUeqx3y2nICJ18T98b39qBePX5zH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Cx69c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075F8A" w:rsidRDefault="00075F8A" w:rsidP="00075F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pFHM8YA&#10;AADdAAAADwAAAGRycy9kb3ducmV2LnhtbESP3WoCMRSE7wu+QziCN6Vma3+sW6MUQSgogtYHON0c&#10;d5cmJ8vmqGufvhGEXg4z8w0znXfeqRO1sQ5s4HGYgSIugq25NLD/Wj68gYqCbNEFJgMXijCf9e6m&#10;mNtw5i2ddlKqBOGYo4FKpMm1jkVFHuMwNMTJO4TWoyTZltq2eE5w7/Qoy161x5rTQoUNLSoqfnZH&#10;b8CNvt1kNY5ruez1Ovv1sr3fWGMG/e7jHZRQJ//hW/vTGngavzzD9U16Anr2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pFHM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075F8A" w:rsidRDefault="00075F8A" w:rsidP="00075F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Ht7MYA&#10;AADdAAAADwAAAGRycy9kb3ducmV2LnhtbESPQWsCMRSE74X+h/AK3mq2irWsRmkrwl48dLV4fW6e&#10;m6XJy7JJdfXXm0LB4zAz3zDzZe+sOFEXGs8KXoYZCOLK64ZrBbvt+vkNRIjIGq1nUnChAMvF48Mc&#10;c+3P/EWnMtYiQTjkqMDE2OZShsqQwzD0LXHyjr5zGJPsaqk7PCe4s3KUZa/SYcNpwWBLn4aqn/LX&#10;KViVrR3tCvMR9t+bw8EW1zXtV0oNnvr3GYhIfbyH/9uFVjCeTibw9yY9Abm4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1Ht7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075F8A" w:rsidRDefault="00075F8A" w:rsidP="00075F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Q8KsUA&#10;AADdAAAADwAAAGRycy9kb3ducmV2LnhtbESPT2sCMRTE7wW/Q3iCt5pY6SqrUaQoCD3VPwdvj+S5&#10;u7p5WTbR3X77plDocZiZ3zDLde9q8aQ2VJ41TMYKBLHxtuJCw+m4e52DCBHZYu2ZNHxTgPVq8LLE&#10;3PqOv+h5iIVIEA45aihjbHIpgynJYRj7hjh5V986jEm2hbQtdgnuavmmVCYdVpwWSmzooyRzPzyc&#10;httOfnqj0JxP525vZ5dtRrXSejTsNwsQkfr4H/5r762G6ew9g9836QnI1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FDwq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075F8A" w:rsidRDefault="00075F8A" w:rsidP="00075F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E7n8UA&#10;AADdAAAADwAAAGRycy9kb3ducmV2LnhtbESPQWsCMRSE74L/ITyhN82qtMpqFBUKpeKhKuLxuXnu&#10;Lrt5WZKo239vhEKPw8x8w8yXranFnZwvLSsYDhIQxJnVJecKjofP/hSED8gaa8uk4Jc8LBfdzhxT&#10;bR/8Q/d9yEWEsE9RQRFCk0rps4IM+oFtiKN3tc5giNLlUjt8RLip5ShJPqTBkuNCgQ1tCsqq/c0o&#10;ON+2fN2Nv1duHU62PfhqdJlWSr312tUMRKA2/If/2l9awXjyPoHXm/gE5OI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QTufxQAAAN0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075F8A" w:rsidRDefault="00075F8A" w:rsidP="00075F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QVP8QA&#10;AADdAAAADwAAAGRycy9kb3ducmV2LnhtbERPu27CMBTdK/UfrFupW3GgpUDAIKhUiQWJ1wDbJb4k&#10;EfF1sF0IfD0ekDoenfdo0phKXMj50rKCdisBQZxZXXKuYLv5/eiD8AFZY2WZFNzIw2T8+jLCVNsr&#10;r+iyDrmIIexTVFCEUKdS+qwgg75la+LIHa0zGCJ0udQOrzHcVLKTJN/SYMmxocCafgrKTus/o2A2&#10;6M/Oyy9e3FeHPe13h1O34xKl3t+a6RBEoCb8i5/uuVbw2evGufFNfAJy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ZEFT/EAAAA3QAAAA8AAAAAAAAAAAAAAAAAmAIAAGRycy9k&#10;b3ducmV2LnhtbFBLBQYAAAAABAAEAPUAAACJAwAAAAA=&#10;" fillcolor="black" stroked="f">
                  <v:textbox>
                    <w:txbxContent>
                      <w:p w:rsidR="00075F8A" w:rsidRDefault="00075F8A" w:rsidP="00075F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3RKpcUA&#10;AADdAAAADwAAAGRycy9kb3ducmV2LnhtbESPQUsDMRSE70L/Q3iCN5u1Ratr07IURPG0bS29vm6e&#10;m8XNy5LEdP33RhB6HGbmG2a5Hm0vEvnQOVZwNy1AEDdOd9wq+Ni/3D6CCBFZY++YFPxQgPVqcrXE&#10;UrszbyntYisyhEOJCkyMQyllaAxZDFM3EGfv03mLMUvfSu3xnOG2l7OieJAWO84LBgfaGGq+dt9W&#10;QTpt6mqejsls333Vele/Hk61UjfXY/UMItIYL+H/9ptWMF/cP8Hfm/wE5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dEql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075F8A" w:rsidRDefault="00075F8A" w:rsidP="00075F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XJd8MA&#10;AADdAAAADwAAAGRycy9kb3ducmV2LnhtbERPz2vCMBS+D/wfwhN2m6kbVK1GGbKN6UWtgh4fzbMp&#10;a15Kk9W6v345DHb8+H4vVr2tRUetrxwrGI8SEMSF0xWXCk7H96cpCB+QNdaOScGdPKyWg4cFZtrd&#10;+EBdHkoRQ9hnqMCE0GRS+sKQRT9yDXHkrq61GCJsS6lbvMVwW8vnJEmlxYpjg8GG1oaKr/zbKvDj&#10;9dt5a39m3eXD8C7fmHRfGqUeh/3rHESgPvyL/9yfWsHLJI3745v4BOTy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KXJd8MAAADdAAAADwAAAAAAAAAAAAAAAACYAgAAZHJzL2Rv&#10;d25yZXYueG1sUEsFBgAAAAAEAAQA9QAAAIg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075F8A" w:rsidRDefault="00075F8A" w:rsidP="00075F8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075F8A" w:rsidRDefault="00075F8A" w:rsidP="00075F8A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075F8A" w:rsidRDefault="00075F8A" w:rsidP="00075F8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75F8A" w:rsidRDefault="00075F8A" w:rsidP="00075F8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75F8A" w:rsidRDefault="00075F8A" w:rsidP="00075F8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075F8A" w:rsidRDefault="00075F8A" w:rsidP="00075F8A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075F8A" w:rsidRDefault="00075F8A" w:rsidP="00075F8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075F8A" w:rsidRDefault="00075F8A" w:rsidP="00075F8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075F8A" w:rsidRDefault="00075F8A" w:rsidP="00075F8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75F8A" w:rsidRDefault="00075F8A" w:rsidP="00075F8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075F8A" w:rsidRDefault="00075F8A" w:rsidP="00075F8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75F8A" w:rsidRDefault="00075F8A" w:rsidP="00075F8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075F8A" w:rsidRDefault="00075F8A" w:rsidP="00075F8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75F8A" w:rsidRPr="0086775D" w:rsidRDefault="00075F8A" w:rsidP="00075F8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86775D">
        <w:rPr>
          <w:rFonts w:ascii="Times New Roman" w:eastAsia="Arial Unicode MS" w:hAnsi="Times New Roman"/>
          <w:color w:val="000000"/>
          <w:sz w:val="24"/>
          <w:szCs w:val="24"/>
        </w:rPr>
        <w:t>07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</w:t>
      </w:r>
      <w:r w:rsidRPr="0086775D">
        <w:rPr>
          <w:rFonts w:ascii="Times New Roman" w:eastAsia="Arial Unicode MS" w:hAnsi="Times New Roman"/>
          <w:color w:val="000000"/>
          <w:sz w:val="24"/>
          <w:szCs w:val="24"/>
        </w:rPr>
        <w:t>9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№121</w:t>
      </w:r>
    </w:p>
    <w:p w:rsidR="00075F8A" w:rsidRDefault="00075F8A" w:rsidP="00075F8A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075F8A" w:rsidRPr="0086775D" w:rsidRDefault="00075F8A" w:rsidP="00075F8A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внесення</w:t>
      </w:r>
      <w:proofErr w:type="spellEnd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змін</w:t>
      </w:r>
      <w:proofErr w:type="spellEnd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до </w:t>
      </w:r>
      <w:proofErr w:type="spellStart"/>
      <w:proofErr w:type="gramStart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</w:t>
      </w:r>
      <w:proofErr w:type="gramEnd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ішення</w:t>
      </w:r>
      <w:proofErr w:type="spellEnd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ХІІ  </w:t>
      </w:r>
      <w:proofErr w:type="spellStart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сесії</w:t>
      </w:r>
      <w:proofErr w:type="spellEnd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сільської</w:t>
      </w:r>
      <w:proofErr w:type="spellEnd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075F8A" w:rsidRPr="0086775D" w:rsidRDefault="00075F8A" w:rsidP="00075F8A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ради </w:t>
      </w:r>
      <w:r w:rsidRPr="0086775D">
        <w:rPr>
          <w:rFonts w:ascii="Times New Roman" w:eastAsia="Calibri" w:hAnsi="Times New Roman" w:cs="Times New Roman"/>
          <w:b/>
          <w:sz w:val="24"/>
          <w:szCs w:val="24"/>
          <w:lang w:val="en-US" w:eastAsia="en-US"/>
        </w:rPr>
        <w:t>VIII</w:t>
      </w:r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скликання</w:t>
      </w:r>
      <w:proofErr w:type="spellEnd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№47 </w:t>
      </w:r>
      <w:proofErr w:type="spellStart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від</w:t>
      </w:r>
      <w:proofErr w:type="spellEnd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30.06.2021 року </w:t>
      </w:r>
    </w:p>
    <w:p w:rsidR="00075F8A" w:rsidRPr="0086775D" w:rsidRDefault="00075F8A" w:rsidP="00075F8A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«Про </w:t>
      </w:r>
      <w:proofErr w:type="spellStart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проєкту</w:t>
      </w:r>
      <w:proofErr w:type="spellEnd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075F8A" w:rsidRPr="0086775D" w:rsidRDefault="00075F8A" w:rsidP="00075F8A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</w:p>
    <w:p w:rsidR="00075F8A" w:rsidRPr="0086775D" w:rsidRDefault="00075F8A" w:rsidP="00075F8A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ділянки</w:t>
      </w:r>
      <w:proofErr w:type="spellEnd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зі</w:t>
      </w:r>
      <w:proofErr w:type="spellEnd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зміною</w:t>
      </w:r>
      <w:proofErr w:type="spellEnd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цільового</w:t>
      </w:r>
      <w:proofErr w:type="spellEnd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призначення</w:t>
      </w:r>
      <w:proofErr w:type="spellEnd"/>
    </w:p>
    <w:p w:rsidR="00075F8A" w:rsidRPr="0086775D" w:rsidRDefault="00075F8A" w:rsidP="00075F8A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Мазуру</w:t>
      </w:r>
      <w:proofErr w:type="spellEnd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В.В.»</w:t>
      </w:r>
    </w:p>
    <w:p w:rsidR="00075F8A" w:rsidRPr="0086775D" w:rsidRDefault="00075F8A" w:rsidP="00075F8A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075F8A" w:rsidRPr="0086775D" w:rsidRDefault="00075F8A" w:rsidP="00075F8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до</w:t>
      </w:r>
      <w:proofErr w:type="gram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пункту</w:t>
      </w:r>
      <w:proofErr w:type="gram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34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частини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місцеве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Україні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статей 12, 116,  118, 121, 122 та 186 Земельного кодексу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 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заяву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Мазура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В.В., 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рада </w:t>
      </w:r>
    </w:p>
    <w:p w:rsidR="00075F8A" w:rsidRPr="0086775D" w:rsidRDefault="00075F8A" w:rsidP="00075F8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ВИРІШИЛА:</w:t>
      </w:r>
    </w:p>
    <w:p w:rsidR="00075F8A" w:rsidRPr="0086775D" w:rsidRDefault="00075F8A" w:rsidP="00075F8A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1.Внести 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зміни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до </w:t>
      </w:r>
      <w:proofErr w:type="spellStart"/>
      <w:proofErr w:type="gram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р</w:t>
      </w:r>
      <w:proofErr w:type="gram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ішення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ХІІ 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сесії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ради </w:t>
      </w:r>
      <w:r w:rsidRPr="0086775D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VIII</w:t>
      </w:r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скликання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№47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від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30.06.2021 року «Про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надання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дозволу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проєкту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зі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зміною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цільового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призначення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Мазуру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В.В.» слова та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цифри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кадастровий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номер 6823986800:05:011:0212»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замінити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слова та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цифри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кадастровий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номер 6823986800:05:011:0009, з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поділом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».</w:t>
      </w:r>
    </w:p>
    <w:p w:rsidR="00075F8A" w:rsidRPr="0086775D" w:rsidRDefault="00075F8A" w:rsidP="00075F8A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2. Даний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дозвіл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дійсний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протязі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року з дня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прийняття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даного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proofErr w:type="gram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р</w:t>
      </w:r>
      <w:proofErr w:type="gram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ішення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075F8A" w:rsidRPr="0086775D" w:rsidRDefault="00075F8A" w:rsidP="00075F8A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86775D">
        <w:rPr>
          <w:rFonts w:ascii="Times New Roman" w:eastAsia="Arial Unicode MS" w:hAnsi="Times New Roman" w:cs="Times New Roman"/>
          <w:sz w:val="24"/>
          <w:szCs w:val="24"/>
          <w:lang w:eastAsia="en-US"/>
        </w:rPr>
        <w:t xml:space="preserve">         3. Контроль за </w:t>
      </w:r>
      <w:proofErr w:type="spellStart"/>
      <w:r w:rsidRPr="0086775D">
        <w:rPr>
          <w:rFonts w:ascii="Times New Roman" w:eastAsia="Arial Unicode MS" w:hAnsi="Times New Roman" w:cs="Times New Roman"/>
          <w:sz w:val="24"/>
          <w:szCs w:val="24"/>
          <w:lang w:eastAsia="en-US"/>
        </w:rPr>
        <w:t>виконанням</w:t>
      </w:r>
      <w:proofErr w:type="spellEnd"/>
      <w:r w:rsidRPr="0086775D">
        <w:rPr>
          <w:rFonts w:ascii="Times New Roman" w:eastAsia="Arial Unicode MS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Arial Unicode MS" w:hAnsi="Times New Roman" w:cs="Times New Roman"/>
          <w:sz w:val="24"/>
          <w:szCs w:val="24"/>
          <w:lang w:eastAsia="en-US"/>
        </w:rPr>
        <w:t>цього</w:t>
      </w:r>
      <w:proofErr w:type="spellEnd"/>
      <w:r w:rsidRPr="0086775D">
        <w:rPr>
          <w:rFonts w:ascii="Times New Roman" w:eastAsia="Arial Unicode MS" w:hAnsi="Times New Roman" w:cs="Times New Roman"/>
          <w:sz w:val="24"/>
          <w:szCs w:val="24"/>
          <w:lang w:eastAsia="en-US"/>
        </w:rPr>
        <w:t xml:space="preserve"> </w:t>
      </w:r>
      <w:proofErr w:type="spellStart"/>
      <w:proofErr w:type="gramStart"/>
      <w:r w:rsidRPr="0086775D">
        <w:rPr>
          <w:rFonts w:ascii="Times New Roman" w:eastAsia="Arial Unicode MS" w:hAnsi="Times New Roman" w:cs="Times New Roman"/>
          <w:sz w:val="24"/>
          <w:szCs w:val="24"/>
          <w:lang w:eastAsia="en-US"/>
        </w:rPr>
        <w:t>р</w:t>
      </w:r>
      <w:proofErr w:type="gramEnd"/>
      <w:r w:rsidRPr="0086775D">
        <w:rPr>
          <w:rFonts w:ascii="Times New Roman" w:eastAsia="Arial Unicode MS" w:hAnsi="Times New Roman" w:cs="Times New Roman"/>
          <w:sz w:val="24"/>
          <w:szCs w:val="24"/>
          <w:lang w:eastAsia="en-US"/>
        </w:rPr>
        <w:t>ішення</w:t>
      </w:r>
      <w:proofErr w:type="spellEnd"/>
      <w:r w:rsidRPr="0086775D">
        <w:rPr>
          <w:rFonts w:ascii="Times New Roman" w:eastAsia="Arial Unicode MS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Arial Unicode MS" w:hAnsi="Times New Roman" w:cs="Times New Roman"/>
          <w:sz w:val="24"/>
          <w:szCs w:val="24"/>
          <w:lang w:eastAsia="en-US"/>
        </w:rPr>
        <w:t>покласти</w:t>
      </w:r>
      <w:proofErr w:type="spellEnd"/>
      <w:r w:rsidRPr="0086775D">
        <w:rPr>
          <w:rFonts w:ascii="Times New Roman" w:eastAsia="Arial Unicode MS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86775D">
        <w:rPr>
          <w:rFonts w:ascii="Times New Roman" w:eastAsia="Arial Unicode MS" w:hAnsi="Times New Roman" w:cs="Times New Roman"/>
          <w:sz w:val="24"/>
          <w:szCs w:val="24"/>
          <w:lang w:eastAsia="en-US"/>
        </w:rPr>
        <w:t>постійну</w:t>
      </w:r>
      <w:proofErr w:type="spellEnd"/>
      <w:r w:rsidRPr="0086775D">
        <w:rPr>
          <w:rFonts w:ascii="Times New Roman" w:eastAsia="Arial Unicode MS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Arial Unicode MS" w:hAnsi="Times New Roman" w:cs="Times New Roman"/>
          <w:sz w:val="24"/>
          <w:szCs w:val="24"/>
          <w:lang w:eastAsia="en-US"/>
        </w:rPr>
        <w:t>комісію</w:t>
      </w:r>
      <w:proofErr w:type="spellEnd"/>
      <w:r w:rsidRPr="0086775D">
        <w:rPr>
          <w:rFonts w:ascii="Times New Roman" w:eastAsia="Arial Unicode MS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Arial Unicode MS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86775D">
        <w:rPr>
          <w:rFonts w:ascii="Times New Roman" w:eastAsia="Arial Unicode MS" w:hAnsi="Times New Roman" w:cs="Times New Roman"/>
          <w:sz w:val="24"/>
          <w:szCs w:val="24"/>
          <w:lang w:eastAsia="en-US"/>
        </w:rPr>
        <w:t xml:space="preserve"> ради з </w:t>
      </w:r>
      <w:proofErr w:type="spellStart"/>
      <w:r w:rsidRPr="0086775D">
        <w:rPr>
          <w:rFonts w:ascii="Times New Roman" w:eastAsia="Arial Unicode MS" w:hAnsi="Times New Roman" w:cs="Times New Roman"/>
          <w:sz w:val="24"/>
          <w:szCs w:val="24"/>
          <w:lang w:eastAsia="en-US"/>
        </w:rPr>
        <w:t>питань</w:t>
      </w:r>
      <w:proofErr w:type="spellEnd"/>
      <w:r w:rsidRPr="0086775D">
        <w:rPr>
          <w:rFonts w:ascii="Times New Roman" w:eastAsia="Arial Unicode MS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86775D">
        <w:rPr>
          <w:rFonts w:ascii="Times New Roman" w:eastAsia="Arial Unicode MS" w:hAnsi="Times New Roman" w:cs="Times New Roman"/>
          <w:sz w:val="24"/>
          <w:szCs w:val="24"/>
          <w:lang w:eastAsia="en-US"/>
        </w:rPr>
        <w:t>земельних</w:t>
      </w:r>
      <w:proofErr w:type="spellEnd"/>
      <w:r w:rsidRPr="0086775D">
        <w:rPr>
          <w:rFonts w:ascii="Times New Roman" w:eastAsia="Arial Unicode MS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Arial Unicode MS" w:hAnsi="Times New Roman" w:cs="Times New Roman"/>
          <w:sz w:val="24"/>
          <w:szCs w:val="24"/>
          <w:lang w:eastAsia="en-US"/>
        </w:rPr>
        <w:t>відносин</w:t>
      </w:r>
      <w:proofErr w:type="spellEnd"/>
      <w:r w:rsidRPr="0086775D">
        <w:rPr>
          <w:rFonts w:ascii="Times New Roman" w:eastAsia="Arial Unicode MS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86775D">
        <w:rPr>
          <w:rFonts w:ascii="Times New Roman" w:eastAsia="Arial Unicode MS" w:hAnsi="Times New Roman" w:cs="Times New Roman"/>
          <w:sz w:val="24"/>
          <w:szCs w:val="24"/>
          <w:lang w:eastAsia="en-US"/>
        </w:rPr>
        <w:t>природокористування</w:t>
      </w:r>
      <w:proofErr w:type="spellEnd"/>
      <w:r w:rsidRPr="0086775D">
        <w:rPr>
          <w:rFonts w:ascii="Times New Roman" w:eastAsia="Arial Unicode MS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86775D">
        <w:rPr>
          <w:rFonts w:ascii="Times New Roman" w:eastAsia="Arial Unicode MS" w:hAnsi="Times New Roman" w:cs="Times New Roman"/>
          <w:sz w:val="24"/>
          <w:szCs w:val="24"/>
          <w:lang w:eastAsia="en-US"/>
        </w:rPr>
        <w:t>планування</w:t>
      </w:r>
      <w:proofErr w:type="spellEnd"/>
      <w:r w:rsidRPr="0086775D">
        <w:rPr>
          <w:rFonts w:ascii="Times New Roman" w:eastAsia="Arial Unicode MS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Arial Unicode MS" w:hAnsi="Times New Roman" w:cs="Times New Roman"/>
          <w:sz w:val="24"/>
          <w:szCs w:val="24"/>
          <w:lang w:eastAsia="en-US"/>
        </w:rPr>
        <w:t>території</w:t>
      </w:r>
      <w:proofErr w:type="spellEnd"/>
      <w:r w:rsidRPr="0086775D">
        <w:rPr>
          <w:rFonts w:ascii="Times New Roman" w:eastAsia="Arial Unicode MS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86775D">
        <w:rPr>
          <w:rFonts w:ascii="Times New Roman" w:eastAsia="Arial Unicode MS" w:hAnsi="Times New Roman" w:cs="Times New Roman"/>
          <w:sz w:val="24"/>
          <w:szCs w:val="24"/>
          <w:lang w:eastAsia="en-US"/>
        </w:rPr>
        <w:t>будівництва</w:t>
      </w:r>
      <w:proofErr w:type="spellEnd"/>
      <w:r w:rsidRPr="0086775D">
        <w:rPr>
          <w:rFonts w:ascii="Times New Roman" w:eastAsia="Arial Unicode MS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86775D">
        <w:rPr>
          <w:rFonts w:ascii="Times New Roman" w:eastAsia="Arial Unicode MS" w:hAnsi="Times New Roman" w:cs="Times New Roman"/>
          <w:sz w:val="24"/>
          <w:szCs w:val="24"/>
          <w:lang w:eastAsia="en-US"/>
        </w:rPr>
        <w:t>архітектури</w:t>
      </w:r>
      <w:proofErr w:type="spellEnd"/>
      <w:r w:rsidRPr="0086775D">
        <w:rPr>
          <w:rFonts w:ascii="Times New Roman" w:eastAsia="Arial Unicode MS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86775D">
        <w:rPr>
          <w:rFonts w:ascii="Times New Roman" w:eastAsia="Arial Unicode MS" w:hAnsi="Times New Roman" w:cs="Times New Roman"/>
          <w:sz w:val="24"/>
          <w:szCs w:val="24"/>
          <w:lang w:eastAsia="en-US"/>
        </w:rPr>
        <w:t>охорони</w:t>
      </w:r>
      <w:proofErr w:type="spellEnd"/>
      <w:r w:rsidRPr="0086775D">
        <w:rPr>
          <w:rFonts w:ascii="Times New Roman" w:eastAsia="Arial Unicode MS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Arial Unicode MS" w:hAnsi="Times New Roman" w:cs="Times New Roman"/>
          <w:sz w:val="24"/>
          <w:szCs w:val="24"/>
          <w:lang w:eastAsia="en-US"/>
        </w:rPr>
        <w:t>пам’яток</w:t>
      </w:r>
      <w:proofErr w:type="spellEnd"/>
      <w:r w:rsidRPr="0086775D">
        <w:rPr>
          <w:rFonts w:ascii="Times New Roman" w:eastAsia="Arial Unicode MS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86775D">
        <w:rPr>
          <w:rFonts w:ascii="Times New Roman" w:eastAsia="Arial Unicode MS" w:hAnsi="Times New Roman" w:cs="Times New Roman"/>
          <w:sz w:val="24"/>
          <w:szCs w:val="24"/>
          <w:lang w:eastAsia="en-US"/>
        </w:rPr>
        <w:t>історичного</w:t>
      </w:r>
      <w:proofErr w:type="spellEnd"/>
      <w:r w:rsidRPr="0086775D">
        <w:rPr>
          <w:rFonts w:ascii="Times New Roman" w:eastAsia="Arial Unicode MS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Arial Unicode MS" w:hAnsi="Times New Roman" w:cs="Times New Roman"/>
          <w:sz w:val="24"/>
          <w:szCs w:val="24"/>
          <w:lang w:eastAsia="en-US"/>
        </w:rPr>
        <w:t>середовища</w:t>
      </w:r>
      <w:proofErr w:type="spellEnd"/>
      <w:r w:rsidRPr="0086775D">
        <w:rPr>
          <w:rFonts w:ascii="Times New Roman" w:eastAsia="Arial Unicode MS" w:hAnsi="Times New Roman" w:cs="Times New Roman"/>
          <w:sz w:val="24"/>
          <w:szCs w:val="24"/>
          <w:lang w:eastAsia="en-US"/>
        </w:rPr>
        <w:t xml:space="preserve"> та благоустрою (Денисюк </w:t>
      </w:r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Т.В.).</w:t>
      </w:r>
    </w:p>
    <w:p w:rsidR="00075F8A" w:rsidRPr="0086775D" w:rsidRDefault="00075F8A" w:rsidP="00075F8A">
      <w:pPr>
        <w:tabs>
          <w:tab w:val="left" w:pos="4424"/>
        </w:tabs>
        <w:spacing w:after="0"/>
        <w:ind w:left="720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75F8A" w:rsidRPr="0086775D" w:rsidRDefault="00075F8A" w:rsidP="00075F8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75F8A" w:rsidRPr="00075F8A" w:rsidRDefault="00075F8A" w:rsidP="00075F8A">
      <w:pPr>
        <w:rPr>
          <w:rFonts w:ascii="Calibri" w:eastAsia="Calibri" w:hAnsi="Calibri" w:cs="Times New Roman"/>
          <w:b/>
          <w:sz w:val="24"/>
          <w:szCs w:val="24"/>
          <w:lang w:val="uk-UA" w:eastAsia="en-US"/>
        </w:rPr>
      </w:pPr>
      <w:bookmarkStart w:id="0" w:name="_GoBack"/>
      <w:bookmarkEnd w:id="0"/>
    </w:p>
    <w:p w:rsidR="006650C2" w:rsidRPr="00075F8A" w:rsidRDefault="00075F8A">
      <w:pPr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голова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Валерій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МИХАЛЮК</w:t>
      </w:r>
    </w:p>
    <w:sectPr w:rsidR="006650C2" w:rsidRPr="00075F8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F8A"/>
    <w:rsid w:val="00075F8A"/>
    <w:rsid w:val="00665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F8A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075F8A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075F8A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075F8A"/>
    <w:rPr>
      <w:rFonts w:ascii="Consolas" w:hAnsi="Consolas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F8A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075F8A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075F8A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075F8A"/>
    <w:rPr>
      <w:rFonts w:ascii="Consolas" w:hAnsi="Consolas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245</Words>
  <Characters>1397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</cp:revision>
  <dcterms:created xsi:type="dcterms:W3CDTF">2021-09-13T12:51:00Z</dcterms:created>
  <dcterms:modified xsi:type="dcterms:W3CDTF">2021-09-13T12:51:00Z</dcterms:modified>
</cp:coreProperties>
</file>