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D8" w:rsidRPr="00154EFF" w:rsidRDefault="003D36D8" w:rsidP="003D36D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6D8" w:rsidRDefault="003D36D8" w:rsidP="003D36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36D8" w:rsidRDefault="003D36D8" w:rsidP="003D36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36D8" w:rsidRDefault="003D36D8" w:rsidP="003D36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6D8" w:rsidRDefault="003D36D8" w:rsidP="003D36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36D8" w:rsidRDefault="003D36D8" w:rsidP="003D36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36D8" w:rsidRPr="004E2B03" w:rsidRDefault="003D36D8" w:rsidP="003D36D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№47</w:t>
      </w:r>
    </w:p>
    <w:p w:rsidR="003D36D8" w:rsidRPr="008E3616" w:rsidRDefault="003D36D8" w:rsidP="003D36D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36D8" w:rsidRPr="008E3616" w:rsidRDefault="003D36D8" w:rsidP="003D36D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3D36D8" w:rsidRPr="008E3616" w:rsidRDefault="003D36D8" w:rsidP="003D36D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Колежнюка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.,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3D36D8" w:rsidRPr="004E2B03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Колежнюку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Василю Володимировичу,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B43E5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0,2700 га, для  ведення особистого селянського господарства,  яка розташована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D36D8" w:rsidRPr="008E3616" w:rsidRDefault="003D36D8" w:rsidP="003D36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D36D8" w:rsidRPr="008E3616" w:rsidRDefault="003D36D8" w:rsidP="003D36D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36D8" w:rsidRPr="008E3616" w:rsidRDefault="003D36D8" w:rsidP="003D36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276" w:rsidRPr="003D36D8" w:rsidRDefault="003D36D8" w:rsidP="003D36D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700276" w:rsidRPr="003D36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D8"/>
    <w:rsid w:val="003D36D8"/>
    <w:rsid w:val="00700276"/>
    <w:rsid w:val="00A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D3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D36D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D3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D36D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2022-02-08T06:44:00Z</dcterms:created>
  <dcterms:modified xsi:type="dcterms:W3CDTF">2022-02-08T11:22:00Z</dcterms:modified>
</cp:coreProperties>
</file>