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0207" w:rsidRDefault="00F90207" w:rsidP="00F902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90207" w:rsidRDefault="00F90207" w:rsidP="00F90207"/>
    <w:p w:rsidR="00F90207" w:rsidRDefault="00F90207" w:rsidP="00F90207"/>
    <w:p w:rsidR="00F90207" w:rsidRDefault="00F90207" w:rsidP="00F902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90207" w:rsidRDefault="00F90207" w:rsidP="00F902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90207" w:rsidRDefault="00F90207" w:rsidP="00F902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90207" w:rsidRDefault="00F90207" w:rsidP="00F902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90207" w:rsidRDefault="00F90207" w:rsidP="00F9020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0207" w:rsidRDefault="00F90207" w:rsidP="00F902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90207" w:rsidRDefault="00F90207" w:rsidP="00F902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0207" w:rsidRDefault="00F90207" w:rsidP="00F9020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90207" w:rsidRPr="00685040" w:rsidRDefault="00F90207" w:rsidP="00F9020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F90207" w:rsidRPr="00730562" w:rsidRDefault="00F90207" w:rsidP="00F9020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90207" w:rsidRPr="002606EF" w:rsidRDefault="00F90207" w:rsidP="00F9020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90207" w:rsidRPr="002606EF" w:rsidRDefault="00F90207" w:rsidP="00F9020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90207" w:rsidRPr="002606EF" w:rsidRDefault="00F90207" w:rsidP="00F9020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90207" w:rsidRPr="00730562" w:rsidRDefault="00F90207" w:rsidP="00F9020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Гвоздяр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П.І.</w:t>
      </w:r>
    </w:p>
    <w:p w:rsidR="00F90207" w:rsidRPr="002606EF" w:rsidRDefault="00F90207" w:rsidP="00F9020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0207" w:rsidRPr="002606EF" w:rsidRDefault="00F90207" w:rsidP="00F902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Гвоздяра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П.І.,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F90207" w:rsidRPr="002606EF" w:rsidRDefault="00F90207" w:rsidP="00F902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F90207" w:rsidRPr="002606EF" w:rsidRDefault="00F90207" w:rsidP="00F902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Гвоздяру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Павлу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Івановичу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481D2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</w:t>
      </w:r>
      <w:bookmarkStart w:id="0" w:name="_GoBack"/>
      <w:bookmarkEnd w:id="0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 га,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вул.Миру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90207" w:rsidRPr="002606EF" w:rsidRDefault="00F90207" w:rsidP="00F902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Гвоздяру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П.І.,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90207" w:rsidRPr="002606EF" w:rsidRDefault="00F90207" w:rsidP="00F902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90207" w:rsidRPr="002606EF" w:rsidRDefault="00F90207" w:rsidP="00F9020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90207" w:rsidRPr="002606EF" w:rsidRDefault="00F90207" w:rsidP="00F902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0207" w:rsidRPr="002606EF" w:rsidRDefault="00F90207" w:rsidP="00F902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0207" w:rsidRPr="002606EF" w:rsidRDefault="00F90207" w:rsidP="00F902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0207" w:rsidRPr="002606EF" w:rsidRDefault="00F90207" w:rsidP="00F902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0207" w:rsidRPr="002606EF" w:rsidRDefault="00F90207" w:rsidP="00F902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5519" w:rsidRPr="00F90207" w:rsidRDefault="00F90207" w:rsidP="00F9020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295519" w:rsidRPr="00F9020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207"/>
    <w:rsid w:val="00171A2E"/>
    <w:rsid w:val="00295519"/>
    <w:rsid w:val="00304C90"/>
    <w:rsid w:val="00481D2B"/>
    <w:rsid w:val="00505B6D"/>
    <w:rsid w:val="006D3977"/>
    <w:rsid w:val="007D6C18"/>
    <w:rsid w:val="00D1641A"/>
    <w:rsid w:val="00F90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226</Words>
  <Characters>1292</Characters>
  <Application>Microsoft Office Word</Application>
  <DocSecurity>0</DocSecurity>
  <Lines>10</Lines>
  <Paragraphs>3</Paragraphs>
  <ScaleCrop>false</ScaleCrop>
  <Company>Microsoft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2020-05-21T17:38:00Z</dcterms:created>
  <dcterms:modified xsi:type="dcterms:W3CDTF">2020-05-21T18:04:00Z</dcterms:modified>
</cp:coreProperties>
</file>