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ED" w:rsidRPr="00B623A8" w:rsidRDefault="006820ED" w:rsidP="006820E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525DF1" wp14:editId="69EADC4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280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8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0ED" w:rsidRDefault="006820ED" w:rsidP="00682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q9q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SMg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i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e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X8n6vat3AABf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IY8EA&#10;AADeAAAADwAAAGRycy9kb3ducmV2LnhtbERPS4vCMBC+C/6HMII3Ta2wltooIioehMXXfWimD2wm&#10;pYna/febhQVv8/E9J1v3phEv6lxtWcFsGoEgzq2uuVRwu+4nCQjnkTU2lknBDzlYr4aDDFNt33ym&#10;18WXIoSwS1FB5X2bSunyigy6qW2JA1fYzqAPsCul7vAdwk0j4yj6kgZrDg0VtrStKH9cnkaBnR+O&#10;p3sZn+c7XnjefCfFvT8pNR71myUIT73/iP/dRx3mx0kUw9874Qa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oiGP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fW8YA&#10;AADeAAAADwAAAGRycy9kb3ducmV2LnhtbERPTWsCMRC9F/ofwhR6kZqtgtWtUURYrR4KWqHXYTPd&#10;bN1MliTq1l/fFITe5vE+ZzrvbCPO5EPtWMFzPwNBXDpdc6Xg8FE8jUGEiKyxcUwKfijAfHZ/N8Vc&#10;uwvv6LyPlUghHHJUYGJscylDachi6LuWOHFfzluMCfpKao+XFG4bOciykbRYc2ow2NLSUHncn6yC&#10;7+LdfC5frivfm+zo2iu262YzUurxoVu8gojUxX/xzf2m0/zBOBvC3zvp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CfW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jLsQA&#10;AADeAAAADwAAAGRycy9kb3ducmV2LnhtbESP3YrCMBCF7xd8hzCCN4umuiJSjSKisngj/jzA0IxN&#10;sZmUJtr69kYQvJvhnDnfmfmytaV4UO0LxwqGgwQEceZ0wbmCy3nbn4LwAVlj6ZgUPMnDctH5mWOq&#10;XcNHepxCLmII+xQVmBCqVEqfGbLoB64ijtrV1RZDXOtc6hqbGG5LOUqSibRYcCQYrGhtKLud7jZC&#10;Dn942F+b83bXYoObveHf1VGpXrddzUAEasPX/Ln+17H+aJqM4f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aoy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Tj8QA&#10;AADeAAAADwAAAGRycy9kb3ducmV2LnhtbERPTUsDMRC9C/0PYQrebLaLrWVtWkpVEMGDVSi9DZvp&#10;7uJmEpKxu/57Iwje5vE+Z70dXa8uFFPn2cB8VoAirr3tuDHw8f50swKVBNli75kMfFOC7WZytcbK&#10;+oHf6HKQRuUQThUaaEVCpXWqW3KYZj4QZ+7so0PJMDbaRhxyuOt1WRRL7bDj3NBioH1L9efhyxl4&#10;HR7Dy91ycQ6neFvq9GDluBdjrqfj7h6U0Cj/4j/3s83zy1Wx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SE4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YwsMA&#10;AADeAAAADwAAAGRycy9kb3ducmV2LnhtbESP0YrCMBBF3wX/IYywL6KpCiLVKCK6iC9i9QOGZmyK&#10;zaQ0Wdv9eyMIvs1w79xzZ7XpbCWe1PjSsYLJOAFBnDtdcqHgdj2MFiB8QNZYOSYF/+Rhs+73Vphq&#10;1/KFnlkoRAxhn6ICE0KdSulzQxb92NXEUbu7xmKIa1NI3WAbw20lp0kylxZLjgSDNe0M5Y/sz0bI&#10;eYbn0729Hn47bHF/MjzcXpT6GXTbJYhAXfiaP9dHHetPF8kc3u/EGe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SYws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oY8QA&#10;AADeAAAADwAAAGRycy9kb3ducmV2LnhtbERPTUsDMRC9C/0PYQrebLaLtmVtWkpVEMGDVSi9DZvp&#10;7uJmEpKxu/57Iwje5vE+Z70dXa8uFFPn2cB8VoAirr3tuDHw8f50swKVBNli75kMfFOC7WZytcbK&#10;+oHf6HKQRuUQThUaaEVCpXWqW3KYZj4QZ+7so0PJMDbaRhxyuOt1WRQL7bDj3NBioH1L9efhyxl4&#10;HR7Dy3Jxdw6neFvq9GDluBdjrqfj7h6U0Cj/4j/3s83zy1Wx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MKG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h+McA&#10;AADeAAAADwAAAGRycy9kb3ducmV2LnhtbESPQUsDMRCF74L/IYzgRWzWilLWpsUKoUKF0ip4HTbT&#10;3cXNZElid/vvO4dCbzO8N+99M1+OvlNHiqkNbOBpUoAiroJruTbw820fZ6BSRnbYBSYDJ0qwXNze&#10;zLF0YeAdHfe5VhLCqUQDTc59qXWqGvKYJqEnFu0Qoscsa6y1izhIuO/0tChetceWpaHBnj4aqv72&#10;/97AajvUz/GhWo1hc1j/vljr7Jc15v5ufH8DlWnMV/Pl+tMJ/nRWCK+8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Wofj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OnMIA&#10;AADeAAAADwAAAGRycy9kb3ducmV2LnhtbERP3WrCMBS+H+wdwhl4N9MVN2o1ikwKMnYz9QEOzbGp&#10;NiclibW+vRkMdnc+vt+zXI+2EwP50DpW8DbNQBDXTrfcKDgeqtcCRIjIGjvHpOBOAdar56clltrd&#10;+IeGfWxECuFQogITY19KGWpDFsPU9cSJOzlvMSboG6k93lK47WSeZR/SYsupwWBPn4bqy/5qFVRf&#10;+fdwuWpfuc04s/RuzsXWKDV5GTcLEJHG+C/+c+90mp8X2R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6k6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8FlsUA&#10;AADeAAAADwAAAGRycy9kb3ducmV2LnhtbERP32vCMBB+H/g/hBN8kZnOMXHVKDoIG0wQ3cDXoznb&#10;YnMpSbTdf78MhL3dx/fzluveNuJGPtSOFTxNMhDEhTM1lwq+v/TjHESIyAYbx6TghwKsV4OHJebG&#10;dXyg2zGWIoVwyFFBFWObSxmKiiyGiWuJE3d23mJM0JfSeOxSuG3kNMtm0mLNqaHClt4qKi7Hq1Ww&#10;3Xflsx8X2959nt9PL1obvdNKjYb9ZgEiUh//xXf3h0nzp/PX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TwW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q8sMA&#10;AADeAAAADwAAAGRycy9kb3ducmV2LnhtbERP3WrCMBS+H+wdwhnsbqYrc3bVKLJRENmNugc4NMem&#10;szkpSaz17Y0w2N35+H7PYjXaTgzkQ+tYweskA0FcO91yo+DnUL0UIEJE1tg5JgVXCrBaPj4ssNTu&#10;wjsa9rERKYRDiQpMjH0pZagNWQwT1xMn7ui8xZigb6T2eEnhtpN5lr1Liy2nBoM9fRqqT/uzVVBt&#10;8+/hdNa+cuvxzdLU/BZfRqnnp3E9BxFpjP/iP/dGp/l58TGD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Pq8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LgaMQA&#10;AADeAAAADwAAAGRycy9kb3ducmV2LnhtbESPzW7CQAyE75V4h5WReisbfgWBBVVIVOVI4AGsrEki&#10;st6Q3ZLw9vUBiZutGc983ux6V6sHtaHybGA8SkAR595WXBi4nA9fS1AhIlusPZOBJwXYbQcfG0yt&#10;7/hEjywWSkI4pGigjLFJtQ55SQ7DyDfEol196zDK2hbatthJuKv1JEkW2mHF0lBiQ/uS8lv25wzM&#10;nt3PPZvfkoN1ND5OmyPHfG7M57D/XoOK1Me3+XX9awV/slwJr7wjM+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i4G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TXMQA&#10;AADeAAAADwAAAGRycy9kb3ducmV2LnhtbERPS0vDQBC+C/6HZYTe7KY5hCZ2E0pLRXrStHoestMk&#10;mJ0N2W0e/94VBG/z8T1nV8ymEyMNrrWsYLOOQBBXVrdcK7heTs9bEM4ja+wsk4KFHBT548MOM20n&#10;/qCx9LUIIewyVNB432dSuqohg25te+LA3exg0Ac41FIPOIVw08k4ihJpsOXQ0GBPh4aq7/JuFNyT&#10;r/jKt7N+L4/La3o87Z38rJVaPc37FxCeZv8v/nO/6TA/3qYp/L4Tb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sU1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QxskA&#10;AADeAAAADwAAAGRycy9kb3ducmV2LnhtbESPT0/CQBDF7yR8h82QcIMtf9JAYSFqYiIcJKIeuI3d&#10;sS12Z2t3hfLtnYOJt5nMm/feb73tXK0u1IbKs4HJOAFFnHtbcWHg7fVxtAAVIrLF2jMZuFGA7abf&#10;W2Nm/ZVf6HKMhRITDhkaKGNsMq1DXpLDMPYNsdw+feswytoW2rZ4FXNX62mSpNphxZJQYkMPJeVf&#10;xx9n4P2wSJeH+938vH/+wJmz3ydbpcYMB93dClSkLv6L/76frNSfLhMBEByZQW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pLQx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fiycQA&#10;AADeAAAADwAAAGRycy9kb3ducmV2LnhtbERPTWvCQBC9C/6HZYTezMZYJI2uYitNiydrC70O2TEJ&#10;ZmdDdmtif70rFHqbx/uc1WYwjbhQ52rLCmZRDIK4sLrmUsHX5+s0BeE8ssbGMim4koPNejxaYaZt&#10;zx90OfpShBB2GSqovG8zKV1RkUEX2ZY4cCfbGfQBdqXUHfYh3DQyieOFNFhzaKiwpZeKivPxxyj4&#10;XXzjwb0lz7u59nR9THO7P+RKPUyG7RKEp8H/i//c7zrMT57iGdzfC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n4s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wVEMIA&#10;AADeAAAADwAAAGRycy9kb3ducmV2LnhtbERPzYrCMBC+C75DGMGbpltUtGsUEQVvu9Z9gKGZTYvN&#10;pDZRq0+/ERa8zcf3O8t1Z2txo9ZXjhV8jBMQxIXTFRsFP6f9aA7CB2SNtWNS8CAP61W/t8RMuzsf&#10;6ZYHI2II+wwVlCE0mZS+KMmiH7uGOHK/rrUYImyN1C3eY7itZZokM2mx4thQYkPbkopzfrUKLi6d&#10;6i7f4dd5t/iujJlcnseJUsNBt/kEEagLb/G/+6Dj/HSRpPB6J9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zBUQ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zWYMQA&#10;AADeAAAADwAAAGRycy9kb3ducmV2LnhtbERPPW/CMBDdkfofrKvUDZyCoBBwolKpUlagQ8erfSSh&#10;8TmNDUn59XUlJLZ7ep+3yQfbiAt1vnas4HmSgCDWztRcKvg4vI+XIHxANtg4JgW/5CHPHkYbTI3r&#10;eUeXfShFDGGfooIqhDaV0uuKLPqJa4kjd3SdxRBhV0rTYR/DbSOnSbKQFmuODRW29FaR/t6frYKi&#10;/qL5Qh9XdrnVu8/rT5i9nIxST4/D6xpEoCHcxTd3YeL86SqZwf878Qa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1m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S3w8UA&#10;AADeAAAADwAAAGRycy9kb3ducmV2LnhtbERP0WoCMRB8L/Qfwgp9q4lHKXoapRYKlapQFfu6XLaX&#10;o5fNcYnn+fdGEPo2u7MzszNb9K4WHbWh8qxhNFQgiAtvKi41HPYfz2MQISIbrD2ThgsFWMwfH2aY&#10;G3/mb+p2sRTJhEOOGmyMTS5lKCw5DEPfECfu17cOYxrbUpoWz8nc1TJT6lU6rDglWGzo3VLxtzs5&#10;DR1uL+rHLjeTVbUusu3y+GXSXj8N+rcpiEh9/D++qz9Nej+bqBe41UkY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LfD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NwsMA&#10;AADeAAAADwAAAGRycy9kb3ducmV2LnhtbERPTUvDQBC9C/0PyxS82U0DisZuSylUPGrsweOYnWbT&#10;ZmfC7tpEf70rCN7m8T5ntZl8ry4UYidsYLkoQBE3YjtuDRze9jf3oGJCttgLk4EvirBZz65WWFkZ&#10;+ZUudWpVDuFYoQGX0lBpHRtHHuNCBuLMHSV4TBmGVtuAYw73vS6L4k577Dg3OBxo56g515/ewPjU&#10;fJzK47t132GQff0ip7IXY67n0/YRVKIp/Yv/3M82zy8fil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XNw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DosUA&#10;AADeAAAADwAAAGRycy9kb3ducmV2LnhtbERPyWrDMBC9F/oPYgq5NXJ8yOJECVkhlIaQpfepNbHd&#10;SiNjKYn791WhkNs83jqTWWuNuFHjK8cKet0EBHHudMWFgvNp8zoE4QOyRuOYFPyQh9n0+WmCmXZ3&#10;PtDtGAoRQ9hnqKAMoc6k9HlJFn3X1cSRu7jGYoiwKaRu8B7DrZFpkvSlxYpjQ4k1LUvKv49Xq2Cz&#10;X5mvdHeYf8iwXA8+zfBtsXpXqvPSzscgArXhIf53b3Wcn46SPvy9E2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0O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7rcUA&#10;AADeAAAADwAAAGRycy9kb3ducmV2LnhtbERP22rCQBB9F/yHZQRfSt1oqbXRVUQQFRS8QV/H7JgE&#10;s7Mhu8b0791Cwbc5nOtMZo0pRE2Vyy0r6PciEMSJ1TmnCs6n5fsIhPPIGgvLpOCXHMym7dYEY20f&#10;fKD66FMRQtjFqCDzvoyldElGBl3PlsSBu9rKoA+wSqWu8BHCTSEHUTSUBnMODRmWtMgouR3vRkG9&#10;317Sde3KzW305j4/LqvVTv8o1e008zEIT41/if/dax3mD76jL/h7J9w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Tu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RwskA&#10;AADeAAAADwAAAGRycy9kb3ducmV2LnhtbESPT0/DMAzF70h8h8hI3FhCBWgry6YNCYkLEvtzYDev&#10;MW21xumSsBU+PT4g7WbrPb/383Q++E6dKKY2sIX7kQFFXAXXcm1hu3m9G4NKGdlhF5gs/FCC+ez6&#10;aoqlC2de0WmdayUhnEq00OTcl1qnqiGPaRR6YtG+QvSYZY21dhHPEu47XRjzpD22LA0N9vTSUHVY&#10;f3sLy8l4efx44Pff1X5Hu8/94bGIxtrbm2HxDCrTkC/m/+s3J/jFxAivvC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NbRwskAAADeAAAADwAAAAAAAAAAAAAAAACYAgAA&#10;ZHJzL2Rvd25yZXYueG1sUEsFBgAAAAAEAAQA9QAAAI4DAAAAAA==&#10;" fillcolor="black" stroked="f"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6WcUA&#10;AADeAAAADwAAAGRycy9kb3ducmV2LnhtbERPS2vCQBC+F/oflil4qxsDFY2uon1AQXvwcfA4Zsdk&#10;SXY2ZFdN++tdQehtPr7nTOedrcWFWm8cKxj0ExDEudOGCwX73dfrCIQPyBprx6TglzzMZ89PU8y0&#10;u/KGLttQiBjCPkMFZQhNJqXPS7Lo+64hjtzJtRZDhG0hdYvXGG5rmSbJUFo0HBtKbOi9pLzanq2C&#10;w2poRhtD6XH9t/zU67dq+fNRKdV76RYTEIG68C9+uL91nJ+OkzH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XpZ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oK8cA&#10;AADeAAAADwAAAGRycy9kb3ducmV2LnhtbESPQW/CMAyF75P4D5GRdhspHCbWERBimrbLDjCmXa3G&#10;a0obp0sCFH49PkzazZaf33vfYjX4Tp0opiawgemkAEVcBdtwbWD/+fowB5UyssUuMBm4UILVcnS3&#10;wNKGM2/ptMu1EhNOJRpwOfel1qly5DFNQk8st58QPWZZY61txLOY+07PiuJRe2xYEhz2tHFUtbuj&#10;NxDX3y/tlY9fbXH9uKS3w/A7R2fM/XhYP4PKNOR/8d/3u5X6s6epAAiOzK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oKC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7+8QA&#10;AADeAAAADwAAAGRycy9kb3ducmV2LnhtbERPzWrCQBC+F/oOyxS8lLpJDrZGVylCoaAUtD7ANDsm&#10;obuzITtq9OldodDbfHy/M18O3qkT9bENbCAfZ6CIq2Bbrg3svz9e3kBFQbboApOBC0VYLh4f5lja&#10;cOYtnXZSqxTCsUQDjUhXah2rhjzGceiIE3cIvUdJsK+17fGcwr3TRZZNtMeWU0ODHa0aqn53R2/A&#10;FT9uun6NG7ns9Sa7etk+f1ljRk/D+wyU0CD/4j/3p03zi2mew/2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VO/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fk1sQA&#10;AADeAAAADwAAAGRycy9kb3ducmV2LnhtbERPPW/CMBDdK/EfrKvUrThkqGiKQRSElIWhKYj1iK9x&#10;hH2OYhdSfn2NhMR2T+/zZovBWXGmPrSeFUzGGQji2uuWGwW7783rFESIyBqtZ1LwRwEW89HTDAvt&#10;L/xF5yo2IoVwKFCBibErpAy1IYdh7DvixP343mFMsG+k7vGSwp2VeZa9SYctpwaDHa0M1afq1ylY&#10;V53Nd6X5DIf99ni05XVDh7VSL8/D8gNEpCE+xHd3qdP8/H2Sw+2dd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X5N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7ze8MA&#10;AADeAAAADwAAAGRycy9kb3ducmV2LnhtbERPTWsCMRC9C/0PYQq9abIWtF03SikKQk+1euhtSMbd&#10;1c1k2UR3/femUPA2j/c5xWpwjbhSF2rPGrKJAkFsvK251LD/2YzfQISIbLHxTBpuFGC1fBoVmFvf&#10;8zddd7EUKYRDjhqqGNtcymAqchgmviVO3NF3DmOCXSlth30Kd42cKjWTDmtODRW29FmROe8uTsNp&#10;I7+8UWgO+0O/tfPf9YwapfXL8/CxABFpiA/xv3tr0/zpe/YKf++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7ze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+YaMQA&#10;AADeAAAADwAAAGRycy9kb3ducmV2LnhtbERPTWvCQBC9C/0PywjedGMsYqOrWEEQSw/VUjyO2TEJ&#10;yc6G3VXTf98tCN7m8T5nsepMI27kfGVZwXiUgCDOra64UPB93A5nIHxA1thYJgW/5GG1fOktMNP2&#10;zl90O4RCxBD2GSooQ2gzKX1ekkE/si1x5C7WGQwRukJqh/cYbhqZJslUGqw4NpTY0qakvD5cjYLT&#10;9YMvn5P92r2HH9sdfZ2eZ7VSg363noMI1IWn+OHe6Tg/fRu/wv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fmG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7ogc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el0OIb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uiBxQAAAN4AAAAPAAAAAAAAAAAAAAAAAJgCAABkcnMv&#10;ZG93bnJldi54bWxQSwUGAAAAAAQABAD1AAAAigMAAAAA&#10;" fillcolor="black" stroked="f"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9XMQA&#10;AADeAAAADwAAAGRycy9kb3ducmV2LnhtbERPTWsCMRC9C/6HMIXeNKsFaVejLIK09LRqS6/jZtws&#10;3UyWJI3bf98UCr3N433OZjfaXiTyoXOsYDEvQBA3TnfcKng7H2aPIEJE1tg7JgXfFGC3nU42WGp3&#10;4yOlU2xFDuFQogIT41BKGRpDFsPcDcSZuzpvMWboW6k93nK47eWyKFbSYse5weBAe0PN5+nLKkiX&#10;fV09pI9kjq++ar2rn98vtVL3d2O1BhFpjP/iP/eLzvOXT4sV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fV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czsUA&#10;AADeAAAADwAAAGRycy9kb3ducmV2LnhtbERPTWvCQBC9F/wPywje6iYebI2uItJK20ttFPQ4ZMds&#10;MDsbstsY/fXdQqG3ebzPWax6W4uOWl85VpCOExDEhdMVlwoO+9fHZxA+IGusHZOCG3lYLQcPC8y0&#10;u/IXdXkoRQxhn6ECE0KTSekLQxb92DXEkTu71mKIsC2lbvEaw20tJ0kylRYrjg0GG9oYKi75t1Xg&#10;083L8cPeZ91pa/gzfzfTXWmUGg379RxEoD78i//cbzrOn8zSJ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pz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0ED" w:rsidRDefault="006820ED" w:rsidP="00682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20ED" w:rsidRDefault="006820ED" w:rsidP="006820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820ED" w:rsidRPr="004A7D10" w:rsidRDefault="006820ED" w:rsidP="006820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20ED" w:rsidRDefault="006820ED" w:rsidP="006820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20ED" w:rsidRPr="00545F29" w:rsidRDefault="006820ED" w:rsidP="006820E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6820ED" w:rsidRPr="0060655C" w:rsidRDefault="006820ED" w:rsidP="006820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Швидкій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Т.О.</w:t>
      </w: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Швидкої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6820ED" w:rsidRPr="00545F29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Швидкій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Олександрівні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02E3C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0,1522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6823984000:03:018:0315),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за межами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Швидкій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0ED" w:rsidRPr="0060655C" w:rsidRDefault="006820ED" w:rsidP="006820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0ED" w:rsidRPr="0060655C" w:rsidRDefault="006820ED" w:rsidP="006820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C46" w:rsidRPr="006820ED" w:rsidRDefault="006820ED" w:rsidP="006820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36C46" w:rsidRPr="006820E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A7" w:rsidRDefault="00555CA7">
      <w:pPr>
        <w:spacing w:after="0" w:line="240" w:lineRule="auto"/>
      </w:pPr>
      <w:r>
        <w:separator/>
      </w:r>
    </w:p>
  </w:endnote>
  <w:endnote w:type="continuationSeparator" w:id="0">
    <w:p w:rsidR="00555CA7" w:rsidRDefault="0055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A7" w:rsidRDefault="00555CA7">
      <w:pPr>
        <w:spacing w:after="0" w:line="240" w:lineRule="auto"/>
      </w:pPr>
      <w:r>
        <w:separator/>
      </w:r>
    </w:p>
  </w:footnote>
  <w:footnote w:type="continuationSeparator" w:id="0">
    <w:p w:rsidR="00555CA7" w:rsidRDefault="00555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ED"/>
    <w:rsid w:val="004050E5"/>
    <w:rsid w:val="00555CA7"/>
    <w:rsid w:val="006820ED"/>
    <w:rsid w:val="00A36C46"/>
    <w:rsid w:val="00C0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820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820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820E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820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820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820E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2020-12-24T17:22:00Z</dcterms:created>
  <dcterms:modified xsi:type="dcterms:W3CDTF">2020-12-24T18:50:00Z</dcterms:modified>
</cp:coreProperties>
</file>