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332" w:rsidRDefault="00FF5798" w:rsidP="00A633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63332" w:rsidRDefault="00A63332" w:rsidP="00A63332"/>
    <w:p w:rsidR="00A63332" w:rsidRDefault="00A63332" w:rsidP="00A63332"/>
    <w:p w:rsidR="00A63332" w:rsidRDefault="00A63332" w:rsidP="00A633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63332" w:rsidRDefault="00A63332" w:rsidP="00A633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63332" w:rsidRDefault="00A63332" w:rsidP="00A633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63332" w:rsidRDefault="00A63332" w:rsidP="00A633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63332" w:rsidRDefault="00A63332" w:rsidP="00A633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3332" w:rsidRDefault="00A63332" w:rsidP="00A633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63332" w:rsidRDefault="00A63332" w:rsidP="00A633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3332" w:rsidRDefault="00A63332" w:rsidP="00A6333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63332" w:rsidRPr="000E2935" w:rsidRDefault="00A63332" w:rsidP="00A6333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33</w:t>
      </w:r>
    </w:p>
    <w:p w:rsidR="00A63332" w:rsidRPr="004A1A91" w:rsidRDefault="00A63332" w:rsidP="00A6333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A63332" w:rsidRPr="004A1A91" w:rsidRDefault="00A63332" w:rsidP="00A6333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63332" w:rsidRPr="004A1A91" w:rsidRDefault="00A63332" w:rsidP="00A6333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63332" w:rsidRPr="004A1A91" w:rsidRDefault="00A63332" w:rsidP="00A6333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A63332" w:rsidRPr="004A1A91" w:rsidRDefault="00A63332" w:rsidP="00A6333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Мачулянському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В.А.</w:t>
      </w:r>
    </w:p>
    <w:p w:rsidR="00A63332" w:rsidRPr="004A1A91" w:rsidRDefault="00A63332" w:rsidP="00A6333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63332" w:rsidRPr="004A1A91" w:rsidRDefault="00A63332" w:rsidP="00A6333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Мачулянського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В.А.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A63332" w:rsidRPr="004A1A91" w:rsidRDefault="00A63332" w:rsidP="00A6333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A63332" w:rsidRPr="004A1A91" w:rsidRDefault="00A63332" w:rsidP="00A6333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Мачулянському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Андрійовичу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який зареєстрований за адресою: </w:t>
      </w:r>
      <w:r w:rsidR="00FF5798" w:rsidRPr="00FF5798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  <w:bookmarkStart w:id="0" w:name="_GoBack"/>
      <w:bookmarkEnd w:id="0"/>
      <w:r w:rsidRPr="004A1A91">
        <w:rPr>
          <w:rFonts w:ascii="Times New Roman" w:hAnsi="Times New Roman" w:cs="Times New Roman"/>
          <w:sz w:val="24"/>
          <w:szCs w:val="24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0,09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га,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селі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A63332" w:rsidRPr="004A1A91" w:rsidRDefault="00A63332" w:rsidP="00A6333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Мачулянському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В.А.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A63332" w:rsidRPr="004A1A91" w:rsidRDefault="00A63332" w:rsidP="00A6333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63332" w:rsidRPr="004A1A91" w:rsidRDefault="00A63332" w:rsidP="00A6333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63332" w:rsidRPr="004A1A91" w:rsidRDefault="00A63332" w:rsidP="00A6333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63332" w:rsidRPr="004A1A91" w:rsidRDefault="00A63332" w:rsidP="00A6333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63332" w:rsidRPr="004A1A91" w:rsidRDefault="00A63332" w:rsidP="00A6333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63332" w:rsidRPr="004A1A91" w:rsidRDefault="00A63332" w:rsidP="00A6333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63332" w:rsidRPr="00A63332" w:rsidRDefault="00A63332" w:rsidP="00A6333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3D3CFF" w:rsidRPr="00A63332" w:rsidRDefault="00A63332" w:rsidP="00A6333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3D3CFF" w:rsidRPr="00A63332" w:rsidSect="003D3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63332"/>
    <w:rsid w:val="00171A2E"/>
    <w:rsid w:val="00304C90"/>
    <w:rsid w:val="003D3CFF"/>
    <w:rsid w:val="00505B6D"/>
    <w:rsid w:val="006D3977"/>
    <w:rsid w:val="007D6C18"/>
    <w:rsid w:val="00A63332"/>
    <w:rsid w:val="00D1641A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33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2020-03-16T12:49:00Z</dcterms:created>
  <dcterms:modified xsi:type="dcterms:W3CDTF">2020-03-17T06:27:00Z</dcterms:modified>
</cp:coreProperties>
</file>