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FA3" w:rsidRPr="002F3BF9" w:rsidRDefault="00FD1FA3" w:rsidP="00B801F6">
      <w:pPr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noProof/>
        </w:rPr>
        <w:t xml:space="preserve">                                                             </w:t>
      </w:r>
      <w:r w:rsidRPr="004F799F">
        <w:rPr>
          <w:rFonts w:ascii="Times New Roman" w:hAnsi="Times New Roman"/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0" o:spid="_x0000_i1025" type="#_x0000_t75" alt="gerb" style="width:45pt;height:60pt;visibility:visible">
            <v:imagedata r:id="rId5" o:title=""/>
          </v:shape>
        </w:pict>
      </w:r>
      <w:r>
        <w:rPr>
          <w:rFonts w:ascii="Times New Roman" w:hAnsi="Times New Roman"/>
          <w:noProof/>
        </w:rPr>
        <w:t xml:space="preserve">                                            ПРОЕКТ</w:t>
      </w:r>
    </w:p>
    <w:p w:rsidR="00FD1FA3" w:rsidRPr="00B801F6" w:rsidRDefault="00FD1FA3" w:rsidP="00B801F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B801F6">
        <w:rPr>
          <w:rFonts w:ascii="Times New Roman" w:hAnsi="Times New Roman"/>
          <w:b/>
          <w:sz w:val="32"/>
          <w:szCs w:val="32"/>
        </w:rPr>
        <w:t>УКРАЇНА</w:t>
      </w:r>
    </w:p>
    <w:p w:rsidR="00FD1FA3" w:rsidRPr="00B801F6" w:rsidRDefault="00FD1FA3" w:rsidP="00B801F6">
      <w:pPr>
        <w:tabs>
          <w:tab w:val="left" w:pos="1344"/>
          <w:tab w:val="center" w:pos="4677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B801F6">
        <w:rPr>
          <w:rFonts w:ascii="Times New Roman" w:hAnsi="Times New Roman"/>
          <w:b/>
          <w:sz w:val="32"/>
          <w:szCs w:val="32"/>
        </w:rPr>
        <w:t>ТЕРНОПІЛЬСЬКА   ОБЛАСТЬ</w:t>
      </w:r>
    </w:p>
    <w:p w:rsidR="00FD1FA3" w:rsidRPr="00B801F6" w:rsidRDefault="00FD1FA3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801F6">
        <w:rPr>
          <w:rFonts w:ascii="Times New Roman" w:hAnsi="Times New Roman"/>
          <w:b/>
          <w:bCs/>
          <w:color w:val="000000"/>
          <w:sz w:val="28"/>
          <w:szCs w:val="28"/>
        </w:rPr>
        <w:t>Борщівського району</w:t>
      </w:r>
    </w:p>
    <w:p w:rsidR="00FD1FA3" w:rsidRPr="00B801F6" w:rsidRDefault="00FD1FA3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801F6">
        <w:rPr>
          <w:rFonts w:ascii="Times New Roman" w:hAnsi="Times New Roman"/>
          <w:b/>
          <w:bCs/>
          <w:color w:val="000000"/>
          <w:sz w:val="28"/>
          <w:szCs w:val="28"/>
        </w:rPr>
        <w:t>Мельнице-Подільська селищна рада</w:t>
      </w:r>
    </w:p>
    <w:p w:rsidR="00FD1FA3" w:rsidRPr="00B801F6" w:rsidRDefault="00FD1FA3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B801F6">
        <w:rPr>
          <w:rFonts w:ascii="Times New Roman" w:hAnsi="Times New Roman"/>
          <w:b/>
          <w:bCs/>
          <w:color w:val="000000"/>
          <w:sz w:val="28"/>
        </w:rPr>
        <w:t>СЬОМЕ  СКЛИКАННЯ</w:t>
      </w:r>
    </w:p>
    <w:p w:rsidR="00FD1FA3" w:rsidRPr="00B801F6" w:rsidRDefault="00FD1FA3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 xml:space="preserve">ПЯТДЕСЯТЬ </w:t>
      </w:r>
      <w:r w:rsidRPr="00B801F6">
        <w:rPr>
          <w:rFonts w:ascii="Times New Roman" w:hAnsi="Times New Roman"/>
          <w:b/>
          <w:bCs/>
          <w:color w:val="000000"/>
          <w:sz w:val="28"/>
        </w:rPr>
        <w:t>ТРЕТЯ  СЕСІЯ</w:t>
      </w:r>
    </w:p>
    <w:p w:rsidR="00FD1FA3" w:rsidRPr="00B801F6" w:rsidRDefault="00FD1FA3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FD1FA3" w:rsidRPr="00B801F6" w:rsidRDefault="00FD1FA3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FD1FA3" w:rsidRPr="00B801F6" w:rsidRDefault="00FD1FA3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FD1FA3" w:rsidRPr="002F3BF9" w:rsidRDefault="00FD1FA3" w:rsidP="00B801F6">
      <w:pPr>
        <w:spacing w:after="0"/>
        <w:rPr>
          <w:rFonts w:ascii="Times New Roman" w:hAnsi="Times New Roman"/>
          <w:sz w:val="28"/>
          <w:szCs w:val="28"/>
        </w:rPr>
      </w:pPr>
      <w:r w:rsidRPr="002F3BF9">
        <w:rPr>
          <w:rFonts w:ascii="Times New Roman" w:hAnsi="Times New Roman"/>
          <w:sz w:val="28"/>
          <w:szCs w:val="28"/>
        </w:rPr>
        <w:t>від     07 листопада</w:t>
      </w:r>
      <w:bookmarkStart w:id="0" w:name="_GoBack"/>
      <w:bookmarkEnd w:id="0"/>
      <w:r w:rsidRPr="002F3BF9"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</w:rPr>
        <w:t>9</w:t>
      </w:r>
      <w:r w:rsidRPr="002F3BF9">
        <w:rPr>
          <w:rFonts w:ascii="Times New Roman" w:hAnsi="Times New Roman"/>
          <w:sz w:val="28"/>
          <w:szCs w:val="28"/>
        </w:rPr>
        <w:t xml:space="preserve">  року                                                            №  </w:t>
      </w:r>
    </w:p>
    <w:p w:rsidR="00FD1FA3" w:rsidRPr="002F3BF9" w:rsidRDefault="00FD1FA3" w:rsidP="00B801F6">
      <w:pPr>
        <w:spacing w:after="0"/>
        <w:rPr>
          <w:rFonts w:ascii="Times New Roman" w:hAnsi="Times New Roman"/>
          <w:sz w:val="28"/>
          <w:szCs w:val="28"/>
        </w:rPr>
      </w:pPr>
    </w:p>
    <w:p w:rsidR="00FD1FA3" w:rsidRPr="002F3BF9" w:rsidRDefault="00FD1FA3" w:rsidP="00B801F6">
      <w:pPr>
        <w:spacing w:after="0"/>
        <w:rPr>
          <w:rFonts w:ascii="Times New Roman" w:hAnsi="Times New Roman"/>
          <w:sz w:val="28"/>
          <w:szCs w:val="28"/>
        </w:rPr>
      </w:pPr>
    </w:p>
    <w:p w:rsidR="00FD1FA3" w:rsidRPr="002F3BF9" w:rsidRDefault="00FD1FA3" w:rsidP="00B801F6">
      <w:pPr>
        <w:spacing w:after="0"/>
        <w:rPr>
          <w:rFonts w:ascii="Times New Roman" w:hAnsi="Times New Roman"/>
        </w:rPr>
      </w:pPr>
      <w:r w:rsidRPr="002F3BF9">
        <w:rPr>
          <w:rFonts w:ascii="Times New Roman" w:hAnsi="Times New Roman"/>
        </w:rPr>
        <w:t xml:space="preserve">Про надання дозволу на </w:t>
      </w:r>
    </w:p>
    <w:p w:rsidR="00FD1FA3" w:rsidRPr="002F3BF9" w:rsidRDefault="00FD1FA3" w:rsidP="00B801F6">
      <w:pPr>
        <w:spacing w:after="0"/>
        <w:rPr>
          <w:rFonts w:ascii="Times New Roman" w:hAnsi="Times New Roman"/>
        </w:rPr>
      </w:pPr>
      <w:r w:rsidRPr="002F3BF9">
        <w:rPr>
          <w:rFonts w:ascii="Times New Roman" w:hAnsi="Times New Roman"/>
        </w:rPr>
        <w:t>розробку детального плану</w:t>
      </w:r>
    </w:p>
    <w:p w:rsidR="00FD1FA3" w:rsidRPr="002F3BF9" w:rsidRDefault="00FD1FA3" w:rsidP="00B801F6">
      <w:pPr>
        <w:spacing w:after="0"/>
        <w:rPr>
          <w:rFonts w:ascii="Times New Roman" w:hAnsi="Times New Roman"/>
        </w:rPr>
      </w:pPr>
      <w:r w:rsidRPr="002F3BF9">
        <w:rPr>
          <w:rFonts w:ascii="Times New Roman" w:hAnsi="Times New Roman"/>
        </w:rPr>
        <w:t>території кварталу індивідуальної</w:t>
      </w:r>
    </w:p>
    <w:p w:rsidR="00FD1FA3" w:rsidRPr="002F3BF9" w:rsidRDefault="00FD1FA3" w:rsidP="00B801F6">
      <w:pPr>
        <w:spacing w:after="0"/>
        <w:rPr>
          <w:rFonts w:ascii="Times New Roman" w:hAnsi="Times New Roman"/>
        </w:rPr>
      </w:pPr>
      <w:r w:rsidRPr="002F3BF9">
        <w:rPr>
          <w:rFonts w:ascii="Times New Roman" w:hAnsi="Times New Roman"/>
        </w:rPr>
        <w:t xml:space="preserve">житлової зони у </w:t>
      </w:r>
      <w:r>
        <w:rPr>
          <w:rFonts w:ascii="Times New Roman" w:hAnsi="Times New Roman"/>
        </w:rPr>
        <w:t>селі Дзвинячка</w:t>
      </w:r>
    </w:p>
    <w:p w:rsidR="00FD1FA3" w:rsidRDefault="00FD1FA3" w:rsidP="00B801F6">
      <w:pPr>
        <w:spacing w:after="0"/>
        <w:rPr>
          <w:rFonts w:ascii="Times New Roman" w:hAnsi="Times New Roman"/>
        </w:rPr>
      </w:pPr>
      <w:r w:rsidRPr="002F3BF9">
        <w:rPr>
          <w:rFonts w:ascii="Times New Roman" w:hAnsi="Times New Roman"/>
        </w:rPr>
        <w:t>під будівництво</w:t>
      </w:r>
      <w:r>
        <w:rPr>
          <w:rFonts w:ascii="Times New Roman" w:hAnsi="Times New Roman"/>
        </w:rPr>
        <w:t>.</w:t>
      </w:r>
    </w:p>
    <w:p w:rsidR="00FD1FA3" w:rsidRPr="002F3BF9" w:rsidRDefault="00FD1FA3" w:rsidP="00B801F6">
      <w:pPr>
        <w:spacing w:after="0"/>
        <w:rPr>
          <w:rFonts w:ascii="Times New Roman" w:hAnsi="Times New Roman"/>
        </w:rPr>
      </w:pPr>
    </w:p>
    <w:p w:rsidR="00FD1FA3" w:rsidRDefault="00FD1FA3" w:rsidP="00B801F6">
      <w:pPr>
        <w:spacing w:after="0"/>
        <w:rPr>
          <w:rFonts w:ascii="Times New Roman" w:hAnsi="Times New Roman"/>
          <w:b/>
        </w:rPr>
      </w:pPr>
    </w:p>
    <w:p w:rsidR="00FD1FA3" w:rsidRDefault="00FD1FA3" w:rsidP="008846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Керуючись ст.12 Земельного кодексу України, ст 26 Закону України «Про місцеве самоврядування в Україні», Законом України «Про регулювання містобудівної діяльності»,  Мельнице-Подільська селищна рада</w:t>
      </w:r>
    </w:p>
    <w:p w:rsidR="00FD1FA3" w:rsidRDefault="00FD1FA3" w:rsidP="008846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D1FA3" w:rsidRDefault="00FD1FA3" w:rsidP="008846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D1FA3" w:rsidRDefault="00FD1FA3" w:rsidP="008846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FD1FA3" w:rsidRDefault="00FD1FA3" w:rsidP="008846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D1FA3" w:rsidRDefault="00FD1FA3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Надати дозвіл на розробку детального плану території кварталу індивідуальної житлової зони у селі Дзвинячка Борщівського району під будівництво.</w:t>
      </w:r>
    </w:p>
    <w:p w:rsidR="00FD1FA3" w:rsidRPr="00876E27" w:rsidRDefault="00FD1FA3" w:rsidP="00876E2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Дозволити ліцензованій проектній організації розробити детальний план території кварталу індивідуальної житлової зони. </w:t>
      </w:r>
    </w:p>
    <w:p w:rsidR="00FD1FA3" w:rsidRDefault="00FD1FA3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Розроблений детальний план земельної ділянки затвердити в установленому порядку згідно чинного законодавства.</w:t>
      </w:r>
    </w:p>
    <w:p w:rsidR="00FD1FA3" w:rsidRDefault="00FD1FA3" w:rsidP="002F3BF9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:rsidR="00FD1FA3" w:rsidRDefault="00FD1FA3" w:rsidP="00C66638">
      <w:pPr>
        <w:spacing w:after="0"/>
        <w:jc w:val="both"/>
        <w:rPr>
          <w:rFonts w:ascii="Times New Roman" w:hAnsi="Times New Roman"/>
        </w:rPr>
      </w:pPr>
    </w:p>
    <w:p w:rsidR="00FD1FA3" w:rsidRDefault="00FD1FA3" w:rsidP="00C66638">
      <w:pPr>
        <w:spacing w:after="0"/>
        <w:jc w:val="both"/>
        <w:rPr>
          <w:rFonts w:ascii="Times New Roman" w:hAnsi="Times New Roman"/>
        </w:rPr>
      </w:pPr>
    </w:p>
    <w:p w:rsidR="00FD1FA3" w:rsidRPr="00C66638" w:rsidRDefault="00FD1FA3" w:rsidP="00C66638">
      <w:pPr>
        <w:spacing w:after="0"/>
        <w:jc w:val="both"/>
        <w:rPr>
          <w:rFonts w:ascii="Times New Roman" w:hAnsi="Times New Roman"/>
          <w:b/>
        </w:rPr>
      </w:pPr>
    </w:p>
    <w:p w:rsidR="00FD1FA3" w:rsidRPr="002F3BF9" w:rsidRDefault="00FD1FA3" w:rsidP="00C66638">
      <w:pPr>
        <w:tabs>
          <w:tab w:val="left" w:pos="7580"/>
        </w:tabs>
        <w:spacing w:after="0"/>
        <w:jc w:val="both"/>
        <w:rPr>
          <w:rFonts w:ascii="Times New Roman" w:hAnsi="Times New Roman"/>
        </w:rPr>
      </w:pPr>
      <w:r w:rsidRPr="002F3BF9">
        <w:rPr>
          <w:rFonts w:ascii="Times New Roman" w:hAnsi="Times New Roman"/>
        </w:rPr>
        <w:t>Мельнице-Подільський</w:t>
      </w:r>
      <w:r w:rsidRPr="002F3BF9">
        <w:rPr>
          <w:rFonts w:ascii="Times New Roman" w:hAnsi="Times New Roman"/>
        </w:rPr>
        <w:tab/>
        <w:t>Боднарчук В.В.</w:t>
      </w:r>
    </w:p>
    <w:p w:rsidR="00FD1FA3" w:rsidRPr="002F3BF9" w:rsidRDefault="00FD1FA3" w:rsidP="00C66638">
      <w:pPr>
        <w:spacing w:after="0"/>
        <w:jc w:val="both"/>
        <w:rPr>
          <w:rFonts w:ascii="Times New Roman" w:hAnsi="Times New Roman"/>
        </w:rPr>
      </w:pPr>
      <w:r w:rsidRPr="002F3BF9">
        <w:rPr>
          <w:rFonts w:ascii="Times New Roman" w:hAnsi="Times New Roman"/>
        </w:rPr>
        <w:t>селищний голова</w:t>
      </w:r>
    </w:p>
    <w:p w:rsidR="00FD1FA3" w:rsidRPr="002F3BF9" w:rsidRDefault="00FD1FA3" w:rsidP="00884619">
      <w:pPr>
        <w:jc w:val="both"/>
      </w:pPr>
    </w:p>
    <w:sectPr w:rsidR="00FD1FA3" w:rsidRPr="002F3BF9" w:rsidSect="00A001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C49B3"/>
    <w:multiLevelType w:val="hybridMultilevel"/>
    <w:tmpl w:val="2D64ABEA"/>
    <w:lvl w:ilvl="0" w:tplc="ADC4D6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50B"/>
    <w:rsid w:val="0005050B"/>
    <w:rsid w:val="000F6B8B"/>
    <w:rsid w:val="00152772"/>
    <w:rsid w:val="002F3BF9"/>
    <w:rsid w:val="003F533F"/>
    <w:rsid w:val="00486CD7"/>
    <w:rsid w:val="004F799F"/>
    <w:rsid w:val="006D07DD"/>
    <w:rsid w:val="00876E27"/>
    <w:rsid w:val="00884619"/>
    <w:rsid w:val="00983A7D"/>
    <w:rsid w:val="00A00138"/>
    <w:rsid w:val="00A65EB6"/>
    <w:rsid w:val="00AC4558"/>
    <w:rsid w:val="00B801F6"/>
    <w:rsid w:val="00C66638"/>
    <w:rsid w:val="00DD3980"/>
    <w:rsid w:val="00F102CD"/>
    <w:rsid w:val="00F10C02"/>
    <w:rsid w:val="00FD1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138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1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84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169</Words>
  <Characters>965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Роман</dc:creator>
  <cp:keywords/>
  <dc:description/>
  <cp:lastModifiedBy>Home</cp:lastModifiedBy>
  <cp:revision>3</cp:revision>
  <cp:lastPrinted>2019-11-06T09:46:00Z</cp:lastPrinted>
  <dcterms:created xsi:type="dcterms:W3CDTF">2019-11-06T09:41:00Z</dcterms:created>
  <dcterms:modified xsi:type="dcterms:W3CDTF">2019-11-06T09:46:00Z</dcterms:modified>
</cp:coreProperties>
</file>