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67C" w:rsidRPr="00564319" w:rsidRDefault="00A1767C" w:rsidP="00576DCD">
      <w:pPr>
        <w:spacing w:after="0" w:line="36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noProof/>
        </w:rPr>
        <w:t xml:space="preserve">                                                                               </w:t>
      </w:r>
      <w:r w:rsidRPr="00D26541">
        <w:rPr>
          <w:rFonts w:ascii="Times New Roman" w:hAnsi="Times New Roman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i1025" type="#_x0000_t75" alt="gerb" style="width:34.5pt;height:43.5pt;visibility:visible">
            <v:imagedata r:id="rId5" o:title=""/>
          </v:shape>
        </w:pict>
      </w:r>
      <w:r>
        <w:rPr>
          <w:rFonts w:ascii="Times New Roman" w:hAnsi="Times New Roman"/>
          <w:noProof/>
        </w:rPr>
        <w:t xml:space="preserve">                                                        </w:t>
      </w:r>
      <w:r w:rsidRPr="00784DAC">
        <w:rPr>
          <w:rFonts w:ascii="Times New Roman" w:hAnsi="Times New Roman"/>
          <w:noProof/>
          <w:sz w:val="32"/>
          <w:szCs w:val="32"/>
        </w:rPr>
        <w:t xml:space="preserve">проект   </w:t>
      </w:r>
      <w:r>
        <w:rPr>
          <w:rFonts w:ascii="Times New Roman" w:hAnsi="Times New Roman"/>
          <w:noProof/>
        </w:rPr>
        <w:t xml:space="preserve"> </w:t>
      </w:r>
    </w:p>
    <w:p w:rsidR="00A1767C" w:rsidRPr="00B801F6" w:rsidRDefault="00A1767C" w:rsidP="00B801F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801F6">
        <w:rPr>
          <w:rFonts w:ascii="Times New Roman" w:hAnsi="Times New Roman"/>
          <w:b/>
          <w:sz w:val="32"/>
          <w:szCs w:val="32"/>
        </w:rPr>
        <w:t>УКРАЇНА</w:t>
      </w:r>
    </w:p>
    <w:p w:rsidR="00A1767C" w:rsidRPr="00B801F6" w:rsidRDefault="00A1767C" w:rsidP="00B801F6">
      <w:pPr>
        <w:tabs>
          <w:tab w:val="left" w:pos="1344"/>
          <w:tab w:val="center" w:pos="4677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801F6">
        <w:rPr>
          <w:rFonts w:ascii="Times New Roman" w:hAnsi="Times New Roman"/>
          <w:b/>
          <w:sz w:val="32"/>
          <w:szCs w:val="32"/>
        </w:rPr>
        <w:t>ТЕРНОПІЛЬСЬКА   ОБЛАСТЬ</w:t>
      </w:r>
    </w:p>
    <w:p w:rsidR="00A1767C" w:rsidRPr="00B801F6" w:rsidRDefault="00A1767C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801F6">
        <w:rPr>
          <w:rFonts w:ascii="Times New Roman" w:hAnsi="Times New Roman"/>
          <w:b/>
          <w:bCs/>
          <w:color w:val="000000"/>
          <w:sz w:val="28"/>
          <w:szCs w:val="28"/>
        </w:rPr>
        <w:t>Борщівського району</w:t>
      </w:r>
    </w:p>
    <w:p w:rsidR="00A1767C" w:rsidRPr="00B801F6" w:rsidRDefault="00A1767C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801F6">
        <w:rPr>
          <w:rFonts w:ascii="Times New Roman" w:hAnsi="Times New Roman"/>
          <w:b/>
          <w:bCs/>
          <w:color w:val="000000"/>
          <w:sz w:val="28"/>
          <w:szCs w:val="28"/>
        </w:rPr>
        <w:t>Мельнице-Подільська селищна рада</w:t>
      </w:r>
    </w:p>
    <w:p w:rsidR="00A1767C" w:rsidRPr="00B801F6" w:rsidRDefault="00A1767C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B801F6">
        <w:rPr>
          <w:rFonts w:ascii="Times New Roman" w:hAnsi="Times New Roman"/>
          <w:b/>
          <w:bCs/>
          <w:color w:val="000000"/>
          <w:sz w:val="28"/>
        </w:rPr>
        <w:t>СЬОМЕ  СКЛИКАННЯ</w:t>
      </w:r>
    </w:p>
    <w:p w:rsidR="00A1767C" w:rsidRPr="00B801F6" w:rsidRDefault="00A1767C" w:rsidP="00B801F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ПЯТДЕСЯТЬ ТРЕТЯ</w:t>
      </w:r>
      <w:r w:rsidRPr="00B801F6">
        <w:rPr>
          <w:rFonts w:ascii="Times New Roman" w:hAnsi="Times New Roman"/>
          <w:b/>
          <w:bCs/>
          <w:color w:val="000000"/>
          <w:sz w:val="28"/>
        </w:rPr>
        <w:t xml:space="preserve">  СЕСІЯ</w:t>
      </w:r>
    </w:p>
    <w:p w:rsidR="00A1767C" w:rsidRDefault="00A1767C" w:rsidP="00B801F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A1767C" w:rsidRPr="00576DCD" w:rsidRDefault="00A1767C" w:rsidP="00B801F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64319"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</w:rPr>
        <w:t xml:space="preserve"> 07  листопада 2019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Pr="00564319">
        <w:rPr>
          <w:rFonts w:ascii="Times New Roman" w:hAnsi="Times New Roman"/>
          <w:sz w:val="28"/>
          <w:szCs w:val="28"/>
        </w:rPr>
        <w:t xml:space="preserve">року                                                            </w:t>
      </w:r>
      <w:r w:rsidRPr="00576DCD">
        <w:rPr>
          <w:rFonts w:ascii="Times New Roman" w:hAnsi="Times New Roman"/>
          <w:sz w:val="28"/>
          <w:szCs w:val="28"/>
        </w:rPr>
        <w:t xml:space="preserve">№  </w:t>
      </w:r>
    </w:p>
    <w:p w:rsidR="00A1767C" w:rsidRPr="00564319" w:rsidRDefault="00A1767C" w:rsidP="00576DCD">
      <w:pPr>
        <w:spacing w:after="0"/>
        <w:ind w:firstLine="540"/>
        <w:rPr>
          <w:rFonts w:ascii="Times New Roman" w:hAnsi="Times New Roman"/>
        </w:rPr>
      </w:pPr>
      <w:r w:rsidRPr="00564319">
        <w:rPr>
          <w:rFonts w:ascii="Times New Roman" w:hAnsi="Times New Roman"/>
        </w:rPr>
        <w:t>Про надання дозволу на розробку детального плану</w:t>
      </w:r>
    </w:p>
    <w:p w:rsidR="00A1767C" w:rsidRPr="00564319" w:rsidRDefault="00A1767C" w:rsidP="00576DCD">
      <w:pPr>
        <w:spacing w:after="0"/>
        <w:ind w:firstLine="540"/>
        <w:rPr>
          <w:rFonts w:ascii="Times New Roman" w:hAnsi="Times New Roman"/>
        </w:rPr>
      </w:pPr>
      <w:r w:rsidRPr="00564319">
        <w:rPr>
          <w:rFonts w:ascii="Times New Roman" w:hAnsi="Times New Roman"/>
        </w:rPr>
        <w:t xml:space="preserve">території  </w:t>
      </w:r>
      <w:r>
        <w:rPr>
          <w:rFonts w:ascii="Times New Roman" w:hAnsi="Times New Roman"/>
        </w:rPr>
        <w:t xml:space="preserve">для будівництва   </w:t>
      </w:r>
      <w:r w:rsidRPr="00564319">
        <w:rPr>
          <w:rFonts w:ascii="Times New Roman" w:hAnsi="Times New Roman"/>
        </w:rPr>
        <w:t>у с</w:t>
      </w:r>
      <w:r>
        <w:rPr>
          <w:rFonts w:ascii="Times New Roman" w:hAnsi="Times New Roman"/>
        </w:rPr>
        <w:t>елі Кудринці</w:t>
      </w:r>
    </w:p>
    <w:p w:rsidR="00A1767C" w:rsidRDefault="00A1767C" w:rsidP="00576DCD">
      <w:pPr>
        <w:spacing w:after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Борщівського району.</w:t>
      </w:r>
    </w:p>
    <w:p w:rsidR="00A1767C" w:rsidRPr="00564319" w:rsidRDefault="00A1767C" w:rsidP="00576DCD">
      <w:pPr>
        <w:spacing w:after="0"/>
        <w:ind w:firstLine="540"/>
        <w:rPr>
          <w:rFonts w:ascii="Times New Roman" w:hAnsi="Times New Roman"/>
        </w:rPr>
      </w:pPr>
    </w:p>
    <w:p w:rsidR="00A1767C" w:rsidRPr="00991829" w:rsidRDefault="00A1767C" w:rsidP="008846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991829">
        <w:rPr>
          <w:rFonts w:ascii="Times New Roman" w:hAnsi="Times New Roman"/>
          <w:sz w:val="24"/>
          <w:szCs w:val="24"/>
        </w:rPr>
        <w:t>Керуючись  Законом України «Про місцеве самоврядування в Україні», Законом України «Про регулювання містобудівної діяльності»,  постановою Кабінету Міністрів України від 25 травня 2011 року № 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 та розглянувши  звернення жител</w:t>
      </w:r>
      <w:r>
        <w:rPr>
          <w:rFonts w:ascii="Times New Roman" w:hAnsi="Times New Roman"/>
          <w:sz w:val="24"/>
          <w:szCs w:val="24"/>
        </w:rPr>
        <w:t>я</w:t>
      </w:r>
      <w:r w:rsidRPr="00991829">
        <w:rPr>
          <w:rFonts w:ascii="Times New Roman" w:hAnsi="Times New Roman"/>
          <w:sz w:val="24"/>
          <w:szCs w:val="24"/>
        </w:rPr>
        <w:t xml:space="preserve"> села </w:t>
      </w:r>
      <w:r>
        <w:rPr>
          <w:rFonts w:ascii="Times New Roman" w:hAnsi="Times New Roman"/>
          <w:sz w:val="24"/>
          <w:szCs w:val="24"/>
        </w:rPr>
        <w:t>Кудринці</w:t>
      </w:r>
      <w:r w:rsidRPr="00991829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769</w:t>
      </w:r>
      <w:r w:rsidRPr="00991829">
        <w:rPr>
          <w:rFonts w:ascii="Times New Roman" w:hAnsi="Times New Roman"/>
          <w:sz w:val="24"/>
          <w:szCs w:val="24"/>
        </w:rPr>
        <w:t xml:space="preserve"> від </w:t>
      </w:r>
      <w:r>
        <w:rPr>
          <w:rFonts w:ascii="Times New Roman" w:hAnsi="Times New Roman"/>
          <w:sz w:val="24"/>
          <w:szCs w:val="24"/>
        </w:rPr>
        <w:t>27.09.2019</w:t>
      </w:r>
      <w:r w:rsidRPr="00991829">
        <w:rPr>
          <w:rFonts w:ascii="Times New Roman" w:hAnsi="Times New Roman"/>
          <w:sz w:val="24"/>
          <w:szCs w:val="24"/>
        </w:rPr>
        <w:t xml:space="preserve"> року </w:t>
      </w:r>
      <w:r>
        <w:rPr>
          <w:rFonts w:ascii="Times New Roman" w:hAnsi="Times New Roman"/>
          <w:sz w:val="24"/>
          <w:szCs w:val="24"/>
        </w:rPr>
        <w:t>Голованчук Івана Анатолійовича</w:t>
      </w:r>
      <w:r w:rsidRPr="00991829">
        <w:rPr>
          <w:rFonts w:ascii="Times New Roman" w:hAnsi="Times New Roman"/>
          <w:sz w:val="24"/>
          <w:szCs w:val="24"/>
        </w:rPr>
        <w:t>, Мельнице-Подільська селищна рада</w:t>
      </w:r>
    </w:p>
    <w:p w:rsidR="00A1767C" w:rsidRPr="00991829" w:rsidRDefault="00A1767C" w:rsidP="00576DC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91829">
        <w:rPr>
          <w:rFonts w:ascii="Times New Roman" w:hAnsi="Times New Roman"/>
          <w:sz w:val="24"/>
          <w:szCs w:val="24"/>
        </w:rPr>
        <w:t>ВИРІШИЛА:</w:t>
      </w:r>
    </w:p>
    <w:p w:rsidR="00A1767C" w:rsidRPr="00991829" w:rsidRDefault="00A1767C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1829">
        <w:rPr>
          <w:rFonts w:ascii="Times New Roman" w:hAnsi="Times New Roman"/>
          <w:sz w:val="24"/>
          <w:szCs w:val="24"/>
        </w:rPr>
        <w:t xml:space="preserve">Розробити детальний план території   для </w:t>
      </w:r>
      <w:r>
        <w:rPr>
          <w:rFonts w:ascii="Times New Roman" w:hAnsi="Times New Roman"/>
          <w:sz w:val="24"/>
          <w:szCs w:val="24"/>
        </w:rPr>
        <w:t>будівництва</w:t>
      </w:r>
      <w:r w:rsidRPr="00991829">
        <w:rPr>
          <w:rFonts w:ascii="Times New Roman" w:hAnsi="Times New Roman"/>
          <w:sz w:val="24"/>
          <w:szCs w:val="24"/>
        </w:rPr>
        <w:t xml:space="preserve"> в селі </w:t>
      </w:r>
      <w:r>
        <w:rPr>
          <w:rFonts w:ascii="Times New Roman" w:hAnsi="Times New Roman"/>
          <w:sz w:val="24"/>
          <w:szCs w:val="24"/>
        </w:rPr>
        <w:t>Кудринці  Борщівського району</w:t>
      </w:r>
      <w:r w:rsidRPr="00991829">
        <w:rPr>
          <w:rFonts w:ascii="Times New Roman" w:hAnsi="Times New Roman"/>
          <w:sz w:val="24"/>
          <w:szCs w:val="24"/>
        </w:rPr>
        <w:t xml:space="preserve"> площею </w:t>
      </w:r>
      <w:smartTag w:uri="urn:schemas-microsoft-com:office:smarttags" w:element="metricconverter">
        <w:smartTagPr>
          <w:attr w:name="ProductID" w:val="0,2540 га"/>
        </w:smartTagPr>
        <w:r w:rsidRPr="0099182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2540 га</w:t>
        </w:r>
      </w:smartTag>
      <w:r>
        <w:rPr>
          <w:rFonts w:ascii="Times New Roman" w:hAnsi="Times New Roman"/>
          <w:sz w:val="24"/>
          <w:szCs w:val="24"/>
        </w:rPr>
        <w:t xml:space="preserve"> за кадастровим номером 6120884200:02:001:0798</w:t>
      </w:r>
      <w:r w:rsidRPr="00991829">
        <w:rPr>
          <w:rFonts w:ascii="Times New Roman" w:hAnsi="Times New Roman"/>
          <w:sz w:val="24"/>
          <w:szCs w:val="24"/>
        </w:rPr>
        <w:t>.</w:t>
      </w:r>
    </w:p>
    <w:p w:rsidR="00A1767C" w:rsidRPr="00991829" w:rsidRDefault="00A1767C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1829">
        <w:rPr>
          <w:rFonts w:ascii="Times New Roman" w:hAnsi="Times New Roman"/>
          <w:sz w:val="24"/>
          <w:szCs w:val="24"/>
        </w:rPr>
        <w:t xml:space="preserve">Доручити виконкому М-Подільської селищної ради виконання функцій замовника розроблення детального плану території для  будівництва в селі </w:t>
      </w:r>
      <w:r>
        <w:rPr>
          <w:rFonts w:ascii="Times New Roman" w:hAnsi="Times New Roman"/>
          <w:sz w:val="24"/>
          <w:szCs w:val="24"/>
        </w:rPr>
        <w:t>Кудринці Борщівського району</w:t>
      </w:r>
      <w:r w:rsidRPr="00991829">
        <w:rPr>
          <w:rFonts w:ascii="Times New Roman" w:hAnsi="Times New Roman"/>
          <w:sz w:val="24"/>
          <w:szCs w:val="24"/>
        </w:rPr>
        <w:t xml:space="preserve"> площею </w:t>
      </w:r>
      <w:smartTag w:uri="urn:schemas-microsoft-com:office:smarttags" w:element="metricconverter">
        <w:smartTagPr>
          <w:attr w:name="ProductID" w:val="0,2540 га"/>
        </w:smartTagPr>
        <w:r w:rsidRPr="0099182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2540 га</w:t>
        </w:r>
      </w:smartTag>
      <w:r>
        <w:rPr>
          <w:rFonts w:ascii="Times New Roman" w:hAnsi="Times New Roman"/>
          <w:sz w:val="24"/>
          <w:szCs w:val="24"/>
        </w:rPr>
        <w:t xml:space="preserve"> за кадастровим номером 6120884200:02:001:0798.</w:t>
      </w:r>
    </w:p>
    <w:p w:rsidR="00A1767C" w:rsidRPr="00991829" w:rsidRDefault="00A1767C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1829">
        <w:rPr>
          <w:rFonts w:ascii="Times New Roman" w:hAnsi="Times New Roman"/>
          <w:sz w:val="24"/>
          <w:szCs w:val="24"/>
        </w:rPr>
        <w:t>Оприлюднити дане рішення в друкованому засобі масової інформації.</w:t>
      </w:r>
    </w:p>
    <w:p w:rsidR="00A1767C" w:rsidRPr="00991829" w:rsidRDefault="00A1767C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1829">
        <w:rPr>
          <w:rFonts w:ascii="Times New Roman" w:hAnsi="Times New Roman"/>
          <w:sz w:val="24"/>
          <w:szCs w:val="24"/>
        </w:rPr>
        <w:t>В місячний термін з дня подання розробником проекту детального плану території  для здійснення будівництва   провести його оприлюднення в друкованих засобах масової інформації.</w:t>
      </w:r>
    </w:p>
    <w:p w:rsidR="00A1767C" w:rsidRPr="00991829" w:rsidRDefault="00A1767C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1829">
        <w:rPr>
          <w:rFonts w:ascii="Times New Roman" w:hAnsi="Times New Roman"/>
          <w:sz w:val="24"/>
          <w:szCs w:val="24"/>
        </w:rPr>
        <w:t xml:space="preserve">Забезпечити проведення громадських слухань проекту детального плану  для здійснення будівництва  в селі </w:t>
      </w:r>
      <w:r>
        <w:rPr>
          <w:rFonts w:ascii="Times New Roman" w:hAnsi="Times New Roman"/>
          <w:sz w:val="24"/>
          <w:szCs w:val="24"/>
        </w:rPr>
        <w:t>Кудринці Борщівського району</w:t>
      </w:r>
      <w:r w:rsidRPr="00991829">
        <w:rPr>
          <w:rFonts w:ascii="Times New Roman" w:hAnsi="Times New Roman"/>
          <w:sz w:val="24"/>
          <w:szCs w:val="24"/>
        </w:rPr>
        <w:t xml:space="preserve"> для врахування громадських інтересів відповідно до постанови Кабінету Міністрів України від 25 травня 2011 року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1829">
        <w:rPr>
          <w:rFonts w:ascii="Times New Roman" w:hAnsi="Times New Roman"/>
          <w:sz w:val="24"/>
          <w:szCs w:val="24"/>
        </w:rPr>
        <w:t>555</w:t>
      </w:r>
      <w:r>
        <w:rPr>
          <w:rFonts w:ascii="Times New Roman" w:hAnsi="Times New Roman"/>
          <w:sz w:val="24"/>
          <w:szCs w:val="24"/>
        </w:rPr>
        <w:t>.</w:t>
      </w:r>
    </w:p>
    <w:p w:rsidR="00A1767C" w:rsidRPr="00991829" w:rsidRDefault="00A1767C" w:rsidP="0088461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1829">
        <w:rPr>
          <w:rFonts w:ascii="Times New Roman" w:hAnsi="Times New Roman"/>
          <w:sz w:val="24"/>
          <w:szCs w:val="24"/>
        </w:rPr>
        <w:t>Контроль за виконанням цього рішення покласти на комісію з питань містобудування, будівництва,земельних відносин та охорони навколишнього природного середовища.</w:t>
      </w:r>
    </w:p>
    <w:p w:rsidR="00A1767C" w:rsidRDefault="00A1767C" w:rsidP="008008DF">
      <w:pPr>
        <w:tabs>
          <w:tab w:val="left" w:pos="7580"/>
        </w:tabs>
        <w:spacing w:after="0"/>
        <w:ind w:left="720"/>
        <w:rPr>
          <w:rFonts w:ascii="Times New Roman" w:hAnsi="Times New Roman"/>
          <w:sz w:val="24"/>
          <w:szCs w:val="24"/>
        </w:rPr>
      </w:pPr>
    </w:p>
    <w:p w:rsidR="00A1767C" w:rsidRDefault="00A1767C" w:rsidP="008008DF">
      <w:pPr>
        <w:tabs>
          <w:tab w:val="left" w:pos="7580"/>
        </w:tabs>
        <w:spacing w:after="0"/>
        <w:ind w:left="720"/>
        <w:rPr>
          <w:rFonts w:ascii="Times New Roman" w:hAnsi="Times New Roman"/>
          <w:sz w:val="24"/>
          <w:szCs w:val="24"/>
        </w:rPr>
      </w:pPr>
    </w:p>
    <w:p w:rsidR="00A1767C" w:rsidRDefault="00A1767C" w:rsidP="008008DF">
      <w:pPr>
        <w:tabs>
          <w:tab w:val="left" w:pos="7580"/>
        </w:tabs>
        <w:spacing w:after="0"/>
        <w:ind w:left="720"/>
        <w:rPr>
          <w:rFonts w:ascii="Times New Roman" w:hAnsi="Times New Roman"/>
          <w:sz w:val="24"/>
          <w:szCs w:val="24"/>
        </w:rPr>
      </w:pPr>
    </w:p>
    <w:p w:rsidR="00A1767C" w:rsidRPr="00991829" w:rsidRDefault="00A1767C" w:rsidP="008008DF">
      <w:pPr>
        <w:tabs>
          <w:tab w:val="left" w:pos="7580"/>
        </w:tabs>
        <w:spacing w:after="0"/>
        <w:ind w:left="720"/>
        <w:rPr>
          <w:rFonts w:ascii="Times New Roman" w:hAnsi="Times New Roman"/>
          <w:sz w:val="24"/>
          <w:szCs w:val="24"/>
        </w:rPr>
      </w:pPr>
    </w:p>
    <w:p w:rsidR="00A1767C" w:rsidRPr="00991829" w:rsidRDefault="00A1767C" w:rsidP="00576DCD">
      <w:pPr>
        <w:tabs>
          <w:tab w:val="left" w:pos="7580"/>
        </w:tabs>
        <w:spacing w:after="0"/>
        <w:rPr>
          <w:rFonts w:ascii="Times New Roman" w:hAnsi="Times New Roman"/>
          <w:sz w:val="24"/>
          <w:szCs w:val="24"/>
        </w:rPr>
      </w:pPr>
      <w:r w:rsidRPr="00991829">
        <w:rPr>
          <w:rFonts w:ascii="Times New Roman" w:hAnsi="Times New Roman"/>
          <w:sz w:val="24"/>
          <w:szCs w:val="24"/>
        </w:rPr>
        <w:t xml:space="preserve">            Мельнице-Подільський                              </w:t>
      </w:r>
    </w:p>
    <w:p w:rsidR="00A1767C" w:rsidRPr="00991829" w:rsidRDefault="00A1767C" w:rsidP="009A39B1">
      <w:pPr>
        <w:tabs>
          <w:tab w:val="left" w:pos="7580"/>
        </w:tabs>
        <w:spacing w:after="0"/>
      </w:pPr>
      <w:r w:rsidRPr="00991829">
        <w:rPr>
          <w:rFonts w:ascii="Times New Roman" w:hAnsi="Times New Roman"/>
          <w:sz w:val="24"/>
          <w:szCs w:val="24"/>
        </w:rPr>
        <w:t xml:space="preserve">            селищний голова                                                                                     Боднарчук В.В.</w:t>
      </w:r>
    </w:p>
    <w:sectPr w:rsidR="00A1767C" w:rsidRPr="00991829" w:rsidSect="003908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C49B3"/>
    <w:multiLevelType w:val="hybridMultilevel"/>
    <w:tmpl w:val="2D64ABEA"/>
    <w:lvl w:ilvl="0" w:tplc="ADC4D6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50B"/>
    <w:rsid w:val="00011BDB"/>
    <w:rsid w:val="00023E64"/>
    <w:rsid w:val="0002592A"/>
    <w:rsid w:val="0005050B"/>
    <w:rsid w:val="00067D45"/>
    <w:rsid w:val="000A7B21"/>
    <w:rsid w:val="000B4588"/>
    <w:rsid w:val="000C51C8"/>
    <w:rsid w:val="000F2367"/>
    <w:rsid w:val="000F6B8B"/>
    <w:rsid w:val="0011218B"/>
    <w:rsid w:val="00140771"/>
    <w:rsid w:val="001D53CE"/>
    <w:rsid w:val="001E5A76"/>
    <w:rsid w:val="002110F6"/>
    <w:rsid w:val="002635A6"/>
    <w:rsid w:val="002A042B"/>
    <w:rsid w:val="002A2B18"/>
    <w:rsid w:val="002A3153"/>
    <w:rsid w:val="00305ADD"/>
    <w:rsid w:val="00380BF8"/>
    <w:rsid w:val="00390845"/>
    <w:rsid w:val="003A1A10"/>
    <w:rsid w:val="004559E2"/>
    <w:rsid w:val="0046006C"/>
    <w:rsid w:val="00484F33"/>
    <w:rsid w:val="00487D4D"/>
    <w:rsid w:val="004A478F"/>
    <w:rsid w:val="004C1E06"/>
    <w:rsid w:val="00507A75"/>
    <w:rsid w:val="00564319"/>
    <w:rsid w:val="00576DCD"/>
    <w:rsid w:val="005A21C4"/>
    <w:rsid w:val="005E678F"/>
    <w:rsid w:val="0062129C"/>
    <w:rsid w:val="006719E8"/>
    <w:rsid w:val="006C54F2"/>
    <w:rsid w:val="006D07DD"/>
    <w:rsid w:val="006D2AD2"/>
    <w:rsid w:val="006D5FE4"/>
    <w:rsid w:val="0071717D"/>
    <w:rsid w:val="00745183"/>
    <w:rsid w:val="00784DAC"/>
    <w:rsid w:val="0078529F"/>
    <w:rsid w:val="007B3B7A"/>
    <w:rsid w:val="007C3BA1"/>
    <w:rsid w:val="007D2CA0"/>
    <w:rsid w:val="007D792D"/>
    <w:rsid w:val="007F2FED"/>
    <w:rsid w:val="008002D6"/>
    <w:rsid w:val="008008DF"/>
    <w:rsid w:val="00800C22"/>
    <w:rsid w:val="00807E3E"/>
    <w:rsid w:val="00840B48"/>
    <w:rsid w:val="00876E27"/>
    <w:rsid w:val="00884619"/>
    <w:rsid w:val="008B5A26"/>
    <w:rsid w:val="008B74D8"/>
    <w:rsid w:val="00991829"/>
    <w:rsid w:val="009A39B1"/>
    <w:rsid w:val="009B6DA4"/>
    <w:rsid w:val="009F211E"/>
    <w:rsid w:val="009F4ECA"/>
    <w:rsid w:val="00A03C0F"/>
    <w:rsid w:val="00A1767C"/>
    <w:rsid w:val="00A4223E"/>
    <w:rsid w:val="00A537F2"/>
    <w:rsid w:val="00AC4558"/>
    <w:rsid w:val="00AF5185"/>
    <w:rsid w:val="00B10CC6"/>
    <w:rsid w:val="00B27883"/>
    <w:rsid w:val="00B801F6"/>
    <w:rsid w:val="00B80513"/>
    <w:rsid w:val="00BE74E8"/>
    <w:rsid w:val="00BF2FB2"/>
    <w:rsid w:val="00C04C9E"/>
    <w:rsid w:val="00C2120B"/>
    <w:rsid w:val="00C66638"/>
    <w:rsid w:val="00CA01A7"/>
    <w:rsid w:val="00CA19B9"/>
    <w:rsid w:val="00D1465F"/>
    <w:rsid w:val="00D26541"/>
    <w:rsid w:val="00D54326"/>
    <w:rsid w:val="00D60C1F"/>
    <w:rsid w:val="00D866EE"/>
    <w:rsid w:val="00DD14BB"/>
    <w:rsid w:val="00DD3980"/>
    <w:rsid w:val="00E22725"/>
    <w:rsid w:val="00EF6385"/>
    <w:rsid w:val="00F10C02"/>
    <w:rsid w:val="00FC5027"/>
    <w:rsid w:val="00FD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845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1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84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338</Words>
  <Characters>1931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Роман</dc:creator>
  <cp:keywords/>
  <dc:description/>
  <cp:lastModifiedBy>Home</cp:lastModifiedBy>
  <cp:revision>7</cp:revision>
  <cp:lastPrinted>2018-09-02T12:13:00Z</cp:lastPrinted>
  <dcterms:created xsi:type="dcterms:W3CDTF">2019-10-22T11:22:00Z</dcterms:created>
  <dcterms:modified xsi:type="dcterms:W3CDTF">2019-11-01T10:25:00Z</dcterms:modified>
</cp:coreProperties>
</file>