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B3" w:rsidRDefault="00BC4EB3" w:rsidP="00163236">
      <w:pPr>
        <w:spacing w:after="24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BC4EB3" w:rsidRPr="00163236" w:rsidRDefault="00BC4EB3" w:rsidP="009C3C91">
      <w:pPr>
        <w:spacing w:after="240"/>
        <w:ind w:left="1981" w:firstLine="851"/>
        <w:jc w:val="center"/>
        <w:rPr>
          <w:rFonts w:ascii="Times New Roman" w:hAnsi="Times New Roman"/>
          <w:sz w:val="28"/>
          <w:szCs w:val="28"/>
        </w:rPr>
      </w:pPr>
      <w:r w:rsidRPr="00163236">
        <w:rPr>
          <w:rFonts w:ascii="Times New Roman" w:hAnsi="Times New Roman"/>
          <w:sz w:val="28"/>
          <w:szCs w:val="28"/>
        </w:rPr>
        <w:t>Додаток до листа від 20.10.</w:t>
      </w:r>
      <w:r>
        <w:rPr>
          <w:rFonts w:ascii="Times New Roman" w:hAnsi="Times New Roman"/>
          <w:sz w:val="28"/>
          <w:szCs w:val="28"/>
        </w:rPr>
        <w:t>20</w:t>
      </w:r>
      <w:r w:rsidRPr="00163236">
        <w:rPr>
          <w:rFonts w:ascii="Times New Roman" w:hAnsi="Times New Roman"/>
          <w:sz w:val="28"/>
          <w:szCs w:val="28"/>
        </w:rPr>
        <w:t>21 №</w:t>
      </w:r>
      <w:r>
        <w:rPr>
          <w:rFonts w:ascii="Times New Roman" w:hAnsi="Times New Roman"/>
          <w:sz w:val="28"/>
          <w:szCs w:val="28"/>
        </w:rPr>
        <w:t>01-04-2976/12</w:t>
      </w:r>
    </w:p>
    <w:p w:rsidR="00BC4EB3" w:rsidRPr="00163236" w:rsidRDefault="00BC4EB3" w:rsidP="00163236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63236">
        <w:rPr>
          <w:rFonts w:ascii="Times New Roman" w:hAnsi="Times New Roman"/>
          <w:b/>
          <w:sz w:val="28"/>
          <w:szCs w:val="28"/>
        </w:rPr>
        <w:t>Середній розмір лікарняних зріс на 13,7% за підсумками ІІІ кварталів</w:t>
      </w:r>
    </w:p>
    <w:p w:rsidR="00BC4EB3" w:rsidRPr="00163236" w:rsidRDefault="00BC4EB3" w:rsidP="0016323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163236">
        <w:rPr>
          <w:rFonts w:ascii="Times New Roman" w:hAnsi="Times New Roman"/>
          <w:sz w:val="28"/>
          <w:szCs w:val="28"/>
        </w:rPr>
        <w:t>За підсумками трьох кварталів 2021 року середньоденний розмір допомог від Фонду соціального страхування України за лікарняними листками зріс на 13,7% порівняно з тим же періодом 2020 року і склав 370,48 грн у середньому по країні.</w:t>
      </w:r>
    </w:p>
    <w:p w:rsidR="00BC4EB3" w:rsidRPr="00163236" w:rsidRDefault="00BC4EB3" w:rsidP="0016323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163236">
        <w:rPr>
          <w:rFonts w:ascii="Times New Roman" w:hAnsi="Times New Roman"/>
          <w:sz w:val="28"/>
          <w:szCs w:val="28"/>
        </w:rPr>
        <w:t xml:space="preserve">Допомога по тимчасовій втраті працездатності фінансується Фондом соціального страхування України з метою компенсації застрахованим особам втраченого за час лікування, догляду за хворими дітьми або самоізоляції від </w:t>
      </w:r>
      <w:r w:rsidRPr="00163236">
        <w:rPr>
          <w:rFonts w:ascii="Times New Roman" w:hAnsi="Times New Roman"/>
          <w:sz w:val="28"/>
          <w:szCs w:val="28"/>
          <w:lang w:val="en-US"/>
        </w:rPr>
        <w:t>COVID</w:t>
      </w:r>
      <w:r w:rsidRPr="00163236">
        <w:rPr>
          <w:rFonts w:ascii="Times New Roman" w:hAnsi="Times New Roman"/>
          <w:sz w:val="28"/>
          <w:szCs w:val="28"/>
        </w:rPr>
        <w:t>-19 заробітку. Її розмір залежить від середнього доходу працівника та тривалості його страхового стажу: від 50% середньої зарплати (стаж до 3 років) і до 100% (стаж – понад 8 років), а в разі самоізоляції – 50% доходу незалежно від тривалості стажу (однак у розмірі 100% доходу для медичних працівників).</w:t>
      </w:r>
    </w:p>
    <w:p w:rsidR="00BC4EB3" w:rsidRPr="00163236" w:rsidRDefault="00BC4EB3" w:rsidP="0016323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163236">
        <w:rPr>
          <w:rFonts w:ascii="Times New Roman" w:hAnsi="Times New Roman"/>
          <w:sz w:val="28"/>
          <w:szCs w:val="28"/>
        </w:rPr>
        <w:t xml:space="preserve">У розрізі регіонів середньоденний розмір допомоги по тимчасовій втраті працездатності коливається від 302,1 грн на Чернігівщині і до 457,7 грн у Києві. </w:t>
      </w:r>
    </w:p>
    <w:p w:rsidR="00BC4EB3" w:rsidRPr="00163236" w:rsidRDefault="00BC4EB3" w:rsidP="00163236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163236">
        <w:rPr>
          <w:rFonts w:ascii="Times New Roman" w:hAnsi="Times New Roman"/>
          <w:sz w:val="28"/>
          <w:szCs w:val="28"/>
        </w:rPr>
        <w:t>Також один з найменших розмірів середньоденної допомоги за лікарняними в Волинській (306,4 грн), Житомирській (306,6 грн), Сумській (308,5 грн) і Тернопільській (312,8 грн) областях. Один з найвищих – у Миколаївській (404,8 грн), Запорізькій (401,3 грн) і Донецькій (398,4 грн) областях.</w:t>
      </w:r>
    </w:p>
    <w:p w:rsidR="00BC4EB3" w:rsidRPr="00163236" w:rsidRDefault="00BC4EB3" w:rsidP="0016323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163236">
        <w:rPr>
          <w:rFonts w:ascii="Times New Roman" w:hAnsi="Times New Roman"/>
          <w:sz w:val="28"/>
          <w:szCs w:val="28"/>
        </w:rPr>
        <w:t xml:space="preserve">Нагадаємо, у зв’язку із пандемією видатки Фонду суттєво зросли, що призвело до непокриття потреби у видатках доходами від частки ЄСВ, з якої складається бюджет ФССУ. Так, за підсумками вересня 2021 року на рахунок Фонду соціального страхування України надійшло 2,594 мільярда гривень частки ЄСВ. Потреба у видатках на допомоги і страхові виплати (без врахування адмінвидатків) за цей же період склала 4,789 млрд гривень, враховуючи заборгованість з фінансування лікарняних, декретних і допомог на поховання, що накопичилась на початок місяця. Перевищення потреби у видатках над фактичними доходами від частки ЄСВ склало 2,2 мільярда гривень. </w:t>
      </w:r>
    </w:p>
    <w:p w:rsidR="00BC4EB3" w:rsidRPr="00163236" w:rsidRDefault="00BC4EB3" w:rsidP="00163236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</w:p>
    <w:p w:rsidR="00BC4EB3" w:rsidRPr="00163236" w:rsidRDefault="00BC4EB3" w:rsidP="00163236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163236">
        <w:rPr>
          <w:rFonts w:ascii="Times New Roman" w:hAnsi="Times New Roman"/>
          <w:b/>
          <w:sz w:val="28"/>
          <w:szCs w:val="28"/>
        </w:rPr>
        <w:t xml:space="preserve">Пресслужба виконавчої дирекції </w:t>
      </w:r>
      <w:r w:rsidRPr="00163236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BC4EB3" w:rsidRPr="00163236" w:rsidRDefault="00BC4EB3" w:rsidP="00163236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</w:p>
    <w:p w:rsidR="00BC4EB3" w:rsidRPr="00163236" w:rsidRDefault="00BC4EB3" w:rsidP="00163236">
      <w:pPr>
        <w:tabs>
          <w:tab w:val="left" w:pos="4678"/>
        </w:tabs>
        <w:spacing w:line="288" w:lineRule="auto"/>
        <w:rPr>
          <w:rFonts w:ascii="Times New Roman" w:hAnsi="Times New Roman"/>
          <w:b/>
          <w:sz w:val="28"/>
          <w:szCs w:val="28"/>
        </w:rPr>
      </w:pPr>
    </w:p>
    <w:p w:rsidR="00BC4EB3" w:rsidRDefault="00BC4EB3">
      <w:pPr>
        <w:rPr>
          <w:rFonts w:ascii="Times New Roman" w:hAnsi="Times New Roman"/>
          <w:b/>
          <w:noProof/>
          <w:sz w:val="24"/>
          <w:szCs w:val="28"/>
          <w:lang w:eastAsia="uk-UA"/>
        </w:rPr>
      </w:pPr>
    </w:p>
    <w:p w:rsidR="00BC4EB3" w:rsidRDefault="00BC4EB3">
      <w:pPr>
        <w:rPr>
          <w:rFonts w:ascii="Times New Roman" w:hAnsi="Times New Roman"/>
          <w:b/>
          <w:noProof/>
          <w:sz w:val="24"/>
          <w:szCs w:val="28"/>
          <w:lang w:eastAsia="uk-UA"/>
        </w:rPr>
      </w:pPr>
    </w:p>
    <w:p w:rsidR="00BC4EB3" w:rsidRDefault="00BC4EB3">
      <w:pPr>
        <w:rPr>
          <w:rFonts w:ascii="Times New Roman" w:hAnsi="Times New Roman"/>
          <w:b/>
          <w:noProof/>
          <w:sz w:val="24"/>
          <w:szCs w:val="28"/>
          <w:lang w:eastAsia="uk-UA"/>
        </w:rPr>
      </w:pPr>
    </w:p>
    <w:p w:rsidR="00BC4EB3" w:rsidRDefault="00BC4EB3">
      <w:pPr>
        <w:rPr>
          <w:rFonts w:ascii="Times New Roman" w:hAnsi="Times New Roman"/>
          <w:b/>
          <w:noProof/>
          <w:sz w:val="24"/>
          <w:szCs w:val="28"/>
          <w:lang w:eastAsia="uk-UA"/>
        </w:rPr>
      </w:pPr>
    </w:p>
    <w:p w:rsidR="00BC4EB3" w:rsidRDefault="00BC4EB3">
      <w:pPr>
        <w:rPr>
          <w:rFonts w:ascii="Times New Roman" w:hAnsi="Times New Roman"/>
          <w:b/>
          <w:noProof/>
          <w:sz w:val="24"/>
          <w:szCs w:val="28"/>
          <w:lang w:eastAsia="uk-UA"/>
        </w:rPr>
      </w:pPr>
      <w:bookmarkStart w:id="0" w:name="_GoBack"/>
      <w:bookmarkEnd w:id="0"/>
    </w:p>
    <w:p w:rsidR="00BC4EB3" w:rsidRPr="00163236" w:rsidRDefault="00BC4EB3">
      <w:pPr>
        <w:rPr>
          <w:sz w:val="28"/>
          <w:szCs w:val="28"/>
        </w:rPr>
      </w:pPr>
      <w:r w:rsidRPr="00127CFF">
        <w:rPr>
          <w:rFonts w:ascii="Times New Roman" w:hAnsi="Times New Roman"/>
          <w:b/>
          <w:noProof/>
          <w:sz w:val="24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карта" style="width:477.75pt;height:478.5pt;visibility:visible">
            <v:imagedata r:id="rId6" o:title=""/>
          </v:shape>
        </w:pict>
      </w:r>
    </w:p>
    <w:sectPr w:rsidR="00BC4EB3" w:rsidRPr="00163236" w:rsidSect="006D3925">
      <w:headerReference w:type="even" r:id="rId7"/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B3" w:rsidRDefault="00BC4EB3" w:rsidP="006D3925">
      <w:r>
        <w:separator/>
      </w:r>
    </w:p>
  </w:endnote>
  <w:endnote w:type="continuationSeparator" w:id="0">
    <w:p w:rsidR="00BC4EB3" w:rsidRDefault="00BC4EB3" w:rsidP="006D3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B3" w:rsidRDefault="00BC4EB3" w:rsidP="006D3925">
      <w:r>
        <w:separator/>
      </w:r>
    </w:p>
  </w:footnote>
  <w:footnote w:type="continuationSeparator" w:id="0">
    <w:p w:rsidR="00BC4EB3" w:rsidRDefault="00BC4EB3" w:rsidP="006D3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B3" w:rsidRDefault="00BC4EB3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BC4EB3" w:rsidRDefault="00BC4EB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B3" w:rsidRDefault="00BC4EB3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BC4EB3" w:rsidRDefault="00BC4EB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EB3" w:rsidRDefault="00BC4EB3" w:rsidP="00C3113C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236"/>
    <w:rsid w:val="00127CFF"/>
    <w:rsid w:val="00163236"/>
    <w:rsid w:val="003F188E"/>
    <w:rsid w:val="00437C55"/>
    <w:rsid w:val="00450AE1"/>
    <w:rsid w:val="00690AAD"/>
    <w:rsid w:val="006D3925"/>
    <w:rsid w:val="006E0F31"/>
    <w:rsid w:val="008543D1"/>
    <w:rsid w:val="008D2FDF"/>
    <w:rsid w:val="008E33BA"/>
    <w:rsid w:val="00917360"/>
    <w:rsid w:val="009C3C91"/>
    <w:rsid w:val="00B54190"/>
    <w:rsid w:val="00BC4EB3"/>
    <w:rsid w:val="00C222D0"/>
    <w:rsid w:val="00C3113C"/>
    <w:rsid w:val="00CB0F8C"/>
    <w:rsid w:val="00D3492E"/>
    <w:rsid w:val="00E6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36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32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3236"/>
    <w:rPr>
      <w:rFonts w:ascii="Antiqua" w:hAnsi="Antiqua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63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323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303</Words>
  <Characters>1733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sanprof</cp:lastModifiedBy>
  <cp:revision>4</cp:revision>
  <cp:lastPrinted>2021-10-20T12:57:00Z</cp:lastPrinted>
  <dcterms:created xsi:type="dcterms:W3CDTF">2021-10-20T12:54:00Z</dcterms:created>
  <dcterms:modified xsi:type="dcterms:W3CDTF">2021-10-20T13:51:00Z</dcterms:modified>
</cp:coreProperties>
</file>