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863" w:rsidRDefault="00DB0863" w:rsidP="00D70384">
      <w:pPr>
        <w:jc w:val="center"/>
        <w:rPr>
          <w:noProof/>
        </w:rPr>
      </w:pPr>
    </w:p>
    <w:p w:rsidR="00DB0863" w:rsidRDefault="00DB0863" w:rsidP="00D70384">
      <w:pPr>
        <w:jc w:val="center"/>
        <w:rPr>
          <w:noProof/>
        </w:rPr>
      </w:pPr>
    </w:p>
    <w:p w:rsidR="00DB0863" w:rsidRDefault="00DB0863" w:rsidP="00D70384">
      <w:pPr>
        <w:jc w:val="center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0.5pt;height:54pt;visibility:visible">
            <v:imagedata r:id="rId5" o:title="" grayscale="t" bilevel="t"/>
          </v:shape>
        </w:pict>
      </w:r>
    </w:p>
    <w:p w:rsidR="00DB0863" w:rsidRDefault="00DB0863" w:rsidP="00D70384">
      <w:pPr>
        <w:jc w:val="center"/>
        <w:rPr>
          <w:sz w:val="28"/>
          <w:szCs w:val="28"/>
        </w:rPr>
      </w:pPr>
    </w:p>
    <w:p w:rsidR="00DB0863" w:rsidRDefault="00DB0863" w:rsidP="00D70384">
      <w:pPr>
        <w:jc w:val="center"/>
      </w:pPr>
      <w:r>
        <w:t>Н А Г І Р Я Н С Ь К А  С І Л Ь С Ь К А    Р А Д А</w:t>
      </w:r>
    </w:p>
    <w:p w:rsidR="00DB0863" w:rsidRDefault="00DB0863" w:rsidP="00D70384">
      <w:pPr>
        <w:jc w:val="center"/>
      </w:pPr>
      <w:r>
        <w:t>ЧОРТКІВСЬКОГО   РАЙОНУ    ТЕРНОПІЛЬСЬКОЇ   ОБЛАСТІ</w:t>
      </w:r>
    </w:p>
    <w:p w:rsidR="00DB0863" w:rsidRDefault="00DB0863" w:rsidP="00D70384">
      <w:pPr>
        <w:jc w:val="center"/>
      </w:pPr>
      <w:r>
        <w:t>ВОСЬМЕ    СКЛИКАННЯ</w:t>
      </w:r>
    </w:p>
    <w:p w:rsidR="00DB0863" w:rsidRDefault="00DB0863" w:rsidP="00D70384">
      <w:pPr>
        <w:jc w:val="center"/>
      </w:pPr>
      <w:r>
        <w:t>СЬОМА     СЕСІЯ</w:t>
      </w:r>
    </w:p>
    <w:p w:rsidR="00DB0863" w:rsidRDefault="00DB0863" w:rsidP="00D70384">
      <w:pPr>
        <w:jc w:val="center"/>
      </w:pPr>
      <w:r>
        <w:t>Перше пленарне засідання</w:t>
      </w:r>
    </w:p>
    <w:p w:rsidR="00DB0863" w:rsidRDefault="00DB0863" w:rsidP="00D70384">
      <w:pPr>
        <w:jc w:val="center"/>
      </w:pPr>
      <w:r>
        <w:t>Р І Ш Е Н Н Я</w:t>
      </w:r>
    </w:p>
    <w:p w:rsidR="00DB0863" w:rsidRDefault="00DB0863" w:rsidP="00D70384">
      <w:pPr>
        <w:ind w:left="709"/>
        <w:jc w:val="both"/>
      </w:pPr>
    </w:p>
    <w:p w:rsidR="00DB0863" w:rsidRDefault="00DB0863" w:rsidP="00D70384">
      <w:r>
        <w:t xml:space="preserve">від 15 квітня 2021 року                                      № 390 </w:t>
      </w:r>
    </w:p>
    <w:p w:rsidR="00DB0863" w:rsidRDefault="00DB0863" w:rsidP="00D70384">
      <w:pPr>
        <w:jc w:val="both"/>
      </w:pPr>
      <w:r>
        <w:t>с-ще Нагірянка</w:t>
      </w:r>
    </w:p>
    <w:p w:rsidR="00DB0863" w:rsidRDefault="00DB0863" w:rsidP="00D70384"/>
    <w:p w:rsidR="00DB0863" w:rsidRDefault="00DB0863" w:rsidP="00D70384">
      <w:pPr>
        <w:rPr>
          <w:b/>
        </w:rPr>
      </w:pPr>
      <w:r w:rsidRPr="00EA6EDE">
        <w:rPr>
          <w:b/>
        </w:rPr>
        <w:t xml:space="preserve">Про затвердження </w:t>
      </w:r>
      <w:r>
        <w:rPr>
          <w:b/>
        </w:rPr>
        <w:t>Регламенту</w:t>
      </w:r>
    </w:p>
    <w:p w:rsidR="00DB0863" w:rsidRPr="00EA6EDE" w:rsidRDefault="00DB0863" w:rsidP="00D70384">
      <w:pPr>
        <w:rPr>
          <w:b/>
        </w:rPr>
      </w:pPr>
      <w:r>
        <w:rPr>
          <w:b/>
        </w:rPr>
        <w:t>Нагірянської сільської ради</w:t>
      </w:r>
    </w:p>
    <w:p w:rsidR="00DB0863" w:rsidRPr="00EA6EDE" w:rsidRDefault="00DB0863" w:rsidP="00D70384">
      <w:pPr>
        <w:ind w:firstLine="708"/>
        <w:rPr>
          <w:b/>
        </w:rPr>
      </w:pPr>
    </w:p>
    <w:p w:rsidR="00DB0863" w:rsidRPr="00EA6EDE" w:rsidRDefault="00DB0863" w:rsidP="00D70384">
      <w:pPr>
        <w:ind w:firstLine="708"/>
        <w:jc w:val="both"/>
        <w:rPr>
          <w:b/>
        </w:rPr>
      </w:pPr>
    </w:p>
    <w:p w:rsidR="00DB0863" w:rsidRDefault="00DB0863" w:rsidP="00D70384">
      <w:pPr>
        <w:ind w:firstLine="708"/>
        <w:jc w:val="both"/>
      </w:pPr>
      <w:r w:rsidRPr="00EA6EDE">
        <w:t xml:space="preserve">      </w:t>
      </w:r>
      <w:r>
        <w:t>Керуючись пунктом 1 частини 1 статті 26 Закону України «Про місцеве самоврядування» та в</w:t>
      </w:r>
      <w:r w:rsidRPr="00384720">
        <w:t>раховуючи пропозиції постійної комісії сільської ради з питань прав людини, законності та регла</w:t>
      </w:r>
      <w:r>
        <w:t xml:space="preserve">менту від 12 квітня 2021 року, Нагірянська </w:t>
      </w:r>
      <w:r w:rsidRPr="00EA6EDE">
        <w:t xml:space="preserve">сільська рада </w:t>
      </w:r>
    </w:p>
    <w:p w:rsidR="00DB0863" w:rsidRDefault="00DB0863" w:rsidP="00D70384">
      <w:pPr>
        <w:ind w:firstLine="708"/>
        <w:jc w:val="both"/>
      </w:pPr>
    </w:p>
    <w:p w:rsidR="00DB0863" w:rsidRDefault="00DB0863" w:rsidP="00D70384">
      <w:pPr>
        <w:ind w:firstLine="708"/>
        <w:jc w:val="both"/>
        <w:rPr>
          <w:b/>
        </w:rPr>
      </w:pPr>
      <w:r w:rsidRPr="000743E1">
        <w:rPr>
          <w:b/>
        </w:rPr>
        <w:t>В</w:t>
      </w:r>
      <w:r>
        <w:rPr>
          <w:b/>
        </w:rPr>
        <w:t>ИРІШИЛА</w:t>
      </w:r>
      <w:r w:rsidRPr="000743E1">
        <w:rPr>
          <w:b/>
        </w:rPr>
        <w:t>:</w:t>
      </w:r>
    </w:p>
    <w:p w:rsidR="00DB0863" w:rsidRPr="000743E1" w:rsidRDefault="00DB0863" w:rsidP="00D70384">
      <w:pPr>
        <w:ind w:firstLine="708"/>
        <w:jc w:val="both"/>
        <w:rPr>
          <w:b/>
        </w:rPr>
      </w:pPr>
    </w:p>
    <w:p w:rsidR="00DB0863" w:rsidRDefault="00DB0863" w:rsidP="00D70384">
      <w:pPr>
        <w:numPr>
          <w:ilvl w:val="0"/>
          <w:numId w:val="1"/>
        </w:numPr>
        <w:jc w:val="both"/>
      </w:pPr>
      <w:r>
        <w:t>Затвердити Регламент Нагірянської сільської ради, що додається</w:t>
      </w:r>
      <w:r w:rsidRPr="00EA6EDE">
        <w:t>.</w:t>
      </w:r>
    </w:p>
    <w:p w:rsidR="00DB0863" w:rsidRPr="00253CCF" w:rsidRDefault="00DB0863" w:rsidP="00253CCF">
      <w:pPr>
        <w:numPr>
          <w:ilvl w:val="0"/>
          <w:numId w:val="1"/>
        </w:numPr>
        <w:jc w:val="both"/>
        <w:rPr>
          <w:lang w:val="ru-RU"/>
        </w:rPr>
      </w:pPr>
      <w:r w:rsidRPr="00253CCF">
        <w:t>Апарату сільської ради оприлюднити дане рішення на офіційному сайті Нагірянської сільської ради у десятиденний строк</w:t>
      </w:r>
      <w:r>
        <w:t>.</w:t>
      </w:r>
    </w:p>
    <w:p w:rsidR="00DB0863" w:rsidRPr="00253CCF" w:rsidRDefault="00DB0863" w:rsidP="00253CCF">
      <w:pPr>
        <w:numPr>
          <w:ilvl w:val="0"/>
          <w:numId w:val="1"/>
        </w:numPr>
        <w:jc w:val="both"/>
        <w:rPr>
          <w:lang w:val="ru-RU"/>
        </w:rPr>
      </w:pPr>
      <w:r>
        <w:rPr>
          <w:lang w:val="ru-RU"/>
        </w:rPr>
        <w:t xml:space="preserve">Вважати таким, що втратило чинність рішення Нагірянської сільської ради  від 01 грудня 2020 року  № 5 «Про </w:t>
      </w:r>
      <w:r w:rsidRPr="00253CCF">
        <w:rPr>
          <w:lang w:val="ru-RU"/>
        </w:rPr>
        <w:t xml:space="preserve">затвердження </w:t>
      </w:r>
      <w:r>
        <w:rPr>
          <w:lang w:val="ru-RU"/>
        </w:rPr>
        <w:t xml:space="preserve">тимчасового </w:t>
      </w:r>
      <w:r w:rsidRPr="00253CCF">
        <w:rPr>
          <w:lang w:val="ru-RU"/>
        </w:rPr>
        <w:t>Регламенту</w:t>
      </w:r>
      <w:r>
        <w:rPr>
          <w:lang w:val="ru-RU"/>
        </w:rPr>
        <w:t xml:space="preserve"> </w:t>
      </w:r>
      <w:r w:rsidRPr="00253CCF">
        <w:rPr>
          <w:lang w:val="ru-RU"/>
        </w:rPr>
        <w:t>Нагірянської сільської ради</w:t>
      </w:r>
      <w:r>
        <w:rPr>
          <w:lang w:val="ru-RU"/>
        </w:rPr>
        <w:t>.</w:t>
      </w:r>
    </w:p>
    <w:p w:rsidR="00DB0863" w:rsidRPr="00EA6EDE" w:rsidRDefault="00DB0863" w:rsidP="00253CCF">
      <w:pPr>
        <w:numPr>
          <w:ilvl w:val="0"/>
          <w:numId w:val="1"/>
        </w:numPr>
        <w:jc w:val="both"/>
        <w:rPr>
          <w:lang w:val="ru-RU"/>
        </w:rPr>
      </w:pPr>
      <w:r w:rsidRPr="00253CCF">
        <w:t xml:space="preserve"> </w:t>
      </w:r>
      <w:r w:rsidRPr="00EA6EDE">
        <w:t xml:space="preserve">Контроль за виконанням цього рішення </w:t>
      </w:r>
      <w:r>
        <w:t>покласти на постійної комісії сільської ради з питань прав людини, законності та регламенту.</w:t>
      </w:r>
    </w:p>
    <w:p w:rsidR="00DB0863" w:rsidRPr="00EA6EDE" w:rsidRDefault="00DB0863" w:rsidP="00D70384">
      <w:pPr>
        <w:ind w:firstLine="708"/>
        <w:rPr>
          <w:lang w:val="ru-RU"/>
        </w:rPr>
      </w:pPr>
    </w:p>
    <w:p w:rsidR="00DB0863" w:rsidRPr="00A73F54" w:rsidRDefault="00DB0863" w:rsidP="00D70384"/>
    <w:p w:rsidR="00DB0863" w:rsidRDefault="00DB0863" w:rsidP="00D70384">
      <w:pPr>
        <w:ind w:firstLine="709"/>
        <w:jc w:val="both"/>
      </w:pPr>
    </w:p>
    <w:p w:rsidR="00DB0863" w:rsidRDefault="00DB0863" w:rsidP="00D70384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t xml:space="preserve">Нагірянський сільський голова                                      Ігор КІНДРАТ   </w:t>
      </w:r>
    </w:p>
    <w:p w:rsidR="00DB0863" w:rsidRDefault="00DB0863" w:rsidP="00D70384"/>
    <w:p w:rsidR="00DB0863" w:rsidRPr="00A73F54" w:rsidRDefault="00DB0863" w:rsidP="00D70384"/>
    <w:p w:rsidR="00DB0863" w:rsidRPr="00A73F54" w:rsidRDefault="00DB0863" w:rsidP="00D70384"/>
    <w:p w:rsidR="00DB0863" w:rsidRPr="00A73F54" w:rsidRDefault="00DB0863" w:rsidP="00D70384"/>
    <w:p w:rsidR="00DB0863" w:rsidRPr="00A73F54" w:rsidRDefault="00DB0863" w:rsidP="00D70384"/>
    <w:p w:rsidR="00DB0863" w:rsidRPr="00A73F54" w:rsidRDefault="00DB0863" w:rsidP="00D70384"/>
    <w:p w:rsidR="00DB0863" w:rsidRDefault="00DB0863"/>
    <w:p w:rsidR="00DB0863" w:rsidRDefault="00DB0863"/>
    <w:p w:rsidR="00DB0863" w:rsidRDefault="00DB0863"/>
    <w:p w:rsidR="00DB0863" w:rsidRDefault="00DB0863"/>
    <w:p w:rsidR="00DB0863" w:rsidRDefault="00DB0863"/>
    <w:p w:rsidR="00DB0863" w:rsidRDefault="00DB0863"/>
    <w:p w:rsidR="00DB0863" w:rsidRDefault="00DB0863"/>
    <w:p w:rsidR="00DB0863" w:rsidRDefault="00DB0863"/>
    <w:p w:rsidR="00DB0863" w:rsidRDefault="00DB0863"/>
    <w:p w:rsidR="00DB0863" w:rsidRDefault="00DB0863"/>
    <w:p w:rsidR="00DB0863" w:rsidRDefault="00DB0863"/>
    <w:p w:rsidR="00DB0863" w:rsidRDefault="00DB0863"/>
    <w:p w:rsidR="00DB0863" w:rsidRDefault="00DB0863" w:rsidP="00133EC9">
      <w:pPr>
        <w:jc w:val="center"/>
        <w:rPr>
          <w:noProof/>
        </w:rPr>
      </w:pPr>
    </w:p>
    <w:p w:rsidR="00DB0863" w:rsidRDefault="00DB0863" w:rsidP="00133EC9">
      <w:pPr>
        <w:jc w:val="center"/>
        <w:rPr>
          <w:noProof/>
        </w:rPr>
      </w:pPr>
    </w:p>
    <w:p w:rsidR="00DB0863" w:rsidRDefault="00DB0863" w:rsidP="00133EC9">
      <w:pPr>
        <w:jc w:val="center"/>
        <w:rPr>
          <w:sz w:val="28"/>
          <w:szCs w:val="28"/>
        </w:rPr>
      </w:pPr>
      <w:r>
        <w:rPr>
          <w:noProof/>
        </w:rPr>
        <w:pict>
          <v:shape id="_x0000_i1026" type="#_x0000_t75" style="width:39pt;height:54pt;visibility:visible">
            <v:imagedata r:id="rId6" o:title="" grayscale="t" bilevel="t"/>
          </v:shape>
        </w:pict>
      </w:r>
    </w:p>
    <w:p w:rsidR="00DB0863" w:rsidRDefault="00DB0863" w:rsidP="00133EC9">
      <w:pPr>
        <w:jc w:val="center"/>
        <w:rPr>
          <w:sz w:val="28"/>
          <w:szCs w:val="28"/>
        </w:rPr>
      </w:pPr>
    </w:p>
    <w:p w:rsidR="00DB0863" w:rsidRDefault="00DB0863" w:rsidP="00133EC9">
      <w:pPr>
        <w:jc w:val="center"/>
      </w:pPr>
      <w:r>
        <w:t>Н А Г І Р Я Н С Ь К А  С І Л Ь С Ь К А    Р А Д А</w:t>
      </w:r>
    </w:p>
    <w:p w:rsidR="00DB0863" w:rsidRDefault="00DB0863" w:rsidP="00133EC9">
      <w:pPr>
        <w:jc w:val="center"/>
      </w:pPr>
      <w:r>
        <w:t>ЧОРТКІВСЬКОГО   РАЙОНУ    ТЕРНОПІЛЬСЬКОЇ   ОБЛАСТІ</w:t>
      </w:r>
    </w:p>
    <w:p w:rsidR="00DB0863" w:rsidRDefault="00DB0863" w:rsidP="00133EC9">
      <w:pPr>
        <w:jc w:val="center"/>
      </w:pPr>
      <w:r>
        <w:t>ВОСЬМЕ    СКЛИКАННЯ</w:t>
      </w:r>
    </w:p>
    <w:p w:rsidR="00DB0863" w:rsidRDefault="00DB0863" w:rsidP="00133EC9">
      <w:pPr>
        <w:jc w:val="center"/>
      </w:pPr>
      <w:r>
        <w:t>СЬОМА     СЕСІЯ</w:t>
      </w:r>
    </w:p>
    <w:p w:rsidR="00DB0863" w:rsidRDefault="00DB0863" w:rsidP="00133EC9">
      <w:pPr>
        <w:jc w:val="center"/>
      </w:pPr>
      <w:r>
        <w:t>Перше пленарне засідання</w:t>
      </w:r>
    </w:p>
    <w:p w:rsidR="00DB0863" w:rsidRDefault="00DB0863" w:rsidP="00133EC9">
      <w:pPr>
        <w:jc w:val="center"/>
      </w:pPr>
      <w:r>
        <w:t>Р І Ш Е Н Н Я</w:t>
      </w:r>
    </w:p>
    <w:p w:rsidR="00DB0863" w:rsidRDefault="00DB0863" w:rsidP="00133EC9">
      <w:pPr>
        <w:ind w:left="709"/>
        <w:jc w:val="both"/>
      </w:pPr>
    </w:p>
    <w:p w:rsidR="00DB0863" w:rsidRDefault="00DB0863" w:rsidP="00133EC9">
      <w:r>
        <w:t xml:space="preserve">від 15 квітня 2021 року                                      № 400  </w:t>
      </w:r>
    </w:p>
    <w:p w:rsidR="00DB0863" w:rsidRDefault="00DB0863" w:rsidP="00133EC9">
      <w:pPr>
        <w:jc w:val="both"/>
      </w:pPr>
      <w:r>
        <w:t>с-ще Нагірянка</w:t>
      </w:r>
    </w:p>
    <w:p w:rsidR="00DB0863" w:rsidRDefault="00DB0863" w:rsidP="00133EC9"/>
    <w:p w:rsidR="00DB0863" w:rsidRDefault="00DB0863" w:rsidP="00133EC9">
      <w:pPr>
        <w:rPr>
          <w:b/>
        </w:rPr>
      </w:pPr>
      <w:r>
        <w:rPr>
          <w:b/>
        </w:rPr>
        <w:t xml:space="preserve">Про затвердження Статуту </w:t>
      </w:r>
    </w:p>
    <w:p w:rsidR="00DB0863" w:rsidRDefault="00DB0863" w:rsidP="00133EC9">
      <w:pPr>
        <w:rPr>
          <w:b/>
        </w:rPr>
      </w:pPr>
      <w:r>
        <w:rPr>
          <w:b/>
        </w:rPr>
        <w:t xml:space="preserve">територіальної громади </w:t>
      </w:r>
    </w:p>
    <w:p w:rsidR="00DB0863" w:rsidRDefault="00DB0863" w:rsidP="00133EC9">
      <w:pPr>
        <w:rPr>
          <w:b/>
        </w:rPr>
      </w:pPr>
      <w:r>
        <w:rPr>
          <w:b/>
        </w:rPr>
        <w:t>Нагірянської сільської ради</w:t>
      </w:r>
    </w:p>
    <w:p w:rsidR="00DB0863" w:rsidRDefault="00DB0863" w:rsidP="00133EC9">
      <w:pPr>
        <w:ind w:firstLine="708"/>
        <w:rPr>
          <w:b/>
        </w:rPr>
      </w:pPr>
    </w:p>
    <w:p w:rsidR="00DB0863" w:rsidRDefault="00DB0863" w:rsidP="00133EC9">
      <w:pPr>
        <w:ind w:firstLine="708"/>
        <w:jc w:val="both"/>
        <w:rPr>
          <w:b/>
        </w:rPr>
      </w:pPr>
    </w:p>
    <w:p w:rsidR="00DB0863" w:rsidRDefault="00DB0863" w:rsidP="00133EC9">
      <w:pPr>
        <w:ind w:firstLine="708"/>
        <w:jc w:val="both"/>
      </w:pPr>
      <w:r>
        <w:t xml:space="preserve">      З</w:t>
      </w:r>
      <w:r>
        <w:rPr>
          <w:b/>
        </w:rPr>
        <w:t xml:space="preserve"> </w:t>
      </w:r>
      <w:r>
        <w:t xml:space="preserve">метою створення необхідних умов для реалізації населенням територіальної громади прав на участь у здійсненні місцевого самоврядування, відповідно до ст.19, 26 Закону України «Про місцеве самоврядування в  Україні» та враховуючи пропозиції постійної комісії сільської ради з питань прав людини, законності та регламенту від 12 квітня 2021 року, сільська рада </w:t>
      </w:r>
    </w:p>
    <w:p w:rsidR="00DB0863" w:rsidRDefault="00DB0863" w:rsidP="00133EC9">
      <w:pPr>
        <w:ind w:firstLine="708"/>
        <w:jc w:val="both"/>
      </w:pPr>
    </w:p>
    <w:p w:rsidR="00DB0863" w:rsidRDefault="00DB0863" w:rsidP="00133EC9">
      <w:pPr>
        <w:jc w:val="both"/>
        <w:rPr>
          <w:b/>
        </w:rPr>
      </w:pPr>
      <w:r>
        <w:rPr>
          <w:b/>
        </w:rPr>
        <w:t>ВИРІШИЛА:</w:t>
      </w:r>
    </w:p>
    <w:p w:rsidR="00DB0863" w:rsidRDefault="00DB0863" w:rsidP="00133EC9">
      <w:pPr>
        <w:ind w:firstLine="708"/>
        <w:jc w:val="both"/>
        <w:rPr>
          <w:b/>
        </w:rPr>
      </w:pPr>
    </w:p>
    <w:p w:rsidR="00DB0863" w:rsidRDefault="00DB0863" w:rsidP="00133EC9">
      <w:pPr>
        <w:jc w:val="both"/>
      </w:pPr>
      <w:r>
        <w:rPr>
          <w:b/>
        </w:rPr>
        <w:t>1.</w:t>
      </w:r>
      <w:r>
        <w:t xml:space="preserve"> Затвердити Статут територіальної громади Нагірянської сільської ради з додатками (додається).</w:t>
      </w:r>
    </w:p>
    <w:p w:rsidR="00DB0863" w:rsidRDefault="00DB0863" w:rsidP="00133EC9">
      <w:pPr>
        <w:jc w:val="both"/>
      </w:pPr>
      <w:r>
        <w:rPr>
          <w:b/>
        </w:rPr>
        <w:t>2.</w:t>
      </w:r>
      <w:r>
        <w:t xml:space="preserve">  Забезпечити державну реєстрацію Статуту у Єдиному державному реєстрі юридичних осіб та фізичних осіб-підприємців в установленному законодавством порядку.</w:t>
      </w:r>
    </w:p>
    <w:p w:rsidR="00DB0863" w:rsidRDefault="00DB0863" w:rsidP="00133EC9">
      <w:pPr>
        <w:jc w:val="both"/>
        <w:rPr>
          <w:lang w:val="ru-RU"/>
        </w:rPr>
      </w:pPr>
      <w:r>
        <w:rPr>
          <w:b/>
        </w:rPr>
        <w:t>3.</w:t>
      </w:r>
      <w:r>
        <w:t xml:space="preserve">   Контроль за виконанням цього рішення залишаю за собою.</w:t>
      </w:r>
    </w:p>
    <w:p w:rsidR="00DB0863" w:rsidRDefault="00DB0863" w:rsidP="00133EC9">
      <w:pPr>
        <w:ind w:firstLine="708"/>
        <w:rPr>
          <w:lang w:val="ru-RU"/>
        </w:rPr>
      </w:pPr>
    </w:p>
    <w:p w:rsidR="00DB0863" w:rsidRDefault="00DB0863" w:rsidP="00133EC9"/>
    <w:p w:rsidR="00DB0863" w:rsidRDefault="00DB0863" w:rsidP="00133EC9">
      <w:pPr>
        <w:ind w:firstLine="709"/>
        <w:jc w:val="both"/>
        <w:rPr>
          <w:sz w:val="28"/>
          <w:szCs w:val="28"/>
        </w:rPr>
      </w:pPr>
      <w:r>
        <w:t xml:space="preserve">Нагірянський сільський голова                                      Ігор КІНДРАТ   </w:t>
      </w:r>
    </w:p>
    <w:p w:rsidR="00DB0863" w:rsidRDefault="00DB0863" w:rsidP="00133EC9"/>
    <w:p w:rsidR="00DB0863" w:rsidRDefault="00DB0863" w:rsidP="00133EC9"/>
    <w:p w:rsidR="00DB0863" w:rsidRDefault="00DB0863" w:rsidP="00133EC9"/>
    <w:p w:rsidR="00DB0863" w:rsidRDefault="00DB0863" w:rsidP="00133EC9"/>
    <w:p w:rsidR="00DB0863" w:rsidRDefault="00DB0863" w:rsidP="00133EC9"/>
    <w:p w:rsidR="00DB0863" w:rsidRDefault="00DB0863" w:rsidP="00133EC9"/>
    <w:p w:rsidR="00DB0863" w:rsidRDefault="00DB0863"/>
    <w:sectPr w:rsidR="00DB0863" w:rsidSect="00E811C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812079"/>
    <w:multiLevelType w:val="hybridMultilevel"/>
    <w:tmpl w:val="6FE87774"/>
    <w:lvl w:ilvl="0" w:tplc="10E0D9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26A9"/>
    <w:rsid w:val="000743E1"/>
    <w:rsid w:val="000F5DC4"/>
    <w:rsid w:val="00133EC9"/>
    <w:rsid w:val="0016085B"/>
    <w:rsid w:val="00184C85"/>
    <w:rsid w:val="00253CCF"/>
    <w:rsid w:val="00281374"/>
    <w:rsid w:val="00384720"/>
    <w:rsid w:val="003F2DD6"/>
    <w:rsid w:val="00481B54"/>
    <w:rsid w:val="004E08E4"/>
    <w:rsid w:val="006C659A"/>
    <w:rsid w:val="006C6EE6"/>
    <w:rsid w:val="00802C5C"/>
    <w:rsid w:val="009426A9"/>
    <w:rsid w:val="009C1D47"/>
    <w:rsid w:val="00A73F54"/>
    <w:rsid w:val="00BA7EFB"/>
    <w:rsid w:val="00D60114"/>
    <w:rsid w:val="00D70384"/>
    <w:rsid w:val="00DB0863"/>
    <w:rsid w:val="00E811CF"/>
    <w:rsid w:val="00E869E9"/>
    <w:rsid w:val="00EA6E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38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70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70384"/>
    <w:rPr>
      <w:rFonts w:ascii="Tahom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783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</TotalTime>
  <Pages>2</Pages>
  <Words>344</Words>
  <Characters>1961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5</cp:revision>
  <cp:lastPrinted>2021-04-16T09:20:00Z</cp:lastPrinted>
  <dcterms:created xsi:type="dcterms:W3CDTF">2021-04-12T11:23:00Z</dcterms:created>
  <dcterms:modified xsi:type="dcterms:W3CDTF">2021-04-16T09:20:00Z</dcterms:modified>
</cp:coreProperties>
</file>