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6EF" w:rsidRPr="000B3935" w:rsidRDefault="00EB66EF" w:rsidP="005B105E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bookmarkStart w:id="0" w:name="_GoBack"/>
      <w:r w:rsidRPr="000B3935">
        <w:rPr>
          <w:rFonts w:ascii="Times New Roman" w:hAnsi="Times New Roman"/>
          <w:bCs/>
          <w:sz w:val="24"/>
          <w:szCs w:val="24"/>
        </w:rPr>
        <w:t xml:space="preserve">ПРОЄКТ </w:t>
      </w:r>
    </w:p>
    <w:p w:rsidR="00EB66EF" w:rsidRPr="000B3935" w:rsidRDefault="00EB66EF" w:rsidP="005B105E">
      <w:pPr>
        <w:pStyle w:val="1"/>
        <w:rPr>
          <w:noProof/>
          <w:sz w:val="24"/>
          <w:szCs w:val="24"/>
          <w:lang w:val="ru-RU" w:eastAsia="ru-RU"/>
        </w:rPr>
      </w:pPr>
    </w:p>
    <w:p w:rsidR="00EB66EF" w:rsidRPr="000B3935" w:rsidRDefault="00EB66EF" w:rsidP="005B105E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0B3935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EB66EF" w:rsidRPr="000B3935" w:rsidRDefault="00EB66EF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B3935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0B3935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EB66EF" w:rsidRPr="000B3935" w:rsidRDefault="00EB66EF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0B3935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EB66EF" w:rsidRPr="000B3935" w:rsidRDefault="00EB66EF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B3935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EB66EF" w:rsidRPr="000B3935" w:rsidRDefault="00EB66EF" w:rsidP="000B3935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B3935">
        <w:rPr>
          <w:rFonts w:ascii="Times New Roman" w:hAnsi="Times New Roman"/>
          <w:sz w:val="24"/>
          <w:szCs w:val="24"/>
          <w:lang w:eastAsia="ru-RU"/>
        </w:rPr>
        <w:t>ВОСЬМА СЕСІЯ</w:t>
      </w:r>
    </w:p>
    <w:p w:rsidR="00EB66EF" w:rsidRPr="000B3935" w:rsidRDefault="00EB66EF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B3935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0B393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B66EF" w:rsidRPr="000B3935" w:rsidRDefault="00EB66EF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0B393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B3935">
        <w:rPr>
          <w:rFonts w:ascii="Times New Roman" w:hAnsi="Times New Roman"/>
          <w:sz w:val="24"/>
          <w:szCs w:val="24"/>
          <w:lang w:eastAsia="ar-SA"/>
        </w:rPr>
        <w:t xml:space="preserve"> __ ______________ 2021 року                                                                     № ________ </w:t>
      </w:r>
    </w:p>
    <w:p w:rsidR="00EB66EF" w:rsidRPr="000B3935" w:rsidRDefault="00EB66EF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0B3935">
        <w:rPr>
          <w:rFonts w:ascii="Times New Roman" w:hAnsi="Times New Roman"/>
          <w:sz w:val="24"/>
          <w:szCs w:val="24"/>
          <w:lang w:eastAsia="ar-SA"/>
        </w:rPr>
        <w:t xml:space="preserve">    с-ще Нагірянка</w:t>
      </w:r>
    </w:p>
    <w:p w:rsidR="00EB66EF" w:rsidRPr="009F4630" w:rsidRDefault="00EB66EF" w:rsidP="005B105E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 w:rsidRPr="009F4630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EB66EF" w:rsidRDefault="00EB66EF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9F4630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EB66EF" w:rsidRDefault="00EB66EF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9F4630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9F4630">
        <w:rPr>
          <w:rFonts w:ascii="Times New Roman" w:hAnsi="Times New Roman"/>
          <w:b/>
          <w:bCs/>
          <w:sz w:val="24"/>
          <w:szCs w:val="24"/>
        </w:rPr>
        <w:t xml:space="preserve">ілянок </w:t>
      </w:r>
    </w:p>
    <w:p w:rsidR="00EB66EF" w:rsidRDefault="00EB66EF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9F4630">
        <w:rPr>
          <w:rFonts w:ascii="Times New Roman" w:hAnsi="Times New Roman"/>
          <w:b/>
          <w:bCs/>
          <w:sz w:val="24"/>
          <w:szCs w:val="24"/>
        </w:rPr>
        <w:t xml:space="preserve"> власність та передача їх громадянам</w:t>
      </w:r>
      <w:r w:rsidRPr="009F4630">
        <w:rPr>
          <w:rFonts w:ascii="Times New Roman" w:hAnsi="Times New Roman"/>
          <w:b/>
          <w:sz w:val="24"/>
          <w:szCs w:val="24"/>
        </w:rPr>
        <w:t xml:space="preserve"> </w:t>
      </w:r>
    </w:p>
    <w:p w:rsidR="00EB66EF" w:rsidRDefault="00EB66EF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9F4630">
        <w:rPr>
          <w:rFonts w:ascii="Times New Roman" w:hAnsi="Times New Roman"/>
          <w:b/>
          <w:sz w:val="24"/>
          <w:szCs w:val="24"/>
        </w:rPr>
        <w:t xml:space="preserve">у приватну </w:t>
      </w:r>
      <w:r w:rsidRPr="009F4630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9F4630">
        <w:rPr>
          <w:rFonts w:ascii="Times New Roman" w:hAnsi="Times New Roman"/>
          <w:b/>
          <w:sz w:val="24"/>
          <w:szCs w:val="24"/>
        </w:rPr>
        <w:t xml:space="preserve"> в с. Улашківці, </w:t>
      </w:r>
    </w:p>
    <w:p w:rsidR="00EB66EF" w:rsidRDefault="00EB66EF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9F4630">
        <w:rPr>
          <w:rFonts w:ascii="Times New Roman" w:hAnsi="Times New Roman"/>
          <w:b/>
          <w:sz w:val="24"/>
          <w:szCs w:val="24"/>
        </w:rPr>
        <w:t xml:space="preserve">с. Стара Ягільниця, с. Шульганівка, </w:t>
      </w:r>
    </w:p>
    <w:p w:rsidR="00EB66EF" w:rsidRDefault="00EB66EF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9F4630">
        <w:rPr>
          <w:rFonts w:ascii="Times New Roman" w:hAnsi="Times New Roman"/>
          <w:b/>
          <w:sz w:val="24"/>
          <w:szCs w:val="24"/>
        </w:rPr>
        <w:t xml:space="preserve">с. Заболотівка  Чортківського району </w:t>
      </w:r>
    </w:p>
    <w:p w:rsidR="00EB66EF" w:rsidRPr="009F4630" w:rsidRDefault="00EB66EF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9F4630"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EB66EF" w:rsidRPr="009F4630" w:rsidRDefault="00EB66EF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EB66EF" w:rsidRPr="009F4630" w:rsidRDefault="00EB66EF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F4630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9F4630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9F4630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 рада</w:t>
      </w:r>
    </w:p>
    <w:p w:rsidR="00EB66EF" w:rsidRPr="009F4630" w:rsidRDefault="00EB66EF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F4630">
        <w:rPr>
          <w:rFonts w:ascii="Times New Roman" w:hAnsi="Times New Roman"/>
          <w:sz w:val="24"/>
          <w:szCs w:val="24"/>
        </w:rPr>
        <w:t xml:space="preserve"> </w:t>
      </w:r>
    </w:p>
    <w:p w:rsidR="00EB66EF" w:rsidRPr="009F4630" w:rsidRDefault="00EB66EF" w:rsidP="005B105E">
      <w:pPr>
        <w:pStyle w:val="1"/>
        <w:rPr>
          <w:rFonts w:ascii="Times New Roman" w:hAnsi="Times New Roman"/>
          <w:b/>
          <w:sz w:val="24"/>
          <w:szCs w:val="24"/>
        </w:rPr>
      </w:pPr>
      <w:r w:rsidRPr="009F4630">
        <w:rPr>
          <w:rFonts w:ascii="Times New Roman" w:hAnsi="Times New Roman"/>
          <w:b/>
          <w:sz w:val="24"/>
          <w:szCs w:val="24"/>
        </w:rPr>
        <w:t>ВИРІШИЛА:</w:t>
      </w:r>
    </w:p>
    <w:p w:rsidR="00EB66EF" w:rsidRPr="009F4630" w:rsidRDefault="00EB66EF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EB66EF" w:rsidRPr="009F4630" w:rsidRDefault="00EB66EF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0B3935">
        <w:rPr>
          <w:rFonts w:ascii="Times New Roman" w:hAnsi="Times New Roman"/>
          <w:b/>
          <w:sz w:val="24"/>
          <w:szCs w:val="24"/>
        </w:rPr>
        <w:t>1.</w:t>
      </w:r>
      <w:r w:rsidRPr="009F4630"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 w:rsidRPr="009F463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4630">
        <w:rPr>
          <w:rFonts w:ascii="Times New Roman" w:hAnsi="Times New Roman"/>
          <w:sz w:val="24"/>
          <w:szCs w:val="24"/>
        </w:rPr>
        <w:t xml:space="preserve"> </w:t>
      </w:r>
      <w:r w:rsidRPr="009F4630">
        <w:rPr>
          <w:rFonts w:ascii="Times New Roman" w:hAnsi="Times New Roman"/>
          <w:sz w:val="24"/>
          <w:szCs w:val="24"/>
          <w:lang w:val="ru-RU"/>
        </w:rPr>
        <w:t>п</w:t>
      </w:r>
      <w:r w:rsidRPr="009F4630">
        <w:rPr>
          <w:rFonts w:ascii="Times New Roman" w:hAnsi="Times New Roman"/>
          <w:sz w:val="24"/>
          <w:szCs w:val="24"/>
        </w:rPr>
        <w:t xml:space="preserve">ередати </w:t>
      </w:r>
      <w:r w:rsidRPr="009F4630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9F4630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EB66EF" w:rsidRPr="009F4630" w:rsidRDefault="00EB66EF" w:rsidP="005B105E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9F4630">
        <w:rPr>
          <w:rFonts w:ascii="Times New Roman" w:hAnsi="Times New Roman"/>
          <w:sz w:val="24"/>
          <w:szCs w:val="24"/>
        </w:rPr>
        <w:t xml:space="preserve">1.1. Гр. </w:t>
      </w:r>
      <w:r w:rsidRPr="009F4630">
        <w:rPr>
          <w:rFonts w:ascii="Times New Roman" w:hAnsi="Times New Roman"/>
          <w:b/>
          <w:sz w:val="24"/>
          <w:szCs w:val="24"/>
        </w:rPr>
        <w:t>Агеєву Віктору Миколайовичу (учасник АТО)</w:t>
      </w:r>
      <w:r w:rsidRPr="009F4630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2,0000 га"/>
        </w:smartTagPr>
        <w:r w:rsidRPr="009F4630">
          <w:rPr>
            <w:rFonts w:ascii="Times New Roman" w:hAnsi="Times New Roman"/>
            <w:sz w:val="24"/>
            <w:szCs w:val="24"/>
          </w:rPr>
          <w:t>2,0000 га</w:t>
        </w:r>
      </w:smartTag>
      <w:r w:rsidRPr="009F4630">
        <w:rPr>
          <w:rFonts w:ascii="Times New Roman" w:hAnsi="Times New Roman"/>
          <w:sz w:val="24"/>
          <w:szCs w:val="24"/>
        </w:rPr>
        <w:t xml:space="preserve"> за межами населеного пункту за рахунок земель комунальної форми власності Нагірянської сільської ради (землі сільськогосподарського призначення / сільськогосподарські землі / рілля). Місце розташування: Тернопільська область, Чортківський район, Шульганівська сільська рада. </w:t>
      </w:r>
    </w:p>
    <w:p w:rsidR="00EB66EF" w:rsidRPr="009F4630" w:rsidRDefault="00EB66EF" w:rsidP="005B105E">
      <w:pPr>
        <w:pStyle w:val="2"/>
        <w:ind w:firstLine="709"/>
        <w:jc w:val="both"/>
        <w:rPr>
          <w:rFonts w:ascii="Times New Roman" w:hAnsi="Times New Roman"/>
          <w:sz w:val="28"/>
          <w:szCs w:val="28"/>
        </w:rPr>
      </w:pPr>
      <w:r w:rsidRPr="009F4630">
        <w:rPr>
          <w:rFonts w:ascii="Times New Roman" w:hAnsi="Times New Roman"/>
          <w:sz w:val="24"/>
          <w:szCs w:val="24"/>
        </w:rPr>
        <w:t>Кадастровий номер: 6125589500:01:001:****.</w:t>
      </w:r>
      <w:r w:rsidRPr="009F4630">
        <w:rPr>
          <w:rFonts w:ascii="Times New Roman" w:hAnsi="Times New Roman"/>
          <w:sz w:val="28"/>
          <w:szCs w:val="28"/>
        </w:rPr>
        <w:t xml:space="preserve">  </w:t>
      </w:r>
    </w:p>
    <w:p w:rsidR="00EB66EF" w:rsidRPr="009F4630" w:rsidRDefault="00EB66EF" w:rsidP="005B105E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9F4630">
        <w:rPr>
          <w:rFonts w:ascii="Times New Roman" w:hAnsi="Times New Roman"/>
          <w:sz w:val="24"/>
          <w:szCs w:val="24"/>
        </w:rPr>
        <w:t xml:space="preserve">1.2. Гр. </w:t>
      </w:r>
      <w:r w:rsidRPr="009F4630">
        <w:rPr>
          <w:rFonts w:ascii="Times New Roman" w:hAnsi="Times New Roman"/>
          <w:b/>
          <w:sz w:val="24"/>
          <w:szCs w:val="24"/>
        </w:rPr>
        <w:t>Крисі Петру Андрійовичу (учасник АТО)</w:t>
      </w:r>
      <w:r w:rsidRPr="009F4630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1,3642 га"/>
        </w:smartTagPr>
        <w:r w:rsidRPr="009F4630">
          <w:rPr>
            <w:rFonts w:ascii="Times New Roman" w:hAnsi="Times New Roman"/>
            <w:sz w:val="24"/>
            <w:szCs w:val="24"/>
          </w:rPr>
          <w:t>1,3642 га</w:t>
        </w:r>
      </w:smartTag>
      <w:r w:rsidRPr="009F4630">
        <w:rPr>
          <w:rFonts w:ascii="Times New Roman" w:hAnsi="Times New Roman"/>
          <w:sz w:val="24"/>
          <w:szCs w:val="24"/>
        </w:rPr>
        <w:t xml:space="preserve"> за межами населеного пункту за рахунок земель комунальної форми власності Нагірянської сільської ради (землі сільськогосподарського призначення / сільськогосподарські землі / рілля). Місце розташування: Тернопільська область, Чортківський район, Староягільницька сільська рада. </w:t>
      </w:r>
    </w:p>
    <w:p w:rsidR="00EB66EF" w:rsidRPr="009F4630" w:rsidRDefault="00EB66EF" w:rsidP="005B105E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9F4630">
        <w:rPr>
          <w:rFonts w:ascii="Times New Roman" w:hAnsi="Times New Roman"/>
          <w:sz w:val="24"/>
          <w:szCs w:val="24"/>
        </w:rPr>
        <w:t>Кадастровий номер: 6125587600:01:002:****.</w:t>
      </w:r>
      <w:r w:rsidRPr="009F4630">
        <w:rPr>
          <w:rFonts w:ascii="Times New Roman" w:hAnsi="Times New Roman"/>
          <w:sz w:val="28"/>
          <w:szCs w:val="28"/>
        </w:rPr>
        <w:t xml:space="preserve">  </w:t>
      </w:r>
    </w:p>
    <w:p w:rsidR="00EB66EF" w:rsidRPr="009F4630" w:rsidRDefault="00EB66EF" w:rsidP="00465144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9F4630">
        <w:rPr>
          <w:rFonts w:ascii="Times New Roman" w:hAnsi="Times New Roman"/>
          <w:sz w:val="24"/>
          <w:szCs w:val="24"/>
        </w:rPr>
        <w:t xml:space="preserve">1.3. Гр. </w:t>
      </w:r>
      <w:r w:rsidRPr="009F4630">
        <w:rPr>
          <w:rFonts w:ascii="Times New Roman" w:hAnsi="Times New Roman"/>
          <w:b/>
          <w:sz w:val="24"/>
          <w:szCs w:val="24"/>
        </w:rPr>
        <w:t>Свинарику Петру Васильовичу (учасник АТО)</w:t>
      </w:r>
      <w:r w:rsidRPr="009F4630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2,0000 га"/>
        </w:smartTagPr>
        <w:r w:rsidRPr="009F4630">
          <w:rPr>
            <w:rFonts w:ascii="Times New Roman" w:hAnsi="Times New Roman"/>
            <w:sz w:val="24"/>
            <w:szCs w:val="24"/>
          </w:rPr>
          <w:t>2,0000 га</w:t>
        </w:r>
      </w:smartTag>
      <w:r w:rsidRPr="009F4630">
        <w:rPr>
          <w:rFonts w:ascii="Times New Roman" w:hAnsi="Times New Roman"/>
          <w:sz w:val="24"/>
          <w:szCs w:val="24"/>
        </w:rPr>
        <w:t xml:space="preserve"> за межами населеного пункту за рахунок земель комунальної форми власності Нагірянської сільської ради (землі сільськогосподарського призначення / сільськогосподарські землі / рілля). Місце розташування: Тернопільська область, Чортківський район, Староягільницька сільська рада. </w:t>
      </w:r>
    </w:p>
    <w:p w:rsidR="00EB66EF" w:rsidRPr="009F4630" w:rsidRDefault="00EB66EF" w:rsidP="00465144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9F4630">
        <w:rPr>
          <w:rFonts w:ascii="Times New Roman" w:hAnsi="Times New Roman"/>
          <w:sz w:val="24"/>
          <w:szCs w:val="24"/>
        </w:rPr>
        <w:t xml:space="preserve">          Кадастровий номер: 6125587600:01:002:****.</w:t>
      </w:r>
      <w:r w:rsidRPr="009F4630">
        <w:rPr>
          <w:rFonts w:ascii="Times New Roman" w:hAnsi="Times New Roman"/>
          <w:sz w:val="28"/>
          <w:szCs w:val="28"/>
        </w:rPr>
        <w:t xml:space="preserve">  </w:t>
      </w:r>
    </w:p>
    <w:p w:rsidR="00EB66EF" w:rsidRPr="009F4630" w:rsidRDefault="00EB66EF" w:rsidP="00023CC6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9F4630">
        <w:rPr>
          <w:rFonts w:ascii="Times New Roman" w:hAnsi="Times New Roman"/>
          <w:sz w:val="24"/>
          <w:szCs w:val="24"/>
        </w:rPr>
        <w:t xml:space="preserve">1.4. Гр. </w:t>
      </w:r>
      <w:r w:rsidRPr="009F4630">
        <w:rPr>
          <w:rFonts w:ascii="Times New Roman" w:hAnsi="Times New Roman"/>
          <w:b/>
          <w:sz w:val="24"/>
          <w:szCs w:val="24"/>
        </w:rPr>
        <w:t>Кресінському Олегу Ярославовичу</w:t>
      </w:r>
      <w:r w:rsidRPr="009F4630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2517 га"/>
        </w:smartTagPr>
        <w:r w:rsidRPr="009F4630">
          <w:rPr>
            <w:rFonts w:ascii="Times New Roman" w:hAnsi="Times New Roman"/>
            <w:sz w:val="24"/>
            <w:szCs w:val="24"/>
          </w:rPr>
          <w:t>2,0000 га</w:t>
        </w:r>
      </w:smartTag>
      <w:r w:rsidRPr="009F4630">
        <w:rPr>
          <w:rFonts w:ascii="Times New Roman" w:hAnsi="Times New Roman"/>
          <w:sz w:val="24"/>
          <w:szCs w:val="24"/>
        </w:rPr>
        <w:t xml:space="preserve"> за межами населеного пункту за рахунок земель комунальної форми власності Нагірянської сільської ради (землі сільськогосподарського призначення / сільськогосподарські землі / рілля). Місце розташування: Тернопільська область, Чортківський район, Заболотівська сільська рада. </w:t>
      </w:r>
    </w:p>
    <w:p w:rsidR="00EB66EF" w:rsidRPr="009F4630" w:rsidRDefault="00EB66EF" w:rsidP="00023CC6">
      <w:pPr>
        <w:pStyle w:val="2"/>
        <w:ind w:firstLine="709"/>
        <w:jc w:val="both"/>
        <w:rPr>
          <w:rFonts w:ascii="Times New Roman" w:hAnsi="Times New Roman"/>
          <w:sz w:val="28"/>
          <w:szCs w:val="28"/>
        </w:rPr>
      </w:pPr>
      <w:r w:rsidRPr="009F4630">
        <w:rPr>
          <w:rFonts w:ascii="Times New Roman" w:hAnsi="Times New Roman"/>
          <w:sz w:val="24"/>
          <w:szCs w:val="24"/>
        </w:rPr>
        <w:t>Кадастровий номер: 6125583100:01:001:****.</w:t>
      </w:r>
      <w:r w:rsidRPr="009F4630">
        <w:rPr>
          <w:rFonts w:ascii="Times New Roman" w:hAnsi="Times New Roman"/>
          <w:sz w:val="28"/>
          <w:szCs w:val="28"/>
        </w:rPr>
        <w:t xml:space="preserve"> </w:t>
      </w:r>
    </w:p>
    <w:p w:rsidR="00EB66EF" w:rsidRPr="009F4630" w:rsidRDefault="00EB66EF" w:rsidP="006B50BE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9F4630">
        <w:rPr>
          <w:rFonts w:ascii="Times New Roman" w:hAnsi="Times New Roman"/>
          <w:sz w:val="24"/>
          <w:szCs w:val="24"/>
        </w:rPr>
        <w:t xml:space="preserve">1.5. Гр. </w:t>
      </w:r>
      <w:r w:rsidRPr="009F4630">
        <w:rPr>
          <w:rFonts w:ascii="Times New Roman" w:hAnsi="Times New Roman"/>
          <w:b/>
          <w:sz w:val="24"/>
          <w:szCs w:val="24"/>
        </w:rPr>
        <w:t>Самотязі Володимиру Васильовичу</w:t>
      </w:r>
      <w:r w:rsidRPr="009F4630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2517 га"/>
        </w:smartTagPr>
        <w:r w:rsidRPr="009F4630">
          <w:rPr>
            <w:rFonts w:ascii="Times New Roman" w:hAnsi="Times New Roman"/>
            <w:sz w:val="24"/>
            <w:szCs w:val="24"/>
          </w:rPr>
          <w:t>0,2517 га</w:t>
        </w:r>
      </w:smartTag>
      <w:r w:rsidRPr="009F4630">
        <w:rPr>
          <w:rFonts w:ascii="Times New Roman" w:hAnsi="Times New Roman"/>
          <w:sz w:val="24"/>
          <w:szCs w:val="24"/>
        </w:rPr>
        <w:t xml:space="preserve"> за рахунок земель</w:t>
      </w:r>
      <w:r w:rsidRPr="009F4630">
        <w:rPr>
          <w:rFonts w:ascii="Times New Roman" w:hAnsi="Times New Roman"/>
          <w:sz w:val="24"/>
          <w:szCs w:val="24"/>
          <w:lang w:eastAsia="ar-SA"/>
        </w:rPr>
        <w:t xml:space="preserve"> не наданих у власність або постійне користування в межах населеного пункту / землі сільськогосподарського призначення / рілля</w:t>
      </w:r>
      <w:r w:rsidRPr="009F4630">
        <w:rPr>
          <w:rFonts w:ascii="Times New Roman" w:hAnsi="Times New Roman"/>
          <w:sz w:val="24"/>
          <w:szCs w:val="24"/>
        </w:rPr>
        <w:t xml:space="preserve">. Місце розташування: Тернопільська область, Чортківський район, с. Улашківці. </w:t>
      </w:r>
    </w:p>
    <w:p w:rsidR="00EB66EF" w:rsidRPr="009F4630" w:rsidRDefault="00EB66EF" w:rsidP="00475F95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9F4630">
        <w:rPr>
          <w:rFonts w:ascii="Times New Roman" w:hAnsi="Times New Roman"/>
          <w:sz w:val="24"/>
          <w:szCs w:val="24"/>
        </w:rPr>
        <w:t xml:space="preserve">          Кадастровий номер: 6125588300:02:002:****.</w:t>
      </w:r>
      <w:r w:rsidRPr="009F4630">
        <w:rPr>
          <w:rFonts w:ascii="Times New Roman" w:hAnsi="Times New Roman"/>
          <w:sz w:val="28"/>
          <w:szCs w:val="28"/>
        </w:rPr>
        <w:t xml:space="preserve">  </w:t>
      </w:r>
    </w:p>
    <w:p w:rsidR="00EB66EF" w:rsidRPr="009F4630" w:rsidRDefault="00EB66EF" w:rsidP="005B105E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F4630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9F4630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EB66EF" w:rsidRPr="009F4630" w:rsidRDefault="00EB66EF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F4630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9F4630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9F4630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9F4630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9F4630">
        <w:rPr>
          <w:rFonts w:ascii="Times New Roman" w:hAnsi="Times New Roman"/>
          <w:sz w:val="24"/>
          <w:szCs w:val="24"/>
          <w:lang w:eastAsia="ru-RU"/>
        </w:rPr>
        <w:t>ва</w:t>
      </w:r>
      <w:r w:rsidRPr="009F4630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EB66EF" w:rsidRPr="009F4630" w:rsidRDefault="00EB66EF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F4630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9F4630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EB66EF" w:rsidRDefault="00EB66EF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F4630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9F4630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 сільської ради з питань </w:t>
      </w:r>
      <w:r w:rsidRPr="009F4630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EB66EF" w:rsidRPr="009F4630" w:rsidRDefault="00EB66EF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EB66EF" w:rsidRPr="009F4630" w:rsidRDefault="00EB66EF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F4630"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EB66EF" w:rsidRPr="009F4630" w:rsidRDefault="00EB66EF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EB66EF" w:rsidRPr="009F4630" w:rsidRDefault="00EB66EF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EB66EF" w:rsidRPr="000B3935" w:rsidRDefault="00EB66EF" w:rsidP="005B105E">
      <w:pPr>
        <w:rPr>
          <w:rFonts w:ascii="Times New Roman" w:hAnsi="Times New Roman"/>
          <w:sz w:val="24"/>
          <w:szCs w:val="24"/>
          <w:lang w:eastAsia="ru-RU"/>
        </w:rPr>
      </w:pPr>
      <w:r w:rsidRPr="000B3935">
        <w:rPr>
          <w:rFonts w:ascii="Times New Roman" w:hAnsi="Times New Roman"/>
          <w:sz w:val="24"/>
          <w:szCs w:val="24"/>
        </w:rPr>
        <w:t xml:space="preserve">Йосип ЗІБРІВСЬКИЙ </w:t>
      </w:r>
    </w:p>
    <w:p w:rsidR="00EB66EF" w:rsidRPr="000B3935" w:rsidRDefault="00EB66EF" w:rsidP="005B105E">
      <w:pPr>
        <w:rPr>
          <w:rFonts w:ascii="Times New Roman" w:hAnsi="Times New Roman"/>
          <w:sz w:val="24"/>
          <w:szCs w:val="24"/>
        </w:rPr>
      </w:pPr>
      <w:r w:rsidRPr="000B3935">
        <w:rPr>
          <w:rFonts w:ascii="Times New Roman" w:hAnsi="Times New Roman"/>
          <w:sz w:val="24"/>
          <w:szCs w:val="24"/>
        </w:rPr>
        <w:t>Любомир ХОМ’ЯК</w:t>
      </w:r>
    </w:p>
    <w:p w:rsidR="00EB66EF" w:rsidRPr="000B3935" w:rsidRDefault="00EB66EF" w:rsidP="005B105E">
      <w:pPr>
        <w:rPr>
          <w:rFonts w:ascii="Times New Roman" w:hAnsi="Times New Roman"/>
          <w:sz w:val="24"/>
          <w:szCs w:val="24"/>
        </w:rPr>
      </w:pPr>
      <w:r w:rsidRPr="000B3935">
        <w:rPr>
          <w:rFonts w:ascii="Times New Roman" w:hAnsi="Times New Roman"/>
          <w:sz w:val="24"/>
          <w:szCs w:val="24"/>
        </w:rPr>
        <w:t>Оксана КОВАЛЬЧУК</w:t>
      </w:r>
    </w:p>
    <w:p w:rsidR="00EB66EF" w:rsidRPr="000B3935" w:rsidRDefault="00EB66EF" w:rsidP="005B105E">
      <w:pPr>
        <w:rPr>
          <w:rFonts w:ascii="Times New Roman" w:hAnsi="Times New Roman"/>
          <w:sz w:val="24"/>
          <w:szCs w:val="24"/>
        </w:rPr>
      </w:pPr>
      <w:r w:rsidRPr="000B3935">
        <w:rPr>
          <w:rFonts w:ascii="Times New Roman" w:hAnsi="Times New Roman"/>
          <w:sz w:val="24"/>
          <w:szCs w:val="24"/>
        </w:rPr>
        <w:t xml:space="preserve">Віталій БРОЩАК </w:t>
      </w:r>
    </w:p>
    <w:p w:rsidR="00EB66EF" w:rsidRPr="000B3935" w:rsidRDefault="00EB66EF" w:rsidP="005B105E">
      <w:pPr>
        <w:rPr>
          <w:rFonts w:ascii="Times New Roman" w:hAnsi="Times New Roman"/>
          <w:lang w:val="ru-RU"/>
        </w:rPr>
      </w:pPr>
    </w:p>
    <w:p w:rsidR="00EB66EF" w:rsidRPr="009F4630" w:rsidRDefault="00EB66EF" w:rsidP="005B105E"/>
    <w:p w:rsidR="00EB66EF" w:rsidRPr="009F4630" w:rsidRDefault="00EB66EF" w:rsidP="005B105E"/>
    <w:p w:rsidR="00EB66EF" w:rsidRPr="009F4630" w:rsidRDefault="00EB66EF" w:rsidP="005B105E"/>
    <w:p w:rsidR="00EB66EF" w:rsidRPr="009F4630" w:rsidRDefault="00EB66EF" w:rsidP="005B105E"/>
    <w:bookmarkEnd w:id="0"/>
    <w:p w:rsidR="00EB66EF" w:rsidRPr="009F4630" w:rsidRDefault="00EB66EF"/>
    <w:sectPr w:rsidR="00EB66EF" w:rsidRPr="009F4630" w:rsidSect="00480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45F"/>
    <w:rsid w:val="00023CC6"/>
    <w:rsid w:val="00097F7C"/>
    <w:rsid w:val="000B3935"/>
    <w:rsid w:val="001624A6"/>
    <w:rsid w:val="004205A8"/>
    <w:rsid w:val="00465144"/>
    <w:rsid w:val="00475F95"/>
    <w:rsid w:val="004801B9"/>
    <w:rsid w:val="004F705A"/>
    <w:rsid w:val="005B105E"/>
    <w:rsid w:val="005B210F"/>
    <w:rsid w:val="00622E0C"/>
    <w:rsid w:val="006B50BE"/>
    <w:rsid w:val="0098785A"/>
    <w:rsid w:val="00993A23"/>
    <w:rsid w:val="009F4630"/>
    <w:rsid w:val="00B9745F"/>
    <w:rsid w:val="00D05167"/>
    <w:rsid w:val="00E27F48"/>
    <w:rsid w:val="00EB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105E"/>
    <w:rPr>
      <w:rFonts w:eastAsia="Times New Roman"/>
    </w:rPr>
  </w:style>
  <w:style w:type="paragraph" w:customStyle="1" w:styleId="2">
    <w:name w:val="Без интервала2"/>
    <w:uiPriority w:val="99"/>
    <w:rsid w:val="005B105E"/>
    <w:rPr>
      <w:rFonts w:eastAsia="Times New Roman"/>
    </w:rPr>
  </w:style>
  <w:style w:type="paragraph" w:customStyle="1" w:styleId="10">
    <w:name w:val="Без інтервалів1"/>
    <w:uiPriority w:val="99"/>
    <w:rsid w:val="005B105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9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2</Pages>
  <Words>563</Words>
  <Characters>3215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14</cp:revision>
  <dcterms:created xsi:type="dcterms:W3CDTF">2021-05-18T14:01:00Z</dcterms:created>
  <dcterms:modified xsi:type="dcterms:W3CDTF">2021-05-28T07:46:00Z</dcterms:modified>
</cp:coreProperties>
</file>