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13" w:rsidRDefault="00556513" w:rsidP="00473F24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GoBack"/>
    </w:p>
    <w:p w:rsidR="00556513" w:rsidRDefault="00556513" w:rsidP="00473F2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556513" w:rsidRDefault="00556513" w:rsidP="00473F24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ПРОЄКТ</w:t>
      </w:r>
    </w:p>
    <w:p w:rsidR="00556513" w:rsidRPr="00862543" w:rsidRDefault="00556513" w:rsidP="00473F2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</w:p>
    <w:p w:rsidR="00556513" w:rsidRDefault="00556513" w:rsidP="00473F24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556513" w:rsidRDefault="00556513" w:rsidP="00473F2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556513" w:rsidRDefault="00556513" w:rsidP="00473F2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556513" w:rsidRDefault="00556513" w:rsidP="00473F2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556513" w:rsidRDefault="00556513" w:rsidP="00473F24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556513" w:rsidRDefault="00556513" w:rsidP="00473F24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 2021 року                              № ____</w:t>
      </w:r>
    </w:p>
    <w:p w:rsidR="00556513" w:rsidRPr="00862543" w:rsidRDefault="00556513" w:rsidP="00473F24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473F24">
        <w:rPr>
          <w:rFonts w:ascii="Times New Roman" w:hAnsi="Times New Roman"/>
          <w:sz w:val="24"/>
          <w:szCs w:val="24"/>
        </w:rPr>
        <w:t>с-ще Нагірянка </w:t>
      </w:r>
    </w:p>
    <w:p w:rsidR="00556513" w:rsidRPr="00862543" w:rsidRDefault="00556513" w:rsidP="00473F2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556513" w:rsidRPr="00473F24" w:rsidRDefault="00556513" w:rsidP="00D352B4">
      <w:pPr>
        <w:spacing w:after="0"/>
        <w:rPr>
          <w:rFonts w:ascii="Times New Roman" w:hAnsi="Times New Roman"/>
          <w:b/>
          <w:sz w:val="24"/>
          <w:szCs w:val="24"/>
        </w:rPr>
      </w:pPr>
      <w:r w:rsidRPr="00473F24">
        <w:rPr>
          <w:rFonts w:ascii="Times New Roman" w:hAnsi="Times New Roman"/>
          <w:b/>
          <w:sz w:val="24"/>
          <w:szCs w:val="24"/>
        </w:rPr>
        <w:t>Про затвердження проекту землеустрою</w:t>
      </w:r>
    </w:p>
    <w:p w:rsidR="00556513" w:rsidRPr="00473F24" w:rsidRDefault="00556513" w:rsidP="00D352B4">
      <w:pPr>
        <w:spacing w:after="0"/>
        <w:rPr>
          <w:rFonts w:ascii="Times New Roman" w:hAnsi="Times New Roman"/>
          <w:b/>
          <w:sz w:val="24"/>
          <w:szCs w:val="24"/>
        </w:rPr>
      </w:pPr>
      <w:r w:rsidRPr="00473F24">
        <w:rPr>
          <w:rFonts w:ascii="Times New Roman" w:hAnsi="Times New Roman"/>
          <w:b/>
          <w:sz w:val="24"/>
          <w:szCs w:val="24"/>
        </w:rPr>
        <w:t>щодо відведення земельної ділянки</w:t>
      </w:r>
    </w:p>
    <w:p w:rsidR="00556513" w:rsidRPr="00473F24" w:rsidRDefault="00556513" w:rsidP="00D352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73F24">
        <w:rPr>
          <w:rFonts w:ascii="Times New Roman" w:hAnsi="Times New Roman"/>
          <w:b/>
          <w:sz w:val="24"/>
          <w:szCs w:val="24"/>
        </w:rPr>
        <w:t>в оренду</w:t>
      </w:r>
      <w:r w:rsidRPr="00473F24">
        <w:rPr>
          <w:rFonts w:ascii="Times New Roman" w:hAnsi="Times New Roman"/>
          <w:b/>
          <w:sz w:val="24"/>
          <w:szCs w:val="24"/>
          <w:lang w:val="uk-UA"/>
        </w:rPr>
        <w:t xml:space="preserve"> для будівництва та обслуговування</w:t>
      </w:r>
    </w:p>
    <w:p w:rsidR="00556513" w:rsidRPr="00473F24" w:rsidRDefault="00556513" w:rsidP="00D352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73F24">
        <w:rPr>
          <w:rFonts w:ascii="Times New Roman" w:hAnsi="Times New Roman"/>
          <w:b/>
          <w:sz w:val="24"/>
          <w:szCs w:val="24"/>
          <w:lang w:val="uk-UA"/>
        </w:rPr>
        <w:t>будівель закладів побутового обслуговування</w:t>
      </w:r>
    </w:p>
    <w:p w:rsidR="00556513" w:rsidRPr="00473F24" w:rsidRDefault="00556513" w:rsidP="00D352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56513" w:rsidRPr="00862543" w:rsidRDefault="00556513" w:rsidP="00D352B4">
      <w:pPr>
        <w:spacing w:after="0"/>
        <w:rPr>
          <w:rFonts w:ascii="Times New Roman" w:hAnsi="Times New Roman"/>
          <w:sz w:val="24"/>
          <w:szCs w:val="24"/>
        </w:rPr>
      </w:pPr>
    </w:p>
    <w:p w:rsidR="00556513" w:rsidRPr="0058424C" w:rsidRDefault="00556513" w:rsidP="00473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24C">
        <w:t xml:space="preserve"> </w:t>
      </w:r>
      <w:r w:rsidRPr="0058424C">
        <w:rPr>
          <w:lang w:val="uk-UA"/>
        </w:rPr>
        <w:t xml:space="preserve">  </w:t>
      </w:r>
      <w:r>
        <w:rPr>
          <w:lang w:val="uk-UA"/>
        </w:rPr>
        <w:tab/>
      </w:r>
      <w:r w:rsidRPr="0058424C">
        <w:rPr>
          <w:rFonts w:ascii="Times New Roman" w:hAnsi="Times New Roman"/>
          <w:sz w:val="24"/>
          <w:szCs w:val="24"/>
        </w:rPr>
        <w:t>Відповідно ст.26 Закону України « Про місцеве самоврядування в Україні » ст. 33</w:t>
      </w:r>
    </w:p>
    <w:p w:rsidR="00556513" w:rsidRPr="0058424C" w:rsidRDefault="00556513" w:rsidP="00473F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24C">
        <w:rPr>
          <w:rFonts w:ascii="Times New Roman" w:hAnsi="Times New Roman"/>
          <w:sz w:val="24"/>
          <w:szCs w:val="24"/>
        </w:rPr>
        <w:t>Закону України « Про оренду землі », ст.12,93, 123, 124 Земельного кодексу України ,</w:t>
      </w:r>
    </w:p>
    <w:p w:rsidR="00556513" w:rsidRPr="0058424C" w:rsidRDefault="00556513" w:rsidP="00473F2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8424C">
        <w:rPr>
          <w:rFonts w:ascii="Times New Roman" w:hAnsi="Times New Roman"/>
          <w:sz w:val="24"/>
          <w:szCs w:val="24"/>
        </w:rPr>
        <w:t xml:space="preserve">розглянувши звернення  </w:t>
      </w:r>
      <w:r w:rsidRPr="0058424C">
        <w:rPr>
          <w:rFonts w:ascii="Times New Roman" w:eastAsia="Arial Unicode MS" w:hAnsi="Times New Roman"/>
          <w:sz w:val="24"/>
          <w:szCs w:val="24"/>
        </w:rPr>
        <w:t>гр.</w:t>
      </w:r>
      <w:r w:rsidRPr="0058424C">
        <w:rPr>
          <w:rFonts w:ascii="Times New Roman" w:eastAsia="Arial Unicode MS" w:hAnsi="Times New Roman"/>
          <w:sz w:val="24"/>
          <w:szCs w:val="24"/>
          <w:lang w:val="uk-UA"/>
        </w:rPr>
        <w:t xml:space="preserve"> Вархол Зіновію Андрійовичу </w:t>
      </w:r>
      <w:r w:rsidRPr="0058424C">
        <w:rPr>
          <w:rFonts w:ascii="Times New Roman" w:hAnsi="Times New Roman"/>
          <w:sz w:val="24"/>
          <w:szCs w:val="24"/>
          <w:lang w:val="uk-UA"/>
        </w:rPr>
        <w:t>враховуючи рекомендації</w:t>
      </w:r>
      <w:r w:rsidRPr="0058424C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58424C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</w:t>
      </w:r>
      <w:r w:rsidRPr="0058424C">
        <w:rPr>
          <w:rFonts w:ascii="Times New Roman" w:eastAsia="Arial Unicode MS" w:hAnsi="Times New Roman"/>
          <w:sz w:val="24"/>
          <w:szCs w:val="24"/>
          <w:lang w:val="uk-UA"/>
        </w:rPr>
        <w:t>,</w:t>
      </w:r>
      <w:r w:rsidRPr="0058424C">
        <w:rPr>
          <w:rFonts w:ascii="Times New Roman" w:hAnsi="Times New Roman"/>
          <w:sz w:val="24"/>
          <w:szCs w:val="24"/>
          <w:lang w:val="uk-UA"/>
        </w:rPr>
        <w:t xml:space="preserve"> сільська рада</w:t>
      </w:r>
    </w:p>
    <w:p w:rsidR="00556513" w:rsidRPr="006F074B" w:rsidRDefault="00556513" w:rsidP="00D352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58424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074B">
        <w:rPr>
          <w:rFonts w:ascii="Times New Roman" w:hAnsi="Times New Roman"/>
          <w:b/>
          <w:sz w:val="24"/>
          <w:szCs w:val="24"/>
          <w:lang w:val="uk-UA"/>
        </w:rPr>
        <w:t>ВИРІШИЛА :</w:t>
      </w:r>
    </w:p>
    <w:p w:rsidR="00556513" w:rsidRPr="0058424C" w:rsidRDefault="00556513" w:rsidP="006F074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F074B">
        <w:rPr>
          <w:b/>
          <w:lang w:val="uk-UA"/>
        </w:rPr>
        <w:t xml:space="preserve">     1.</w:t>
      </w:r>
      <w:r w:rsidRPr="0058424C">
        <w:rPr>
          <w:lang w:val="uk-UA"/>
        </w:rPr>
        <w:t xml:space="preserve"> </w:t>
      </w:r>
      <w:r w:rsidRPr="0058424C">
        <w:rPr>
          <w:rFonts w:ascii="Times New Roman" w:eastAsia="Arial Unicode MS" w:hAnsi="Times New Roman"/>
          <w:sz w:val="24"/>
          <w:szCs w:val="24"/>
          <w:lang w:val="uk-UA"/>
        </w:rPr>
        <w:t xml:space="preserve">Затвердити  гр. Вархол Зіновію Андрійовичу проект  землеустрою щодо відведення земельної ділянки  </w:t>
      </w:r>
      <w:r w:rsidRPr="0058424C">
        <w:rPr>
          <w:rFonts w:ascii="Times New Roman" w:hAnsi="Times New Roman"/>
          <w:sz w:val="24"/>
          <w:szCs w:val="24"/>
          <w:lang w:val="uk-UA"/>
        </w:rPr>
        <w:t xml:space="preserve">в оренду для будівництва та обслуговування будівель закладів побутового обслуговування </w:t>
      </w:r>
      <w:r w:rsidRPr="0058424C">
        <w:rPr>
          <w:rFonts w:ascii="Times New Roman" w:eastAsia="Arial Unicode MS" w:hAnsi="Times New Roman"/>
          <w:sz w:val="24"/>
          <w:szCs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650 га"/>
        </w:smartTagPr>
        <w:r w:rsidRPr="0058424C">
          <w:rPr>
            <w:rFonts w:ascii="Times New Roman" w:eastAsia="Arial Unicode MS" w:hAnsi="Times New Roman"/>
            <w:sz w:val="24"/>
            <w:szCs w:val="24"/>
          </w:rPr>
          <w:t>0,0650 га</w:t>
        </w:r>
      </w:smartTag>
      <w:r w:rsidRPr="0058424C">
        <w:rPr>
          <w:rFonts w:ascii="Times New Roman" w:eastAsia="Arial Unicode MS" w:hAnsi="Times New Roman"/>
          <w:sz w:val="24"/>
          <w:szCs w:val="24"/>
        </w:rPr>
        <w:t>, з подальшою передачею в оренду. Земельна ділянка  розташована Тернопільська область, Чортківський район, с.Улашківці, вулиця Шевченка, 62</w:t>
      </w:r>
    </w:p>
    <w:p w:rsidR="00556513" w:rsidRDefault="00556513" w:rsidP="000C5214">
      <w:pPr>
        <w:rPr>
          <w:rFonts w:ascii="Times New Roman" w:hAnsi="Times New Roman"/>
          <w:lang w:val="uk-UA"/>
        </w:rPr>
      </w:pPr>
      <w:r w:rsidRPr="006F074B">
        <w:rPr>
          <w:rFonts w:ascii="Times New Roman" w:hAnsi="Times New Roman"/>
          <w:b/>
          <w:lang w:val="uk-UA"/>
        </w:rPr>
        <w:t xml:space="preserve">      </w:t>
      </w:r>
      <w:r w:rsidRPr="006F074B">
        <w:rPr>
          <w:rFonts w:ascii="Times New Roman" w:hAnsi="Times New Roman"/>
          <w:b/>
        </w:rPr>
        <w:t>2.</w:t>
      </w:r>
      <w:r w:rsidRPr="0058424C">
        <w:rPr>
          <w:rFonts w:ascii="Times New Roman" w:hAnsi="Times New Roman"/>
        </w:rPr>
        <w:t xml:space="preserve"> Приступити до використання земельної ділянки після здійснення державної реєстрації</w:t>
      </w:r>
      <w:r w:rsidRPr="0058424C">
        <w:rPr>
          <w:rFonts w:ascii="Times New Roman" w:hAnsi="Times New Roman"/>
          <w:lang w:val="uk-UA"/>
        </w:rPr>
        <w:t xml:space="preserve"> </w:t>
      </w:r>
      <w:r w:rsidRPr="0058424C">
        <w:rPr>
          <w:rFonts w:ascii="Times New Roman" w:hAnsi="Times New Roman"/>
        </w:rPr>
        <w:t>права оренди у Державному реєстрі речових прав.</w:t>
      </w:r>
    </w:p>
    <w:p w:rsidR="00556513" w:rsidRPr="006F074B" w:rsidRDefault="00556513" w:rsidP="000C5214">
      <w:pPr>
        <w:rPr>
          <w:rFonts w:ascii="Times New Roman" w:hAnsi="Times New Roman"/>
          <w:lang w:val="uk-UA"/>
        </w:rPr>
      </w:pPr>
    </w:p>
    <w:p w:rsidR="00556513" w:rsidRPr="00473F24" w:rsidRDefault="00556513" w:rsidP="00211A2C">
      <w:pPr>
        <w:jc w:val="both"/>
        <w:rPr>
          <w:rFonts w:ascii="Times New Roman" w:hAnsi="Times New Roman" w:cs="Calibri"/>
          <w:sz w:val="24"/>
          <w:szCs w:val="24"/>
          <w:lang w:val="uk-UA"/>
        </w:rPr>
      </w:pPr>
      <w:r w:rsidRPr="00473F24">
        <w:rPr>
          <w:rFonts w:ascii="Times New Roman" w:hAnsi="Times New Roman" w:cs="Calibri"/>
          <w:sz w:val="24"/>
          <w:szCs w:val="24"/>
          <w:lang w:val="uk-UA"/>
        </w:rPr>
        <w:t xml:space="preserve">Нагірянський сільський голова                                                            Ігор КІНДРАТ          </w:t>
      </w:r>
    </w:p>
    <w:p w:rsidR="00556513" w:rsidRPr="0058424C" w:rsidRDefault="00556513" w:rsidP="00211A2C">
      <w:pPr>
        <w:jc w:val="both"/>
        <w:rPr>
          <w:rFonts w:ascii="Times New Roman" w:hAnsi="Times New Roman" w:cs="Calibri"/>
          <w:sz w:val="24"/>
          <w:szCs w:val="24"/>
        </w:rPr>
      </w:pPr>
      <w:r w:rsidRPr="0058424C">
        <w:rPr>
          <w:rFonts w:ascii="Times New Roman" w:hAnsi="Times New Roman" w:cs="Calibri"/>
          <w:sz w:val="24"/>
          <w:szCs w:val="24"/>
        </w:rPr>
        <w:t>Любомир ХОМ’ЯК</w:t>
      </w:r>
    </w:p>
    <w:p w:rsidR="00556513" w:rsidRPr="0058424C" w:rsidRDefault="00556513" w:rsidP="00211A2C">
      <w:pPr>
        <w:jc w:val="both"/>
        <w:rPr>
          <w:rFonts w:ascii="Times New Roman" w:hAnsi="Times New Roman" w:cs="Calibri"/>
          <w:sz w:val="24"/>
          <w:szCs w:val="24"/>
        </w:rPr>
      </w:pPr>
      <w:r w:rsidRPr="0058424C">
        <w:rPr>
          <w:rFonts w:ascii="Times New Roman" w:hAnsi="Times New Roman" w:cs="Calibri"/>
          <w:sz w:val="24"/>
          <w:szCs w:val="24"/>
        </w:rPr>
        <w:t>Оксана КОВАЛЬЧУК</w:t>
      </w:r>
    </w:p>
    <w:p w:rsidR="00556513" w:rsidRPr="0058424C" w:rsidRDefault="00556513" w:rsidP="00211A2C">
      <w:pPr>
        <w:jc w:val="both"/>
        <w:rPr>
          <w:rFonts w:ascii="Times New Roman" w:hAnsi="Times New Roman" w:cs="Calibri"/>
          <w:sz w:val="24"/>
          <w:szCs w:val="24"/>
        </w:rPr>
      </w:pPr>
      <w:r w:rsidRPr="0058424C">
        <w:rPr>
          <w:rFonts w:ascii="Times New Roman" w:hAnsi="Times New Roman" w:cs="Calibri"/>
          <w:sz w:val="24"/>
          <w:szCs w:val="24"/>
        </w:rPr>
        <w:t>Віталій БРОЩАК</w:t>
      </w:r>
    </w:p>
    <w:bookmarkEnd w:id="0"/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Default="00556513" w:rsidP="000C5214">
      <w:pPr>
        <w:rPr>
          <w:lang w:val="uk-UA"/>
        </w:rPr>
      </w:pPr>
    </w:p>
    <w:p w:rsidR="00556513" w:rsidRPr="00F2723C" w:rsidRDefault="00556513" w:rsidP="000C5214">
      <w:pPr>
        <w:rPr>
          <w:lang w:val="uk-UA"/>
        </w:rPr>
      </w:pPr>
    </w:p>
    <w:sectPr w:rsidR="00556513" w:rsidRPr="00F2723C" w:rsidSect="00473F2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2608"/>
    <w:multiLevelType w:val="hybridMultilevel"/>
    <w:tmpl w:val="BBA8A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12D"/>
    <w:rsid w:val="00046E95"/>
    <w:rsid w:val="000B0246"/>
    <w:rsid w:val="000C5214"/>
    <w:rsid w:val="00104E47"/>
    <w:rsid w:val="001653AE"/>
    <w:rsid w:val="0016637B"/>
    <w:rsid w:val="00211A2C"/>
    <w:rsid w:val="00284C37"/>
    <w:rsid w:val="002B60A1"/>
    <w:rsid w:val="00311C7F"/>
    <w:rsid w:val="00335432"/>
    <w:rsid w:val="00473F24"/>
    <w:rsid w:val="00520FA2"/>
    <w:rsid w:val="00556513"/>
    <w:rsid w:val="0058424C"/>
    <w:rsid w:val="006056EC"/>
    <w:rsid w:val="006F074B"/>
    <w:rsid w:val="00754336"/>
    <w:rsid w:val="00836CB2"/>
    <w:rsid w:val="0086170F"/>
    <w:rsid w:val="00862543"/>
    <w:rsid w:val="008774C9"/>
    <w:rsid w:val="00885361"/>
    <w:rsid w:val="00A971DF"/>
    <w:rsid w:val="00BD29AA"/>
    <w:rsid w:val="00CD3ED7"/>
    <w:rsid w:val="00D352B4"/>
    <w:rsid w:val="00D8312D"/>
    <w:rsid w:val="00E35DCC"/>
    <w:rsid w:val="00E503B5"/>
    <w:rsid w:val="00EB6122"/>
    <w:rsid w:val="00ED165E"/>
    <w:rsid w:val="00F2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DCC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046E95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E50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6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6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221</Words>
  <Characters>1264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2021-10-07T10:16:00Z</cp:lastPrinted>
  <dcterms:created xsi:type="dcterms:W3CDTF">2021-09-30T09:06:00Z</dcterms:created>
  <dcterms:modified xsi:type="dcterms:W3CDTF">2021-10-12T12:45:00Z</dcterms:modified>
</cp:coreProperties>
</file>