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63" w:rsidRDefault="00F31063" w:rsidP="00716728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F31063" w:rsidRPr="00D74349" w:rsidRDefault="00F31063" w:rsidP="00716728">
      <w:pPr>
        <w:tabs>
          <w:tab w:val="left" w:pos="4200"/>
        </w:tabs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П Р О Є К Т</w:t>
      </w:r>
    </w:p>
    <w:p w:rsidR="00F31063" w:rsidRPr="00D74349" w:rsidRDefault="00F31063" w:rsidP="00716728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D74349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75pt;height:45pt;visibility:visible">
            <v:imagedata r:id="rId5" o:title=""/>
          </v:shape>
        </w:pict>
      </w:r>
    </w:p>
    <w:p w:rsidR="00F31063" w:rsidRPr="00D74349" w:rsidRDefault="00F31063" w:rsidP="00716728">
      <w:pPr>
        <w:pStyle w:val="Caption"/>
        <w:rPr>
          <w:b w:val="0"/>
          <w:sz w:val="24"/>
        </w:rPr>
      </w:pPr>
      <w:r w:rsidRPr="00D74349">
        <w:rPr>
          <w:b w:val="0"/>
          <w:sz w:val="24"/>
        </w:rPr>
        <w:t>НАГІРЯНСЬКА СІЛЬСЬКА РАДА</w:t>
      </w:r>
    </w:p>
    <w:p w:rsidR="00F31063" w:rsidRPr="00D74349" w:rsidRDefault="00F31063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F31063" w:rsidRPr="00D74349" w:rsidRDefault="00F31063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F31063" w:rsidRPr="00D74349" w:rsidRDefault="00F31063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П</w:t>
      </w:r>
      <w:r w:rsidRPr="00D74349">
        <w:rPr>
          <w:rFonts w:ascii="Times New Roman" w:hAnsi="Times New Roman"/>
          <w:sz w:val="24"/>
          <w:szCs w:val="24"/>
        </w:rPr>
        <w:t>’</w:t>
      </w:r>
      <w:r w:rsidRPr="00D74349">
        <w:rPr>
          <w:rFonts w:ascii="Times New Roman" w:hAnsi="Times New Roman"/>
          <w:sz w:val="24"/>
          <w:szCs w:val="24"/>
          <w:lang w:val="uk-UA"/>
        </w:rPr>
        <w:t>ЯТНАДЦЯТА  СЕСІЯ</w:t>
      </w:r>
    </w:p>
    <w:p w:rsidR="00F31063" w:rsidRPr="00D74349" w:rsidRDefault="00F31063" w:rsidP="0071672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F31063" w:rsidRPr="00D74349" w:rsidRDefault="00F31063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 xml:space="preserve">від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__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грудня 2021 року № 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</w:t>
      </w:r>
    </w:p>
    <w:p w:rsidR="00F31063" w:rsidRPr="00D74349" w:rsidRDefault="00F31063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рішення Нагірянської сільської ради</w:t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>від 24 грудня 2020 року № 34</w:t>
      </w:r>
    </w:p>
    <w:p w:rsidR="00F31063" w:rsidRPr="00D74349" w:rsidRDefault="00F31063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 Про Програму фінансування фонду </w:t>
      </w:r>
    </w:p>
    <w:p w:rsidR="00F31063" w:rsidRPr="00D74349" w:rsidRDefault="00F31063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сільської ради на 2021-2025 роки </w:t>
      </w:r>
    </w:p>
    <w:p w:rsidR="00F31063" w:rsidRPr="00D74349" w:rsidRDefault="00F31063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допомоги»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</w:p>
    <w:p w:rsidR="00F31063" w:rsidRPr="00D74349" w:rsidRDefault="00F31063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 Нагірянська сільська  рада</w:t>
      </w:r>
    </w:p>
    <w:p w:rsidR="00F31063" w:rsidRPr="00D74349" w:rsidRDefault="00F31063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 И Р І Ш И Л А :</w:t>
      </w:r>
    </w:p>
    <w:p w:rsidR="00F31063" w:rsidRPr="00D74349" w:rsidRDefault="00F31063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D74349">
        <w:rPr>
          <w:rFonts w:ascii="Times New Roman" w:hAnsi="Times New Roman"/>
          <w:sz w:val="24"/>
          <w:szCs w:val="24"/>
          <w:lang w:val="uk-UA"/>
        </w:rPr>
        <w:t>Затвердити зміни до Програми фінансування фонду Нагірянської сільської ради на 2021-2025 роки для надання разової грошової допомоги  згідно з додатком 1.</w:t>
      </w:r>
    </w:p>
    <w:p w:rsidR="00F31063" w:rsidRPr="00D74349" w:rsidRDefault="00F31063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 w:rsidRPr="00D74349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Йосип ЗІБРІВСЬКИЙ</w:t>
      </w: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Любомир ХРУСТАВКА</w:t>
      </w: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Ірина БЕРЕЗОВСЬКА</w:t>
      </w: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Ольга  КРИНИЦЬКА</w:t>
      </w: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Оксана ДУТКА</w:t>
      </w: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 Додаток 1</w:t>
      </w:r>
    </w:p>
    <w:p w:rsidR="00F31063" w:rsidRPr="00D74349" w:rsidRDefault="00F31063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до рішення Нагірянської сільської ради</w:t>
      </w:r>
    </w:p>
    <w:p w:rsidR="00F31063" w:rsidRPr="00D74349" w:rsidRDefault="00F31063" w:rsidP="00716728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від    грудня  2021року №</w:t>
      </w: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фінансування фонду</w:t>
      </w:r>
    </w:p>
    <w:p w:rsidR="00F31063" w:rsidRPr="00D74349" w:rsidRDefault="00F31063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на 2021-2025 роки</w:t>
      </w:r>
    </w:p>
    <w:p w:rsidR="00F31063" w:rsidRPr="00D74349" w:rsidRDefault="00F31063" w:rsidP="00716728">
      <w:pPr>
        <w:tabs>
          <w:tab w:val="left" w:pos="315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</w:t>
      </w:r>
    </w:p>
    <w:p w:rsidR="00F31063" w:rsidRPr="00D74349" w:rsidRDefault="00F31063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 w:rsidP="0071672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F31063" w:rsidRPr="00D74349" w:rsidRDefault="00F31063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/>
        </w:rPr>
        <w:t>У пункті 8. «Загальний обсяг фінансових ресурсів, необхідних для реалізації Програми - всього: 2021рік - 488 200грн.», замінити на «Загальний обсяг фінансових ресурсів, необхідних для реалізації Програми - всього: 2021рік - 468 200 грн.»</w:t>
      </w:r>
    </w:p>
    <w:p w:rsidR="00F31063" w:rsidRPr="00D74349" w:rsidRDefault="00F31063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У пункті 9.  «Коштів бюджету Нагірянської сільської ради : 2021 рік - 488 200грн.», замінити на «Коштів бюджету Нагірянської сільської ради :  2021 рік - 468 200грн.». </w:t>
      </w:r>
    </w:p>
    <w:p w:rsidR="00F31063" w:rsidRPr="00D74349" w:rsidRDefault="00F31063" w:rsidP="00716728">
      <w:pPr>
        <w:pStyle w:val="NoSpacing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2. У розділі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ІІІ.Обгрунтування шляхів і засобів розв’язання проблеми, обсягів та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джерел   фінансування, строки виконання Програми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063" w:rsidRPr="00D74349" w:rsidRDefault="00F31063" w:rsidP="00716728">
      <w:pPr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/>
        </w:rPr>
        <w:t xml:space="preserve">Абзац  4 «Обсяг фінансування Програми  з Нагірянського сільського бюджету становить : 2021 рік - 488 200 грн.»,  замінити на «Обсяг фінансування Програми  з Нагірянського сільського бюджету становить: 2021 рік - 468 200 грн.». </w:t>
      </w:r>
    </w:p>
    <w:p w:rsidR="00F31063" w:rsidRPr="00D74349" w:rsidRDefault="00F31063" w:rsidP="0071672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31063" w:rsidRPr="00D74349" w:rsidRDefault="00F31063" w:rsidP="00D74349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ab/>
      </w:r>
    </w:p>
    <w:p w:rsidR="00F31063" w:rsidRPr="00D74349" w:rsidRDefault="00F31063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           Нагірянський сільський голова                                      Ігор КІНДРАТ</w:t>
      </w:r>
    </w:p>
    <w:p w:rsidR="00F31063" w:rsidRPr="00D74349" w:rsidRDefault="00F31063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</w:p>
    <w:p w:rsidR="00F31063" w:rsidRPr="00D74349" w:rsidRDefault="00F31063">
      <w:pPr>
        <w:rPr>
          <w:rFonts w:ascii="Times New Roman" w:hAnsi="Times New Roman"/>
          <w:sz w:val="24"/>
          <w:szCs w:val="24"/>
        </w:rPr>
      </w:pPr>
    </w:p>
    <w:sectPr w:rsidR="00F31063" w:rsidRPr="00D74349" w:rsidSect="00D743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972"/>
    <w:rsid w:val="00086B1D"/>
    <w:rsid w:val="000B2AB2"/>
    <w:rsid w:val="003078AF"/>
    <w:rsid w:val="00335FAB"/>
    <w:rsid w:val="005120D0"/>
    <w:rsid w:val="00675972"/>
    <w:rsid w:val="00716728"/>
    <w:rsid w:val="007B5751"/>
    <w:rsid w:val="0089304E"/>
    <w:rsid w:val="00A624CD"/>
    <w:rsid w:val="00C60FC0"/>
    <w:rsid w:val="00D74349"/>
    <w:rsid w:val="00E3008C"/>
    <w:rsid w:val="00F31063"/>
    <w:rsid w:val="00F6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72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1672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1672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1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385</Words>
  <Characters>2196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4</cp:revision>
  <cp:lastPrinted>2021-12-14T13:11:00Z</cp:lastPrinted>
  <dcterms:created xsi:type="dcterms:W3CDTF">2021-12-14T10:55:00Z</dcterms:created>
  <dcterms:modified xsi:type="dcterms:W3CDTF">2021-12-14T13:11:00Z</dcterms:modified>
</cp:coreProperties>
</file>