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B9A" w:rsidRPr="00865A84" w:rsidRDefault="000C7B9A" w:rsidP="00E237E8">
      <w:pPr>
        <w:pStyle w:val="1"/>
        <w:rPr>
          <w:noProof/>
          <w:lang w:val="ru-RU" w:eastAsia="ru-RU"/>
        </w:rPr>
      </w:pPr>
    </w:p>
    <w:p w:rsidR="000C7B9A" w:rsidRPr="00865A84" w:rsidRDefault="000C7B9A" w:rsidP="00E237E8">
      <w:pPr>
        <w:tabs>
          <w:tab w:val="left" w:pos="3900"/>
        </w:tabs>
        <w:suppressAutoHyphens/>
        <w:spacing w:after="0"/>
        <w:jc w:val="center"/>
        <w:rPr>
          <w:rFonts w:ascii="Times New Roman" w:hAnsi="Times New Roman"/>
          <w:sz w:val="24"/>
          <w:szCs w:val="24"/>
          <w:lang w:val="ru-RU" w:eastAsia="ar-SA"/>
        </w:rPr>
      </w:pPr>
      <w:r w:rsidRPr="00B90F55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0C7B9A" w:rsidRPr="00865A84" w:rsidRDefault="000C7B9A" w:rsidP="00E237E8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865A84">
        <w:rPr>
          <w:rFonts w:ascii="Times New Roman" w:hAnsi="Times New Roman"/>
          <w:sz w:val="24"/>
          <w:szCs w:val="24"/>
          <w:lang w:val="ru-RU" w:eastAsia="ru-RU"/>
        </w:rPr>
        <w:t xml:space="preserve">НАГІРЯНСЬКА </w:t>
      </w:r>
      <w:r w:rsidRPr="00865A84">
        <w:rPr>
          <w:rFonts w:ascii="Times New Roman" w:hAnsi="Times New Roman"/>
          <w:sz w:val="24"/>
          <w:szCs w:val="24"/>
          <w:lang w:val="ru-RU" w:eastAsia="ru-RU"/>
        </w:rPr>
        <w:tab/>
        <w:t xml:space="preserve"> С І Л Ь С Ь К А   Р А Д А</w:t>
      </w:r>
    </w:p>
    <w:p w:rsidR="000C7B9A" w:rsidRPr="00865A84" w:rsidRDefault="000C7B9A" w:rsidP="00E237E8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 w:rsidRPr="00865A84">
        <w:rPr>
          <w:rFonts w:ascii="Times New Roman" w:hAnsi="Times New Roman"/>
          <w:sz w:val="24"/>
          <w:szCs w:val="24"/>
          <w:lang w:val="ru-RU" w:eastAsia="ru-RU"/>
        </w:rPr>
        <w:t>ЧОРТКІВСЬКОГО РАЙОНУ ТЕРНОПІЛЬСЬКОЇ ОБЛАСТІ</w:t>
      </w:r>
    </w:p>
    <w:p w:rsidR="000C7B9A" w:rsidRPr="00865A84" w:rsidRDefault="000C7B9A" w:rsidP="00E237E8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865A84">
        <w:rPr>
          <w:rFonts w:ascii="Times New Roman" w:hAnsi="Times New Roman"/>
          <w:sz w:val="24"/>
          <w:szCs w:val="24"/>
          <w:lang w:eastAsia="ru-RU"/>
        </w:rPr>
        <w:t>ВОСЬМЕ СКЛИКАННЯ</w:t>
      </w:r>
    </w:p>
    <w:p w:rsidR="000C7B9A" w:rsidRPr="00865A84" w:rsidRDefault="000C7B9A" w:rsidP="00E237E8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865A84">
        <w:rPr>
          <w:rFonts w:ascii="Times New Roman" w:hAnsi="Times New Roman"/>
          <w:sz w:val="24"/>
          <w:szCs w:val="24"/>
          <w:lang w:eastAsia="ru-RU"/>
        </w:rPr>
        <w:t>П’ЯТНАДЦЯТА  СЕСІЯ</w:t>
      </w:r>
    </w:p>
    <w:p w:rsidR="000C7B9A" w:rsidRPr="00865A84" w:rsidRDefault="000C7B9A" w:rsidP="00E237E8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865A84">
        <w:rPr>
          <w:rFonts w:ascii="Times New Roman" w:hAnsi="Times New Roman"/>
          <w:sz w:val="24"/>
          <w:szCs w:val="24"/>
          <w:lang w:eastAsia="ru-RU"/>
        </w:rPr>
        <w:t>Р</w:t>
      </w:r>
      <w:r>
        <w:rPr>
          <w:rFonts w:ascii="Times New Roman" w:hAnsi="Times New Roman"/>
          <w:sz w:val="24"/>
          <w:szCs w:val="24"/>
          <w:lang w:eastAsia="ru-RU"/>
        </w:rPr>
        <w:t>ІШЕННЯ</w:t>
      </w:r>
      <w:r w:rsidRPr="00865A84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0C7B9A" w:rsidRPr="00865A84" w:rsidRDefault="000C7B9A" w:rsidP="00E237E8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865A84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15 грудня</w:t>
      </w:r>
      <w:r w:rsidRPr="00865A84">
        <w:rPr>
          <w:rFonts w:ascii="Times New Roman" w:hAnsi="Times New Roman"/>
          <w:sz w:val="24"/>
          <w:szCs w:val="24"/>
          <w:lang w:eastAsia="ar-SA"/>
        </w:rPr>
        <w:t xml:space="preserve"> 2021 року    </w:t>
      </w:r>
      <w:r>
        <w:rPr>
          <w:rFonts w:ascii="Times New Roman" w:hAnsi="Times New Roman"/>
          <w:sz w:val="24"/>
          <w:szCs w:val="24"/>
          <w:lang w:eastAsia="ar-SA"/>
        </w:rPr>
        <w:t xml:space="preserve">                                   </w:t>
      </w:r>
      <w:r w:rsidRPr="00865A84">
        <w:rPr>
          <w:rFonts w:ascii="Times New Roman" w:hAnsi="Times New Roman"/>
          <w:sz w:val="24"/>
          <w:szCs w:val="24"/>
          <w:lang w:eastAsia="ar-SA"/>
        </w:rPr>
        <w:t xml:space="preserve"> № </w:t>
      </w:r>
      <w:r w:rsidRPr="00AD521B">
        <w:rPr>
          <w:rFonts w:ascii="Times New Roman" w:hAnsi="Times New Roman"/>
          <w:sz w:val="24"/>
          <w:szCs w:val="24"/>
          <w:lang w:val="ru-RU" w:eastAsia="ar-SA"/>
        </w:rPr>
        <w:t>6</w:t>
      </w:r>
      <w:r w:rsidRPr="005D12E6">
        <w:rPr>
          <w:rFonts w:ascii="Times New Roman" w:hAnsi="Times New Roman"/>
          <w:sz w:val="24"/>
          <w:szCs w:val="24"/>
          <w:lang w:val="ru-RU" w:eastAsia="ar-SA"/>
        </w:rPr>
        <w:t>15</w:t>
      </w:r>
      <w:r w:rsidRPr="00865A84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0C7B9A" w:rsidRDefault="000C7B9A" w:rsidP="00865A84">
      <w:pPr>
        <w:suppressAutoHyphens/>
        <w:spacing w:after="0" w:line="240" w:lineRule="auto"/>
        <w:outlineLvl w:val="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26036B">
        <w:rPr>
          <w:rFonts w:ascii="Times New Roman" w:hAnsi="Times New Roman"/>
          <w:sz w:val="24"/>
          <w:szCs w:val="24"/>
          <w:lang w:eastAsia="ar-SA"/>
        </w:rPr>
        <w:t>с-ще Нагірянка</w:t>
      </w:r>
      <w:r w:rsidRPr="0026036B">
        <w:rPr>
          <w:rFonts w:ascii="Times New Roman" w:hAnsi="Times New Roman"/>
        </w:rPr>
        <w:t xml:space="preserve">             </w:t>
      </w:r>
    </w:p>
    <w:p w:rsidR="000C7B9A" w:rsidRPr="0026036B" w:rsidRDefault="000C7B9A" w:rsidP="00865A84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ar-SA"/>
        </w:rPr>
      </w:pPr>
      <w:r w:rsidRPr="0026036B">
        <w:rPr>
          <w:rFonts w:ascii="Times New Roman" w:hAnsi="Times New Roman"/>
        </w:rPr>
        <w:t xml:space="preserve">                            </w:t>
      </w:r>
    </w:p>
    <w:p w:rsidR="000C7B9A" w:rsidRDefault="000C7B9A" w:rsidP="00E237E8">
      <w:pPr>
        <w:pStyle w:val="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Про затвердження проекту землеустрою </w:t>
      </w:r>
    </w:p>
    <w:p w:rsidR="000C7B9A" w:rsidRDefault="000C7B9A" w:rsidP="00E237E8">
      <w:pPr>
        <w:pStyle w:val="1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щодо відведення земельної д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ілянки у власність</w:t>
      </w:r>
    </w:p>
    <w:p w:rsidR="000C7B9A" w:rsidRDefault="000C7B9A" w:rsidP="00E237E8">
      <w:pPr>
        <w:pStyle w:val="1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гр. Гагавчук Богдану Михайловичу </w:t>
      </w:r>
    </w:p>
    <w:p w:rsidR="000C7B9A" w:rsidRDefault="000C7B9A" w:rsidP="00E237E8">
      <w:pPr>
        <w:pStyle w:val="1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 с. Сосулівка Чортківського району</w:t>
      </w:r>
    </w:p>
    <w:p w:rsidR="000C7B9A" w:rsidRDefault="000C7B9A" w:rsidP="00E237E8">
      <w:pPr>
        <w:pStyle w:val="1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Тернопільської області </w:t>
      </w:r>
    </w:p>
    <w:p w:rsidR="000C7B9A" w:rsidRDefault="000C7B9A" w:rsidP="00E237E8">
      <w:pPr>
        <w:pStyle w:val="1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0C7B9A" w:rsidRDefault="000C7B9A" w:rsidP="00E237E8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Розглянувши заяву гр.</w:t>
      </w:r>
      <w:r w:rsidRPr="005D12E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5D12E6">
        <w:rPr>
          <w:rFonts w:ascii="Times New Roman" w:hAnsi="Times New Roman"/>
          <w:bCs/>
          <w:color w:val="000000"/>
          <w:sz w:val="24"/>
          <w:szCs w:val="24"/>
        </w:rPr>
        <w:t>Гагавчук Богдан</w:t>
      </w:r>
      <w:r>
        <w:rPr>
          <w:rFonts w:ascii="Times New Roman" w:hAnsi="Times New Roman"/>
          <w:bCs/>
          <w:color w:val="000000"/>
          <w:sz w:val="24"/>
          <w:szCs w:val="24"/>
        </w:rPr>
        <w:t>а</w:t>
      </w:r>
      <w:r w:rsidRPr="005D12E6">
        <w:rPr>
          <w:rFonts w:ascii="Times New Roman" w:hAnsi="Times New Roman"/>
          <w:bCs/>
          <w:color w:val="000000"/>
          <w:sz w:val="24"/>
          <w:szCs w:val="24"/>
        </w:rPr>
        <w:t xml:space="preserve"> Михайлович</w:t>
      </w:r>
      <w:r>
        <w:rPr>
          <w:rFonts w:ascii="Times New Roman" w:hAnsi="Times New Roman"/>
          <w:bCs/>
          <w:color w:val="000000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, керуючись ст. 12, 22, 116, 118, 121, 122, 125, 126, 186-1  Земельного кодексу України, ст. 50 Закону України «Про землеустрій», Закону України  «Про  Державний земельний кадастр», ст. 26 Закону України «Про місцеве самоврядування в Україні» та враховуючи рекомендації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сільська рада</w:t>
      </w:r>
    </w:p>
    <w:p w:rsidR="000C7B9A" w:rsidRPr="005D12E6" w:rsidRDefault="000C7B9A" w:rsidP="00E237E8">
      <w:pPr>
        <w:pStyle w:val="1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C7B9A" w:rsidRDefault="000C7B9A" w:rsidP="00865A84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ВИРІШИЛА:</w:t>
      </w:r>
    </w:p>
    <w:p w:rsidR="000C7B9A" w:rsidRPr="00865A84" w:rsidRDefault="000C7B9A" w:rsidP="00865A84">
      <w:pPr>
        <w:pStyle w:val="1"/>
        <w:rPr>
          <w:rFonts w:ascii="Times New Roman" w:hAnsi="Times New Roman"/>
          <w:b/>
          <w:sz w:val="24"/>
          <w:szCs w:val="24"/>
        </w:rPr>
      </w:pPr>
    </w:p>
    <w:p w:rsidR="000C7B9A" w:rsidRDefault="000C7B9A" w:rsidP="00E237E8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26036B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Затвердити проект землеустрою щодо відведення земельної ділянки у власність  гр. Гагавчук Богдану Михайловичу загальною площею </w:t>
      </w:r>
      <w:smartTag w:uri="urn:schemas-microsoft-com:office:smarttags" w:element="metricconverter">
        <w:smartTagPr>
          <w:attr w:name="ProductID" w:val="1,5000 га"/>
        </w:smartTagPr>
        <w:r>
          <w:rPr>
            <w:rFonts w:ascii="Times New Roman" w:hAnsi="Times New Roman"/>
            <w:sz w:val="24"/>
            <w:szCs w:val="24"/>
          </w:rPr>
          <w:t>1,5000 га</w:t>
        </w:r>
      </w:smartTag>
      <w:r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в с. Сосулівка Чортківського району Тернопільської області.</w:t>
      </w:r>
    </w:p>
    <w:p w:rsidR="000C7B9A" w:rsidRDefault="000C7B9A" w:rsidP="008E0BA2">
      <w:pPr>
        <w:spacing w:after="0"/>
        <w:jc w:val="both"/>
        <w:rPr>
          <w:rFonts w:ascii="Times New Roman" w:hAnsi="Times New Roman"/>
          <w:b/>
          <w:color w:val="FF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2.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Зареєструвати речове право на земельну ділянку у встановленому законодавством порядку.</w:t>
      </w:r>
    </w:p>
    <w:p w:rsidR="000C7B9A" w:rsidRPr="008E0BA2" w:rsidRDefault="000C7B9A" w:rsidP="008E0BA2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8E0BA2">
        <w:rPr>
          <w:rFonts w:ascii="Times New Roman" w:hAnsi="Times New Roman"/>
          <w:b/>
          <w:sz w:val="24"/>
          <w:szCs w:val="24"/>
          <w:lang w:val="ru-RU" w:eastAsia="ru-RU"/>
        </w:rPr>
        <w:t xml:space="preserve">3. </w:t>
      </w:r>
      <w:r w:rsidRPr="008E0BA2">
        <w:rPr>
          <w:rFonts w:ascii="Times New Roman" w:hAnsi="Times New Roman"/>
          <w:sz w:val="24"/>
          <w:szCs w:val="24"/>
          <w:lang w:val="ru-RU" w:eastAsia="ru-RU"/>
        </w:rPr>
        <w:t>В</w:t>
      </w:r>
      <w:r w:rsidRPr="008E0BA2">
        <w:rPr>
          <w:rFonts w:ascii="Times New Roman" w:hAnsi="Times New Roman"/>
          <w:sz w:val="24"/>
          <w:szCs w:val="24"/>
          <w:lang w:eastAsia="ru-RU"/>
        </w:rPr>
        <w:t>икористовувати</w:t>
      </w:r>
      <w:r w:rsidRPr="008E0BA2">
        <w:rPr>
          <w:rFonts w:ascii="Times New Roman" w:hAnsi="Times New Roman"/>
          <w:sz w:val="24"/>
          <w:szCs w:val="24"/>
          <w:lang w:val="ru-RU" w:eastAsia="ru-RU"/>
        </w:rPr>
        <w:t xml:space="preserve"> земельні ділянки відповідно до вимог чинного законодавст</w:t>
      </w:r>
      <w:r w:rsidRPr="008E0BA2">
        <w:rPr>
          <w:rFonts w:ascii="Times New Roman" w:hAnsi="Times New Roman"/>
          <w:sz w:val="24"/>
          <w:szCs w:val="24"/>
          <w:lang w:eastAsia="ru-RU"/>
        </w:rPr>
        <w:t>ва</w:t>
      </w:r>
      <w:r w:rsidRPr="008E0BA2">
        <w:rPr>
          <w:rFonts w:ascii="Times New Roman" w:hAnsi="Times New Roman"/>
          <w:sz w:val="24"/>
          <w:szCs w:val="24"/>
          <w:lang w:val="ru-RU" w:eastAsia="ru-RU"/>
        </w:rPr>
        <w:t>.</w:t>
      </w:r>
      <w:r w:rsidRPr="008E0BA2">
        <w:rPr>
          <w:rFonts w:ascii="Times New Roman" w:hAnsi="Times New Roman"/>
          <w:sz w:val="24"/>
          <w:szCs w:val="24"/>
        </w:rPr>
        <w:t xml:space="preserve">             </w:t>
      </w:r>
    </w:p>
    <w:p w:rsidR="000C7B9A" w:rsidRDefault="000C7B9A" w:rsidP="00E237E8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5D12E6">
        <w:rPr>
          <w:rFonts w:ascii="Times New Roman" w:hAnsi="Times New Roman"/>
          <w:b/>
          <w:sz w:val="24"/>
          <w:szCs w:val="24"/>
          <w:lang w:eastAsia="ru-RU"/>
        </w:rPr>
        <w:t>4</w:t>
      </w:r>
      <w:bookmarkStart w:id="0" w:name="_GoBack"/>
      <w:bookmarkEnd w:id="0"/>
      <w:r w:rsidRPr="005D12E6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5D12E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Контрол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ru-RU" w:eastAsia="ru-RU"/>
        </w:rPr>
        <w:t xml:space="preserve">ь за виконанням даного рішення покласти на постійну комісію Нагірянської сільської ради з питань 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містобудування, земельних відносин та сталого розвитку. </w:t>
      </w:r>
    </w:p>
    <w:p w:rsidR="000C7B9A" w:rsidRDefault="000C7B9A" w:rsidP="00E237E8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0C7B9A" w:rsidRDefault="000C7B9A" w:rsidP="00E237E8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 xml:space="preserve">Нагірянський сільський голова                                      Ігор КІНДРАТ     </w:t>
      </w:r>
    </w:p>
    <w:p w:rsidR="000C7B9A" w:rsidRDefault="000C7B9A" w:rsidP="00E237E8"/>
    <w:p w:rsidR="000C7B9A" w:rsidRDefault="000C7B9A" w:rsidP="00E237E8"/>
    <w:p w:rsidR="000C7B9A" w:rsidRDefault="000C7B9A" w:rsidP="00E237E8"/>
    <w:p w:rsidR="000C7B9A" w:rsidRDefault="000C7B9A" w:rsidP="00E237E8"/>
    <w:p w:rsidR="000C7B9A" w:rsidRDefault="000C7B9A" w:rsidP="00E237E8"/>
    <w:p w:rsidR="000C7B9A" w:rsidRDefault="000C7B9A"/>
    <w:sectPr w:rsidR="000C7B9A" w:rsidSect="00865A84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C81"/>
    <w:rsid w:val="00014B74"/>
    <w:rsid w:val="000712E4"/>
    <w:rsid w:val="000900FF"/>
    <w:rsid w:val="000A2267"/>
    <w:rsid w:val="000C37F9"/>
    <w:rsid w:val="000C7B9A"/>
    <w:rsid w:val="000D3C81"/>
    <w:rsid w:val="0026036B"/>
    <w:rsid w:val="002C29D0"/>
    <w:rsid w:val="003A0B02"/>
    <w:rsid w:val="003E1C77"/>
    <w:rsid w:val="0041165C"/>
    <w:rsid w:val="00457EA4"/>
    <w:rsid w:val="00486DA3"/>
    <w:rsid w:val="004A5CFA"/>
    <w:rsid w:val="005D12E6"/>
    <w:rsid w:val="00601529"/>
    <w:rsid w:val="00654D1E"/>
    <w:rsid w:val="006B1955"/>
    <w:rsid w:val="00743D51"/>
    <w:rsid w:val="00770932"/>
    <w:rsid w:val="007858C5"/>
    <w:rsid w:val="00865A84"/>
    <w:rsid w:val="008B77B7"/>
    <w:rsid w:val="008E0BA2"/>
    <w:rsid w:val="008F06D3"/>
    <w:rsid w:val="0098229A"/>
    <w:rsid w:val="0098263A"/>
    <w:rsid w:val="009C7CAF"/>
    <w:rsid w:val="00A43CB3"/>
    <w:rsid w:val="00A83C79"/>
    <w:rsid w:val="00AB3B6E"/>
    <w:rsid w:val="00AD521B"/>
    <w:rsid w:val="00B407F0"/>
    <w:rsid w:val="00B413E1"/>
    <w:rsid w:val="00B90F55"/>
    <w:rsid w:val="00BA7C4B"/>
    <w:rsid w:val="00BF1D17"/>
    <w:rsid w:val="00C34522"/>
    <w:rsid w:val="00CA3984"/>
    <w:rsid w:val="00CE7C89"/>
    <w:rsid w:val="00D724DF"/>
    <w:rsid w:val="00DC52A6"/>
    <w:rsid w:val="00E237E8"/>
    <w:rsid w:val="00E86713"/>
    <w:rsid w:val="00EA7B4B"/>
    <w:rsid w:val="00F53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7E8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E237E8"/>
    <w:rPr>
      <w:rFonts w:eastAsia="Times New Roman"/>
    </w:rPr>
  </w:style>
  <w:style w:type="paragraph" w:customStyle="1" w:styleId="10">
    <w:name w:val="Без інтервалів1"/>
    <w:uiPriority w:val="99"/>
    <w:rsid w:val="00E237E8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01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01529"/>
    <w:rPr>
      <w:rFonts w:ascii="Tahoma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01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10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</TotalTime>
  <Pages>1</Pages>
  <Words>232</Words>
  <Characters>1327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19</cp:revision>
  <cp:lastPrinted>2021-12-15T08:50:00Z</cp:lastPrinted>
  <dcterms:created xsi:type="dcterms:W3CDTF">2021-11-17T07:15:00Z</dcterms:created>
  <dcterms:modified xsi:type="dcterms:W3CDTF">2021-12-20T12:56:00Z</dcterms:modified>
</cp:coreProperties>
</file>