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E9" w:rsidRPr="005B3887" w:rsidRDefault="009F33E9" w:rsidP="00564316">
      <w:pPr>
        <w:pStyle w:val="1"/>
        <w:jc w:val="right"/>
        <w:rPr>
          <w:noProof/>
          <w:sz w:val="24"/>
          <w:szCs w:val="24"/>
        </w:rPr>
      </w:pPr>
    </w:p>
    <w:p w:rsidR="009F33E9" w:rsidRDefault="009F33E9" w:rsidP="0056431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9pt;width:43.75pt;height:61.9pt;z-index:251658240;visibility:visible;mso-wrap-distance-left:9.05pt;mso-wrap-distance-right:9.05pt" filled="t">
            <v:imagedata r:id="rId4" o:title="" blacklevel="3932f"/>
            <w10:wrap type="topAndBottom"/>
          </v:shape>
        </w:pict>
      </w:r>
    </w:p>
    <w:p w:rsidR="009F33E9" w:rsidRDefault="009F33E9" w:rsidP="00564316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9F33E9" w:rsidRDefault="009F33E9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9F33E9" w:rsidRDefault="009F33E9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ВОСЬМЕ СКЛИКАННЯ</w:t>
      </w:r>
    </w:p>
    <w:p w:rsidR="009F33E9" w:rsidRDefault="009F33E9" w:rsidP="0056431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ДВАНАДЦЯТА СЕСІЯ</w:t>
      </w:r>
    </w:p>
    <w:p w:rsidR="009F33E9" w:rsidRDefault="009F33E9" w:rsidP="00564316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9F33E9" w:rsidRPr="00212B89" w:rsidRDefault="009F33E9" w:rsidP="003B08AD">
      <w:pPr>
        <w:pStyle w:val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07 </w:t>
      </w:r>
      <w:r>
        <w:rPr>
          <w:rFonts w:ascii="Times New Roman" w:hAnsi="Times New Roman"/>
          <w:sz w:val="24"/>
          <w:szCs w:val="24"/>
        </w:rPr>
        <w:t>жовтня 2021 року                                         №</w:t>
      </w:r>
      <w:r>
        <w:rPr>
          <w:rFonts w:ascii="Times New Roman" w:hAnsi="Times New Roman"/>
          <w:sz w:val="24"/>
          <w:szCs w:val="24"/>
          <w:lang w:val="en-US"/>
        </w:rPr>
        <w:t xml:space="preserve"> 542</w:t>
      </w:r>
    </w:p>
    <w:p w:rsidR="009F33E9" w:rsidRDefault="009F33E9" w:rsidP="003B08AD">
      <w:pPr>
        <w:pStyle w:val="1"/>
        <w:rPr>
          <w:rFonts w:ascii="Times New Roman" w:hAnsi="Times New Roman"/>
          <w:sz w:val="24"/>
          <w:szCs w:val="24"/>
        </w:rPr>
      </w:pPr>
      <w:r w:rsidRPr="003B08AD">
        <w:rPr>
          <w:rFonts w:ascii="Times New Roman" w:hAnsi="Times New Roman"/>
          <w:sz w:val="24"/>
          <w:szCs w:val="24"/>
        </w:rPr>
        <w:t>с-ще Нагірянка </w:t>
      </w:r>
    </w:p>
    <w:p w:rsidR="009F33E9" w:rsidRPr="003B08AD" w:rsidRDefault="009F33E9" w:rsidP="003B08AD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F33E9" w:rsidRPr="00564316" w:rsidRDefault="009F33E9" w:rsidP="00C9777A">
      <w:pPr>
        <w:pStyle w:val="NormalWeb"/>
        <w:spacing w:before="0" w:beforeAutospacing="0" w:after="0" w:afterAutospacing="0"/>
      </w:pPr>
      <w:r w:rsidRPr="00564316">
        <w:rPr>
          <w:b/>
          <w:bCs/>
          <w:iCs/>
        </w:rPr>
        <w:t>Про передачу у власність земельної частки (паю)</w:t>
      </w:r>
    </w:p>
    <w:p w:rsidR="009F33E9" w:rsidRPr="00564316" w:rsidRDefault="009F33E9" w:rsidP="00C9777A">
      <w:pPr>
        <w:pStyle w:val="NormalWeb"/>
        <w:spacing w:before="0" w:beforeAutospacing="0" w:after="0" w:afterAutospacing="0"/>
      </w:pPr>
      <w:r w:rsidRPr="00564316">
        <w:rPr>
          <w:b/>
          <w:bCs/>
          <w:iCs/>
        </w:rPr>
        <w:t>та виготовлення свідоцтва  на право власності</w:t>
      </w:r>
    </w:p>
    <w:p w:rsidR="009F33E9" w:rsidRPr="00564316" w:rsidRDefault="009F33E9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</w:rPr>
        <w:t>на нерухоме майно гр. Фурман М.І</w:t>
      </w:r>
      <w:r w:rsidRPr="00564316">
        <w:rPr>
          <w:b/>
          <w:bCs/>
          <w:iCs/>
          <w:lang w:val="uk-UA"/>
        </w:rPr>
        <w:t>.</w:t>
      </w:r>
      <w:r w:rsidRPr="00564316">
        <w:t xml:space="preserve"> </w:t>
      </w:r>
      <w:r w:rsidRPr="00564316">
        <w:rPr>
          <w:b/>
          <w:bCs/>
          <w:iCs/>
        </w:rPr>
        <w:t>на землях</w:t>
      </w:r>
      <w:r w:rsidRPr="00564316">
        <w:rPr>
          <w:b/>
          <w:bCs/>
          <w:iCs/>
          <w:lang w:val="uk-UA"/>
        </w:rPr>
        <w:t xml:space="preserve">   </w:t>
      </w:r>
    </w:p>
    <w:p w:rsidR="009F33E9" w:rsidRPr="00564316" w:rsidRDefault="009F33E9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</w:rPr>
        <w:t>колишнього</w:t>
      </w:r>
      <w:r w:rsidRPr="00564316">
        <w:rPr>
          <w:b/>
          <w:bCs/>
          <w:iCs/>
          <w:lang w:val="uk-UA"/>
        </w:rPr>
        <w:t xml:space="preserve"> </w:t>
      </w:r>
      <w:r w:rsidRPr="00564316">
        <w:rPr>
          <w:b/>
          <w:bCs/>
          <w:iCs/>
        </w:rPr>
        <w:t>к</w:t>
      </w:r>
      <w:r w:rsidRPr="00564316">
        <w:rPr>
          <w:b/>
          <w:bCs/>
          <w:iCs/>
          <w:lang w:val="uk-UA"/>
        </w:rPr>
        <w:t>олективного сільськогосподарського</w:t>
      </w:r>
    </w:p>
    <w:p w:rsidR="009F33E9" w:rsidRPr="00564316" w:rsidRDefault="009F33E9" w:rsidP="00C9777A">
      <w:pPr>
        <w:pStyle w:val="NormalWeb"/>
        <w:spacing w:before="0" w:beforeAutospacing="0" w:after="0" w:afterAutospacing="0"/>
        <w:rPr>
          <w:b/>
          <w:bCs/>
          <w:iCs/>
        </w:rPr>
      </w:pPr>
      <w:r w:rsidRPr="00564316">
        <w:rPr>
          <w:b/>
          <w:bCs/>
          <w:iCs/>
          <w:lang w:val="uk-UA"/>
        </w:rPr>
        <w:t>господарства</w:t>
      </w:r>
      <w:r w:rsidRPr="00564316">
        <w:rPr>
          <w:b/>
          <w:bCs/>
          <w:iCs/>
        </w:rPr>
        <w:t>  ім.</w:t>
      </w:r>
      <w:r w:rsidRPr="00564316">
        <w:rPr>
          <w:b/>
          <w:bCs/>
          <w:iCs/>
          <w:lang w:val="uk-UA"/>
        </w:rPr>
        <w:t xml:space="preserve"> Шевченка в с. Стара Ягільниця</w:t>
      </w:r>
      <w:r w:rsidRPr="00564316">
        <w:rPr>
          <w:b/>
          <w:bCs/>
          <w:iCs/>
        </w:rPr>
        <w:t> </w:t>
      </w:r>
    </w:p>
    <w:p w:rsidR="009F33E9" w:rsidRPr="00564316" w:rsidRDefault="009F33E9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  <w:lang w:val="uk-UA"/>
        </w:rPr>
        <w:t>Чортківського району Тернопільської області</w:t>
      </w:r>
    </w:p>
    <w:p w:rsidR="009F33E9" w:rsidRPr="00564316" w:rsidRDefault="009F33E9" w:rsidP="00C9777A">
      <w:pPr>
        <w:pStyle w:val="NormalWeb"/>
        <w:spacing w:before="0" w:beforeAutospacing="0" w:after="0" w:afterAutospacing="0"/>
        <w:rPr>
          <w:b/>
          <w:bCs/>
          <w:iCs/>
          <w:lang w:val="uk-UA"/>
        </w:rPr>
      </w:pPr>
      <w:r w:rsidRPr="00564316">
        <w:rPr>
          <w:b/>
          <w:bCs/>
          <w:iCs/>
          <w:lang w:val="uk-UA"/>
        </w:rPr>
        <w:t>на території Нагірянської сільської ради</w:t>
      </w:r>
    </w:p>
    <w:p w:rsidR="009F33E9" w:rsidRDefault="009F33E9" w:rsidP="003B08AD">
      <w:pPr>
        <w:pStyle w:val="NormalWeb"/>
        <w:spacing w:before="0" w:beforeAutospacing="0" w:after="0" w:afterAutospacing="0"/>
        <w:rPr>
          <w:lang w:val="uk-UA"/>
        </w:rPr>
      </w:pPr>
      <w:r w:rsidRPr="00564316">
        <w:rPr>
          <w:b/>
          <w:bCs/>
          <w:iCs/>
          <w:lang w:val="uk-UA"/>
        </w:rPr>
        <w:t>(колишньої Староягільницької сільської ради)</w:t>
      </w:r>
      <w:r w:rsidRPr="00564316">
        <w:t>   </w:t>
      </w:r>
      <w:r w:rsidRPr="00564316">
        <w:rPr>
          <w:lang w:val="uk-UA"/>
        </w:rPr>
        <w:t xml:space="preserve"> </w:t>
      </w:r>
    </w:p>
    <w:p w:rsidR="009F33E9" w:rsidRPr="005B3887" w:rsidRDefault="009F33E9" w:rsidP="003B08AD">
      <w:pPr>
        <w:pStyle w:val="NormalWeb"/>
        <w:spacing w:before="0" w:beforeAutospacing="0" w:after="0" w:afterAutospacing="0"/>
        <w:rPr>
          <w:lang w:val="uk-UA"/>
        </w:rPr>
      </w:pPr>
    </w:p>
    <w:p w:rsidR="009F33E9" w:rsidRPr="00564316" w:rsidRDefault="009F33E9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24A8E">
        <w:rPr>
          <w:sz w:val="28"/>
          <w:szCs w:val="28"/>
        </w:rPr>
        <w:t>       </w:t>
      </w:r>
      <w:r w:rsidRPr="00D24A8E">
        <w:rPr>
          <w:sz w:val="28"/>
          <w:szCs w:val="28"/>
          <w:lang w:val="uk-UA"/>
        </w:rPr>
        <w:t xml:space="preserve"> </w:t>
      </w:r>
      <w:r w:rsidRPr="00D24A8E">
        <w:rPr>
          <w:lang w:val="uk-UA"/>
        </w:rPr>
        <w:t>Розглянувши заяву</w:t>
      </w:r>
      <w:r w:rsidRPr="00D24A8E">
        <w:t> </w:t>
      </w:r>
      <w:r w:rsidRPr="00D24A8E">
        <w:rPr>
          <w:lang w:val="uk-UA"/>
        </w:rPr>
        <w:t xml:space="preserve"> гр. Фурман М.І., відповідно до ст. 131 Земельного кодексу України, ст.</w:t>
      </w:r>
      <w:r w:rsidRPr="00D24A8E">
        <w:t> </w:t>
      </w:r>
      <w:r w:rsidRPr="00D24A8E">
        <w:rPr>
          <w:lang w:val="uk-UA"/>
        </w:rPr>
        <w:t>ст. 5, 9, 13 Закону України «Про порядок виділення в натурі (на місцевості) земельних ділянок власникам земельних часток (паїв)» (із змінами та доповненнями), Закону України «Про місцеве самоврядування в Україні», враховуючи рішення</w:t>
      </w:r>
      <w:r w:rsidRPr="00D24A8E">
        <w:t> </w:t>
      </w:r>
      <w:r w:rsidRPr="00D24A8E">
        <w:rPr>
          <w:lang w:val="uk-UA"/>
        </w:rPr>
        <w:t xml:space="preserve"> загальних зборів власників земельних часток (паїв) колишнього колективного сільськогосподарського господарства ім. Шевченка в с. Стара Ягільниця Чортківського району Тернопільської області та рекомендації</w:t>
      </w:r>
      <w:r w:rsidRPr="00D24A8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D24A8E">
        <w:rPr>
          <w:lang w:val="uk-UA"/>
        </w:rPr>
        <w:t xml:space="preserve">містобудування, земельних відносин та сталого розвитку, </w:t>
      </w:r>
      <w:r>
        <w:rPr>
          <w:lang w:val="uk-UA"/>
        </w:rPr>
        <w:t>с</w:t>
      </w:r>
      <w:r w:rsidRPr="00D24A8E">
        <w:rPr>
          <w:lang w:val="uk-UA"/>
        </w:rPr>
        <w:t>ільськ</w:t>
      </w:r>
      <w:r>
        <w:rPr>
          <w:lang w:val="uk-UA"/>
        </w:rPr>
        <w:t>а</w:t>
      </w:r>
      <w:r w:rsidRPr="00D24A8E">
        <w:rPr>
          <w:lang w:val="uk-UA"/>
        </w:rPr>
        <w:t xml:space="preserve"> рад</w:t>
      </w:r>
      <w:r>
        <w:rPr>
          <w:lang w:val="uk-UA"/>
        </w:rPr>
        <w:t>а</w:t>
      </w:r>
    </w:p>
    <w:p w:rsidR="009F33E9" w:rsidRPr="00D24A8E" w:rsidRDefault="009F33E9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D24A8E">
        <w:rPr>
          <w:b/>
          <w:bCs/>
          <w:lang w:val="uk-UA"/>
        </w:rPr>
        <w:t>ВИРІШИЛА:</w:t>
      </w:r>
    </w:p>
    <w:p w:rsidR="009F33E9" w:rsidRPr="00D24A8E" w:rsidRDefault="009F33E9" w:rsidP="00C9777A">
      <w:pPr>
        <w:pStyle w:val="NormalWeb"/>
        <w:spacing w:before="0" w:beforeAutospacing="0" w:after="0" w:afterAutospacing="0"/>
        <w:jc w:val="both"/>
        <w:rPr>
          <w:lang w:val="uk-UA"/>
        </w:rPr>
      </w:pPr>
      <w:r w:rsidRPr="00564316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D24A8E">
        <w:rPr>
          <w:lang w:val="uk-UA"/>
        </w:rPr>
        <w:t>Передати у власність</w:t>
      </w:r>
      <w:r w:rsidRPr="00D24A8E">
        <w:t> </w:t>
      </w:r>
      <w:r w:rsidRPr="00D24A8E">
        <w:rPr>
          <w:lang w:val="uk-UA"/>
        </w:rPr>
        <w:t>Фурману Миколі Івановичу</w:t>
      </w:r>
      <w:r w:rsidRPr="00D24A8E">
        <w:t> </w:t>
      </w:r>
      <w:r w:rsidRPr="00D24A8E">
        <w:rPr>
          <w:lang w:val="uk-UA"/>
        </w:rPr>
        <w:t>земельну</w:t>
      </w:r>
      <w:r w:rsidRPr="00D24A8E">
        <w:t> </w:t>
      </w:r>
      <w:r w:rsidRPr="00D24A8E">
        <w:rPr>
          <w:lang w:val="uk-UA"/>
        </w:rPr>
        <w:t>ділянку</w:t>
      </w:r>
      <w:r w:rsidRPr="00D24A8E">
        <w:t> </w:t>
      </w:r>
      <w:r w:rsidRPr="00D24A8E">
        <w:rPr>
          <w:lang w:val="uk-UA"/>
        </w:rPr>
        <w:t xml:space="preserve"> (пай)</w:t>
      </w:r>
      <w:r w:rsidRPr="00D24A8E">
        <w:t> </w:t>
      </w:r>
      <w:r w:rsidRPr="00D24A8E">
        <w:rPr>
          <w:lang w:val="uk-UA"/>
        </w:rPr>
        <w:t xml:space="preserve"> площею –</w:t>
      </w:r>
      <w:r w:rsidRPr="00D24A8E">
        <w:t> </w:t>
      </w:r>
      <w:r w:rsidRPr="00D24A8E">
        <w:rPr>
          <w:lang w:val="uk-UA"/>
        </w:rPr>
        <w:t xml:space="preserve"> 2,5792</w:t>
      </w:r>
      <w:r w:rsidRPr="00D24A8E">
        <w:t> </w:t>
      </w:r>
      <w:r w:rsidRPr="00D24A8E">
        <w:rPr>
          <w:lang w:val="uk-UA"/>
        </w:rPr>
        <w:t xml:space="preserve">га </w:t>
      </w:r>
      <w:r w:rsidRPr="00D24A8E">
        <w:rPr>
          <w:u w:val="single"/>
          <w:lang w:val="uk-UA"/>
        </w:rPr>
        <w:t>кадастровий номер 6125587600:01:002:0040 на території</w:t>
      </w:r>
      <w:r w:rsidRPr="00D24A8E">
        <w:rPr>
          <w:u w:val="single"/>
        </w:rPr>
        <w:t> </w:t>
      </w:r>
      <w:r w:rsidRPr="00D24A8E">
        <w:rPr>
          <w:lang w:val="uk-UA"/>
        </w:rPr>
        <w:t xml:space="preserve"> Нагірянської сільської ради (колишня Староягільницька сільська рада),</w:t>
      </w:r>
      <w:r w:rsidRPr="00D24A8E">
        <w:t> </w:t>
      </w:r>
      <w:r w:rsidRPr="00D24A8E">
        <w:rPr>
          <w:lang w:val="uk-UA"/>
        </w:rPr>
        <w:t xml:space="preserve"> для ведення товарного сільськогосподарського виробництва на землях колишнього</w:t>
      </w:r>
      <w:r w:rsidRPr="00D24A8E">
        <w:t> </w:t>
      </w:r>
      <w:r w:rsidRPr="00D24A8E">
        <w:rPr>
          <w:lang w:val="uk-UA"/>
        </w:rPr>
        <w:t>колективного сільськогосподарського господарства ім. Шевченка на території</w:t>
      </w:r>
      <w:r w:rsidRPr="00D24A8E">
        <w:t> </w:t>
      </w:r>
      <w:r w:rsidRPr="00D24A8E">
        <w:rPr>
          <w:lang w:val="uk-UA"/>
        </w:rPr>
        <w:t xml:space="preserve"> Нагірянської</w:t>
      </w:r>
      <w:r w:rsidRPr="00D24A8E">
        <w:t> </w:t>
      </w:r>
      <w:r w:rsidRPr="00D24A8E">
        <w:rPr>
          <w:lang w:val="uk-UA"/>
        </w:rPr>
        <w:t>сільської ради Чортківського району Тернопільської області (колишня Староягільницька сільська рада).</w:t>
      </w:r>
      <w:r w:rsidRPr="00D24A8E">
        <w:t>   </w:t>
      </w:r>
      <w:r w:rsidRPr="00D24A8E">
        <w:rPr>
          <w:lang w:val="uk-UA"/>
        </w:rPr>
        <w:t xml:space="preserve"> </w:t>
      </w:r>
    </w:p>
    <w:p w:rsidR="009F33E9" w:rsidRPr="00D24A8E" w:rsidRDefault="009F33E9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Зареєструвати речове право на земельну ділянку у встановленому законодавством порядку.</w:t>
      </w:r>
    </w:p>
    <w:p w:rsidR="009F33E9" w:rsidRPr="00D24A8E" w:rsidRDefault="009F33E9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В</w:t>
      </w:r>
      <w:r w:rsidRPr="00D24A8E">
        <w:rPr>
          <w:rFonts w:ascii="Times New Roman" w:hAnsi="Times New Roman"/>
          <w:sz w:val="24"/>
          <w:szCs w:val="24"/>
          <w:lang w:val="uk-UA"/>
        </w:rPr>
        <w:t>икористовувати</w:t>
      </w:r>
      <w:r w:rsidRPr="00D24A8E">
        <w:rPr>
          <w:rFonts w:ascii="Times New Roman" w:hAnsi="Times New Roman"/>
          <w:sz w:val="24"/>
          <w:szCs w:val="24"/>
        </w:rPr>
        <w:t xml:space="preserve"> земельні ділянки відповідно до вимог чинного законодавст</w:t>
      </w:r>
      <w:r w:rsidRPr="00D24A8E">
        <w:rPr>
          <w:rFonts w:ascii="Times New Roman" w:hAnsi="Times New Roman"/>
          <w:sz w:val="24"/>
          <w:szCs w:val="24"/>
          <w:lang w:val="uk-UA"/>
        </w:rPr>
        <w:t>ва</w:t>
      </w:r>
      <w:r w:rsidRPr="00D24A8E">
        <w:rPr>
          <w:rFonts w:ascii="Times New Roman" w:hAnsi="Times New Roman"/>
          <w:sz w:val="24"/>
          <w:szCs w:val="24"/>
        </w:rPr>
        <w:t>.</w:t>
      </w:r>
    </w:p>
    <w:p w:rsidR="009F33E9" w:rsidRPr="00D24A8E" w:rsidRDefault="009F33E9" w:rsidP="00D169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</w:rPr>
        <w:t>Копію рішення направити  заявнику.</w:t>
      </w:r>
    </w:p>
    <w:p w:rsidR="009F33E9" w:rsidRPr="00D24A8E" w:rsidRDefault="009F33E9" w:rsidP="00F26187">
      <w:pPr>
        <w:jc w:val="both"/>
        <w:rPr>
          <w:rFonts w:ascii="Times New Roman" w:hAnsi="Times New Roman"/>
          <w:sz w:val="24"/>
          <w:szCs w:val="24"/>
        </w:rPr>
      </w:pPr>
      <w:r w:rsidRPr="00564316">
        <w:rPr>
          <w:rFonts w:ascii="Times New Roman" w:hAnsi="Times New Roman"/>
          <w:b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4A8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D24A8E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розвитку. </w:t>
      </w:r>
    </w:p>
    <w:p w:rsidR="009F33E9" w:rsidRPr="00D24A8E" w:rsidRDefault="009F33E9" w:rsidP="00C9777A">
      <w:pPr>
        <w:pStyle w:val="NormalWeb"/>
        <w:spacing w:before="0" w:beforeAutospacing="0" w:after="0" w:afterAutospacing="0"/>
        <w:jc w:val="both"/>
      </w:pPr>
    </w:p>
    <w:p w:rsidR="009F33E9" w:rsidRPr="005B3887" w:rsidRDefault="009F33E9" w:rsidP="00C9777A">
      <w:pPr>
        <w:jc w:val="both"/>
        <w:rPr>
          <w:rFonts w:ascii="Times New Roman" w:hAnsi="Times New Roman"/>
          <w:sz w:val="24"/>
          <w:szCs w:val="24"/>
        </w:rPr>
      </w:pPr>
      <w:r w:rsidRPr="00D24A8E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        Ігор КІНДРАТ     </w:t>
      </w: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87372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D24A8E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Pr="00472FFF" w:rsidRDefault="009F33E9" w:rsidP="00C9777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9F33E9" w:rsidRDefault="009F33E9" w:rsidP="00C9777A">
      <w:pPr>
        <w:pStyle w:val="NormalWeb"/>
        <w:spacing w:before="0" w:beforeAutospacing="0" w:after="0" w:afterAutospacing="0"/>
        <w:jc w:val="both"/>
      </w:pPr>
      <w:r>
        <w:t> </w:t>
      </w:r>
    </w:p>
    <w:p w:rsidR="009F33E9" w:rsidRDefault="009F33E9" w:rsidP="00C9777A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9F33E9" w:rsidRDefault="009F33E9"/>
    <w:sectPr w:rsidR="009F33E9" w:rsidSect="005643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80"/>
    <w:rsid w:val="00007A39"/>
    <w:rsid w:val="0004206A"/>
    <w:rsid w:val="00067BAE"/>
    <w:rsid w:val="00122C77"/>
    <w:rsid w:val="00212B89"/>
    <w:rsid w:val="00305101"/>
    <w:rsid w:val="00322311"/>
    <w:rsid w:val="00355025"/>
    <w:rsid w:val="003B08AD"/>
    <w:rsid w:val="003B79E8"/>
    <w:rsid w:val="003C1F93"/>
    <w:rsid w:val="004551D4"/>
    <w:rsid w:val="00472FFF"/>
    <w:rsid w:val="004A28C5"/>
    <w:rsid w:val="004B7918"/>
    <w:rsid w:val="00512848"/>
    <w:rsid w:val="00530CA8"/>
    <w:rsid w:val="00546B42"/>
    <w:rsid w:val="00564316"/>
    <w:rsid w:val="005B3887"/>
    <w:rsid w:val="005B61E4"/>
    <w:rsid w:val="005B63CE"/>
    <w:rsid w:val="00611320"/>
    <w:rsid w:val="00672BCC"/>
    <w:rsid w:val="006C1F1E"/>
    <w:rsid w:val="0076035F"/>
    <w:rsid w:val="0077781F"/>
    <w:rsid w:val="00783126"/>
    <w:rsid w:val="007C25E4"/>
    <w:rsid w:val="008028E7"/>
    <w:rsid w:val="00847353"/>
    <w:rsid w:val="00873728"/>
    <w:rsid w:val="008E5DB6"/>
    <w:rsid w:val="00933F80"/>
    <w:rsid w:val="00946FE8"/>
    <w:rsid w:val="00977C3D"/>
    <w:rsid w:val="009F33E9"/>
    <w:rsid w:val="00A64F50"/>
    <w:rsid w:val="00A85C9C"/>
    <w:rsid w:val="00B81DF0"/>
    <w:rsid w:val="00B930FF"/>
    <w:rsid w:val="00BB7757"/>
    <w:rsid w:val="00C04D60"/>
    <w:rsid w:val="00C93391"/>
    <w:rsid w:val="00C9777A"/>
    <w:rsid w:val="00CA3EE0"/>
    <w:rsid w:val="00CC084F"/>
    <w:rsid w:val="00CD29BB"/>
    <w:rsid w:val="00D169B7"/>
    <w:rsid w:val="00D24A8E"/>
    <w:rsid w:val="00DA79C4"/>
    <w:rsid w:val="00DB5494"/>
    <w:rsid w:val="00DD3D40"/>
    <w:rsid w:val="00E9157A"/>
    <w:rsid w:val="00EE08FA"/>
    <w:rsid w:val="00F03622"/>
    <w:rsid w:val="00F26187"/>
    <w:rsid w:val="00FB22BB"/>
    <w:rsid w:val="00FE583B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93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3C1F93"/>
    <w:rPr>
      <w:rFonts w:eastAsia="Times New Roman"/>
    </w:rPr>
  </w:style>
  <w:style w:type="paragraph" w:customStyle="1" w:styleId="2">
    <w:name w:val="Без інтервалів2"/>
    <w:uiPriority w:val="99"/>
    <w:rsid w:val="003C1F93"/>
    <w:rPr>
      <w:rFonts w:eastAsia="Times New Roman"/>
    </w:rPr>
  </w:style>
  <w:style w:type="paragraph" w:customStyle="1" w:styleId="3">
    <w:name w:val="Без інтервалів3"/>
    <w:uiPriority w:val="99"/>
    <w:rsid w:val="003C1F93"/>
    <w:rPr>
      <w:rFonts w:eastAsia="Times New Roman"/>
    </w:rPr>
  </w:style>
  <w:style w:type="paragraph" w:customStyle="1" w:styleId="docdata">
    <w:name w:val="docdata"/>
    <w:aliases w:val="docy,v5,13617,baiaagaaboqcaaadwy4aaaxrl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C97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B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4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87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2</Pages>
  <Words>1404</Words>
  <Characters>801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30</cp:revision>
  <cp:lastPrinted>2021-10-07T09:51:00Z</cp:lastPrinted>
  <dcterms:created xsi:type="dcterms:W3CDTF">2021-04-06T10:45:00Z</dcterms:created>
  <dcterms:modified xsi:type="dcterms:W3CDTF">2021-10-15T20:11:00Z</dcterms:modified>
</cp:coreProperties>
</file>