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0FB" w:rsidRPr="00BE08BA" w:rsidRDefault="00CD70FB" w:rsidP="005F52BB">
      <w:pPr>
        <w:pStyle w:val="1"/>
        <w:jc w:val="right"/>
        <w:rPr>
          <w:noProof/>
        </w:rPr>
      </w:pPr>
    </w:p>
    <w:p w:rsidR="00CD70FB" w:rsidRPr="00BE08BA" w:rsidRDefault="00CD70FB" w:rsidP="005F52BB">
      <w:pPr>
        <w:ind w:right="-5"/>
        <w:jc w:val="both"/>
        <w:rPr>
          <w:lang w:val="uk-UA"/>
        </w:rPr>
      </w:pPr>
    </w:p>
    <w:p w:rsidR="00CD70FB" w:rsidRPr="00BE08BA" w:rsidRDefault="00CD70FB" w:rsidP="005F52BB">
      <w:pPr>
        <w:ind w:right="-5"/>
        <w:jc w:val="both"/>
        <w:rPr>
          <w:lang w:val="uk-UA"/>
        </w:rPr>
      </w:pPr>
    </w:p>
    <w:p w:rsidR="00CD70FB" w:rsidRPr="00BE08BA" w:rsidRDefault="00CD70FB" w:rsidP="005F52BB">
      <w:pPr>
        <w:tabs>
          <w:tab w:val="left" w:pos="3900"/>
        </w:tabs>
        <w:spacing w:line="276" w:lineRule="auto"/>
        <w:jc w:val="center"/>
      </w:pPr>
      <w:r w:rsidRPr="00B3549E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 w:rsidRPr="00BE08BA">
        <w:t xml:space="preserve"> </w:t>
      </w:r>
    </w:p>
    <w:p w:rsidR="00CD70FB" w:rsidRPr="00BE08BA" w:rsidRDefault="00CD70FB" w:rsidP="005F52BB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CD70FB" w:rsidRPr="00BE08BA" w:rsidRDefault="00CD70FB" w:rsidP="005F52B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BE08BA">
        <w:rPr>
          <w:lang w:eastAsia="ru-RU"/>
        </w:rPr>
        <w:t xml:space="preserve">НАГІРЯНСЬКА </w:t>
      </w:r>
      <w:r w:rsidRPr="00BE08BA">
        <w:rPr>
          <w:lang w:eastAsia="ru-RU"/>
        </w:rPr>
        <w:tab/>
        <w:t xml:space="preserve"> С І Л Ь С Ь К А   Р А Д А</w:t>
      </w:r>
    </w:p>
    <w:p w:rsidR="00CD70FB" w:rsidRPr="00BE08BA" w:rsidRDefault="00CD70FB" w:rsidP="005F52B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BE08BA">
        <w:rPr>
          <w:lang w:eastAsia="ru-RU"/>
        </w:rPr>
        <w:t>ЧОРТКІВСЬКОГО РАЙОНУ ТЕРНОПІЛЬСЬКОЇ ОБЛАСТІ</w:t>
      </w:r>
    </w:p>
    <w:p w:rsidR="00CD70FB" w:rsidRPr="00BE08BA" w:rsidRDefault="00CD70FB" w:rsidP="005F52BB">
      <w:pPr>
        <w:spacing w:line="276" w:lineRule="auto"/>
        <w:jc w:val="center"/>
        <w:outlineLvl w:val="0"/>
        <w:rPr>
          <w:lang w:val="uk-UA" w:eastAsia="ru-RU"/>
        </w:rPr>
      </w:pPr>
      <w:r w:rsidRPr="00BE08BA">
        <w:rPr>
          <w:lang w:val="uk-UA" w:eastAsia="ru-RU"/>
        </w:rPr>
        <w:t>ВОСЬМЕ СКЛИКАННЯ</w:t>
      </w:r>
    </w:p>
    <w:p w:rsidR="00CD70FB" w:rsidRPr="006D61B7" w:rsidRDefault="00CD70FB" w:rsidP="00BE08BA">
      <w:pPr>
        <w:spacing w:line="276" w:lineRule="auto"/>
        <w:jc w:val="center"/>
        <w:outlineLvl w:val="0"/>
        <w:rPr>
          <w:lang w:val="uk-UA" w:eastAsia="ru-RU"/>
        </w:rPr>
      </w:pPr>
      <w:r w:rsidRPr="00BE08BA">
        <w:rPr>
          <w:lang w:val="uk-UA" w:eastAsia="ru-RU"/>
        </w:rPr>
        <w:t>ДВАНАДЦЯТА  СЕСІЯ</w:t>
      </w:r>
    </w:p>
    <w:p w:rsidR="00CD70FB" w:rsidRPr="00BE08BA" w:rsidRDefault="00CD70FB" w:rsidP="005F52BB">
      <w:pPr>
        <w:spacing w:line="276" w:lineRule="auto"/>
        <w:jc w:val="center"/>
        <w:outlineLvl w:val="0"/>
        <w:rPr>
          <w:lang w:val="uk-UA" w:eastAsia="ru-RU"/>
        </w:rPr>
      </w:pPr>
      <w:r w:rsidRPr="00BE08BA">
        <w:rPr>
          <w:lang w:val="uk-UA" w:eastAsia="ru-RU"/>
        </w:rPr>
        <w:t>Р</w:t>
      </w:r>
      <w:r>
        <w:rPr>
          <w:lang w:val="uk-UA" w:eastAsia="ru-RU"/>
        </w:rPr>
        <w:t>ІШЕННЯ</w:t>
      </w:r>
      <w:r w:rsidRPr="00BE08BA">
        <w:rPr>
          <w:lang w:val="uk-UA" w:eastAsia="ru-RU"/>
        </w:rPr>
        <w:t xml:space="preserve"> </w:t>
      </w:r>
    </w:p>
    <w:p w:rsidR="00CD70FB" w:rsidRPr="00BE08BA" w:rsidRDefault="00CD70FB" w:rsidP="005F52BB">
      <w:pPr>
        <w:outlineLvl w:val="0"/>
        <w:rPr>
          <w:lang w:val="uk-UA" w:eastAsia="en-US"/>
        </w:rPr>
      </w:pPr>
      <w:r w:rsidRPr="00BE08BA">
        <w:rPr>
          <w:lang w:val="uk-UA" w:eastAsia="ru-RU"/>
        </w:rPr>
        <w:t xml:space="preserve"> </w:t>
      </w:r>
      <w:r>
        <w:rPr>
          <w:lang w:val="uk-UA" w:eastAsia="ru-RU"/>
        </w:rPr>
        <w:t>07 жовтня</w:t>
      </w:r>
      <w:r w:rsidRPr="00BE08BA">
        <w:rPr>
          <w:lang w:val="uk-UA"/>
        </w:rPr>
        <w:t xml:space="preserve"> 2021</w:t>
      </w:r>
      <w:r w:rsidRPr="006D61B7">
        <w:rPr>
          <w:lang w:val="uk-UA"/>
        </w:rPr>
        <w:t xml:space="preserve"> року           </w:t>
      </w:r>
      <w:r>
        <w:rPr>
          <w:lang w:val="uk-UA"/>
        </w:rPr>
        <w:t xml:space="preserve">                  </w:t>
      </w:r>
      <w:r w:rsidRPr="006D61B7">
        <w:rPr>
          <w:lang w:val="uk-UA"/>
        </w:rPr>
        <w:t xml:space="preserve">         №</w:t>
      </w:r>
      <w:r w:rsidRPr="00BE08BA">
        <w:rPr>
          <w:lang w:val="uk-UA"/>
        </w:rPr>
        <w:t xml:space="preserve"> </w:t>
      </w:r>
      <w:r>
        <w:rPr>
          <w:lang w:val="uk-UA"/>
        </w:rPr>
        <w:t>532</w:t>
      </w:r>
    </w:p>
    <w:p w:rsidR="00CD70FB" w:rsidRPr="00BE08BA" w:rsidRDefault="00CD70FB" w:rsidP="005F52BB">
      <w:pPr>
        <w:outlineLvl w:val="0"/>
        <w:rPr>
          <w:lang w:val="uk-UA"/>
        </w:rPr>
      </w:pPr>
      <w:r>
        <w:rPr>
          <w:lang w:val="uk-UA"/>
        </w:rPr>
        <w:t xml:space="preserve"> </w:t>
      </w:r>
      <w:r w:rsidRPr="00BE08BA">
        <w:rPr>
          <w:lang w:val="uk-UA"/>
        </w:rPr>
        <w:t>с-ще Нагірянка</w:t>
      </w:r>
    </w:p>
    <w:p w:rsidR="00CD70FB" w:rsidRPr="003311D4" w:rsidRDefault="00CD70FB" w:rsidP="005F52BB">
      <w:pPr>
        <w:spacing w:line="276" w:lineRule="auto"/>
        <w:outlineLvl w:val="0"/>
        <w:rPr>
          <w:b/>
          <w:lang w:val="uk-UA" w:eastAsia="ru-RU"/>
        </w:rPr>
      </w:pPr>
    </w:p>
    <w:p w:rsidR="00CD70FB" w:rsidRPr="00BE08BA" w:rsidRDefault="00CD70FB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BE08BA">
        <w:rPr>
          <w:b/>
          <w:bCs/>
          <w:spacing w:val="-12"/>
          <w:lang w:val="uk-UA"/>
        </w:rPr>
        <w:t xml:space="preserve">Про надання дозволу на розроблення проекту </w:t>
      </w:r>
    </w:p>
    <w:p w:rsidR="00CD70FB" w:rsidRPr="00BE08BA" w:rsidRDefault="00CD70FB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BE08BA">
        <w:rPr>
          <w:b/>
          <w:bCs/>
          <w:spacing w:val="-12"/>
          <w:lang w:val="uk-UA"/>
        </w:rPr>
        <w:t xml:space="preserve">землеустрою щодо відведення земельних ділянок </w:t>
      </w:r>
    </w:p>
    <w:p w:rsidR="00CD70FB" w:rsidRPr="00BE08BA" w:rsidRDefault="00CD70FB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BE08BA">
        <w:rPr>
          <w:b/>
          <w:bCs/>
          <w:spacing w:val="-12"/>
          <w:lang w:val="uk-UA"/>
        </w:rPr>
        <w:t xml:space="preserve">громадянам у приватну власність </w:t>
      </w:r>
    </w:p>
    <w:p w:rsidR="00CD70FB" w:rsidRPr="00BE08BA" w:rsidRDefault="00CD70FB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BE08BA">
        <w:rPr>
          <w:b/>
          <w:bCs/>
          <w:spacing w:val="-12"/>
          <w:lang w:val="uk-UA"/>
        </w:rPr>
        <w:t xml:space="preserve">для ведення особистого селянського господарства </w:t>
      </w:r>
    </w:p>
    <w:p w:rsidR="00CD70FB" w:rsidRPr="003311D4" w:rsidRDefault="00CD70FB" w:rsidP="005F52BB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CD70FB" w:rsidRPr="003311D4" w:rsidRDefault="00CD70FB" w:rsidP="00BE08BA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 w:rsidRPr="003311D4">
        <w:rPr>
          <w:lang w:val="uk-UA"/>
        </w:rPr>
        <w:t>Розглянувши заяви громадян відповідно до статей 12, 33, 50, 116, 118, 121, 122 Земельного кодексу України, керуючись статтею 26 Закону України «Про мі</w:t>
      </w:r>
      <w:r>
        <w:rPr>
          <w:lang w:val="uk-UA"/>
        </w:rPr>
        <w:t>сцеве самоврядування в Україні»</w:t>
      </w:r>
      <w:r w:rsidRPr="003311D4">
        <w:rPr>
          <w:lang w:val="uk-UA"/>
        </w:rPr>
        <w:t xml:space="preserve"> та враховуючи рекомендації</w:t>
      </w:r>
      <w:r w:rsidRPr="003311D4">
        <w:rPr>
          <w:bdr w:val="none" w:sz="0" w:space="0" w:color="auto" w:frame="1"/>
          <w:lang w:val="uk-UA"/>
        </w:rPr>
        <w:t xml:space="preserve"> постійної комісії з питань </w:t>
      </w:r>
      <w:r w:rsidRPr="003311D4">
        <w:rPr>
          <w:lang w:val="uk-UA"/>
        </w:rPr>
        <w:t>містобудування, земельних відносин та сталого розвитку, сільська рада</w:t>
      </w:r>
    </w:p>
    <w:p w:rsidR="00CD70FB" w:rsidRPr="003311D4" w:rsidRDefault="00CD70FB" w:rsidP="005F52BB">
      <w:pPr>
        <w:ind w:right="-5"/>
        <w:rPr>
          <w:b/>
          <w:lang w:val="uk-UA"/>
        </w:rPr>
      </w:pPr>
    </w:p>
    <w:p w:rsidR="00CD70FB" w:rsidRPr="003311D4" w:rsidRDefault="00CD70FB" w:rsidP="005F52BB">
      <w:pPr>
        <w:ind w:right="-5"/>
        <w:rPr>
          <w:b/>
          <w:lang w:val="uk-UA"/>
        </w:rPr>
      </w:pPr>
      <w:r w:rsidRPr="003311D4">
        <w:rPr>
          <w:b/>
          <w:lang w:val="uk-UA"/>
        </w:rPr>
        <w:t>ВИРІШИЛА:</w:t>
      </w:r>
    </w:p>
    <w:p w:rsidR="00CD70FB" w:rsidRPr="003311D4" w:rsidRDefault="00CD70FB" w:rsidP="001E27BF">
      <w:pPr>
        <w:spacing w:line="100" w:lineRule="atLeast"/>
        <w:jc w:val="both"/>
        <w:rPr>
          <w:lang w:val="uk-UA"/>
        </w:rPr>
      </w:pPr>
    </w:p>
    <w:p w:rsidR="00CD70FB" w:rsidRPr="003311D4" w:rsidRDefault="00CD70FB" w:rsidP="001E27BF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</w:t>
      </w:r>
      <w:r w:rsidRPr="00BE08BA">
        <w:rPr>
          <w:b/>
          <w:lang w:val="uk-UA"/>
        </w:rPr>
        <w:t>1.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Вербіцькій Оксані Миколаївні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10 га"/>
        </w:smartTagPr>
        <w:r w:rsidRPr="003311D4">
          <w:rPr>
            <w:spacing w:val="-12"/>
            <w:lang w:val="uk-UA"/>
          </w:rPr>
          <w:t>0,10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,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6B61C4">
      <w:pPr>
        <w:spacing w:line="100" w:lineRule="atLeast"/>
        <w:jc w:val="both"/>
        <w:rPr>
          <w:lang w:val="uk-UA"/>
        </w:rPr>
      </w:pPr>
      <w:r w:rsidRPr="003311D4">
        <w:rPr>
          <w:lang w:val="uk-UA"/>
        </w:rPr>
        <w:t xml:space="preserve">    </w:t>
      </w:r>
      <w:r w:rsidRPr="00BE08BA">
        <w:rPr>
          <w:b/>
          <w:lang w:val="uk-UA"/>
        </w:rPr>
        <w:t>2.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Басістому Василю Михайловичу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5500 га"/>
        </w:smartTagPr>
        <w:r w:rsidRPr="003311D4">
          <w:rPr>
            <w:spacing w:val="-12"/>
            <w:lang w:val="uk-UA"/>
          </w:rPr>
          <w:t>0,5500 га</w:t>
        </w:r>
      </w:smartTag>
      <w:r w:rsidRPr="003311D4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3000 га"/>
        </w:smartTagPr>
        <w:r w:rsidRPr="003311D4">
          <w:rPr>
            <w:spacing w:val="-12"/>
            <w:lang w:val="uk-UA"/>
          </w:rPr>
          <w:t>0,3000 га</w:t>
        </w:r>
      </w:smartTag>
      <w:r w:rsidRPr="003311D4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000 га"/>
        </w:smartTagPr>
        <w:r w:rsidRPr="003311D4">
          <w:rPr>
            <w:spacing w:val="-12"/>
            <w:lang w:val="uk-UA"/>
          </w:rPr>
          <w:t>0,1000 га</w:t>
        </w:r>
      </w:smartTag>
      <w:r w:rsidRPr="003311D4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1500 га"/>
        </w:smartTagPr>
        <w:r w:rsidRPr="003311D4">
          <w:rPr>
            <w:spacing w:val="-12"/>
            <w:lang w:val="uk-UA"/>
          </w:rPr>
          <w:t>0,1500 га</w:t>
        </w:r>
      </w:smartTag>
      <w:r w:rsidRPr="003311D4">
        <w:rPr>
          <w:spacing w:val="-12"/>
          <w:lang w:val="uk-UA"/>
        </w:rPr>
        <w:t xml:space="preserve">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31339D">
      <w:pPr>
        <w:spacing w:line="100" w:lineRule="atLeast"/>
        <w:jc w:val="both"/>
        <w:rPr>
          <w:lang w:val="uk-UA"/>
        </w:rPr>
      </w:pPr>
      <w:r w:rsidRPr="00BE08BA">
        <w:rPr>
          <w:b/>
          <w:lang w:val="uk-UA"/>
        </w:rPr>
        <w:t xml:space="preserve">     3.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Солтису Івану Володимировичу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710 га"/>
        </w:smartTagPr>
        <w:r w:rsidRPr="003311D4">
          <w:rPr>
            <w:spacing w:val="-12"/>
            <w:lang w:val="uk-UA"/>
          </w:rPr>
          <w:t>0,4710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2500 га"/>
        </w:smartTagPr>
        <w:r w:rsidRPr="003311D4">
          <w:rPr>
            <w:spacing w:val="-12"/>
            <w:lang w:val="uk-UA"/>
          </w:rPr>
          <w:t>0,2500 га</w:t>
        </w:r>
      </w:smartTag>
      <w:r w:rsidRPr="003311D4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2210 га"/>
        </w:smartTagPr>
        <w:r w:rsidRPr="003311D4">
          <w:rPr>
            <w:spacing w:val="-12"/>
            <w:lang w:val="uk-UA"/>
          </w:rPr>
          <w:t>0,2210 га</w:t>
        </w:r>
      </w:smartTag>
      <w:r w:rsidRPr="003311D4">
        <w:rPr>
          <w:spacing w:val="-12"/>
          <w:lang w:val="uk-UA"/>
        </w:rPr>
        <w:t xml:space="preserve">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31339D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</w:t>
      </w:r>
      <w:r w:rsidRPr="00BE08BA">
        <w:rPr>
          <w:b/>
          <w:lang w:val="uk-UA"/>
        </w:rPr>
        <w:t>4.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Солтису Петру Івановичу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3100 га"/>
        </w:smartTagPr>
        <w:r w:rsidRPr="003311D4">
          <w:rPr>
            <w:spacing w:val="-12"/>
            <w:lang w:val="uk-UA"/>
          </w:rPr>
          <w:t>0,3100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,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2701E9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</w:t>
      </w:r>
      <w:r w:rsidRPr="00BE08BA">
        <w:rPr>
          <w:b/>
          <w:lang w:val="uk-UA"/>
        </w:rPr>
        <w:t>5.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Сас Галині Йосипівні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8480 га"/>
        </w:smartTagPr>
        <w:r w:rsidRPr="003311D4">
          <w:rPr>
            <w:spacing w:val="-12"/>
            <w:lang w:val="uk-UA"/>
          </w:rPr>
          <w:t>0,8480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575 га"/>
        </w:smartTagPr>
        <w:r w:rsidRPr="003311D4">
          <w:rPr>
            <w:spacing w:val="-12"/>
            <w:lang w:val="uk-UA"/>
          </w:rPr>
          <w:t>0,1575 га</w:t>
        </w:r>
      </w:smartTag>
      <w:r w:rsidRPr="003311D4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3800 га"/>
        </w:smartTagPr>
        <w:r w:rsidRPr="003311D4">
          <w:rPr>
            <w:spacing w:val="-12"/>
            <w:lang w:val="uk-UA"/>
          </w:rPr>
          <w:t>0,3800 га</w:t>
        </w:r>
      </w:smartTag>
      <w:r w:rsidRPr="003311D4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3105 га"/>
        </w:smartTagPr>
        <w:r w:rsidRPr="003311D4">
          <w:rPr>
            <w:spacing w:val="-12"/>
            <w:lang w:val="uk-UA"/>
          </w:rPr>
          <w:t>0,3105 га</w:t>
        </w:r>
      </w:smartTag>
      <w:r w:rsidRPr="003311D4">
        <w:rPr>
          <w:spacing w:val="-12"/>
          <w:lang w:val="uk-UA"/>
        </w:rPr>
        <w:t xml:space="preserve">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Нагірянка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B16405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</w:t>
      </w:r>
      <w:r w:rsidRPr="00BE08BA">
        <w:rPr>
          <w:b/>
          <w:lang w:val="uk-UA"/>
        </w:rPr>
        <w:t>6.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Дерій Володимиру Антоновичу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610 га"/>
        </w:smartTagPr>
        <w:r w:rsidRPr="003311D4">
          <w:rPr>
            <w:spacing w:val="-12"/>
            <w:lang w:val="uk-UA"/>
          </w:rPr>
          <w:t>0,2610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 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Нагірянка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DC461D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</w:t>
      </w:r>
      <w:r w:rsidRPr="00BE08BA">
        <w:rPr>
          <w:b/>
          <w:lang w:val="uk-UA"/>
        </w:rPr>
        <w:t>7.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Чередник Сергію Васильовичу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800 га"/>
        </w:smartTagPr>
        <w:r w:rsidRPr="003311D4">
          <w:rPr>
            <w:spacing w:val="-12"/>
            <w:lang w:val="uk-UA"/>
          </w:rPr>
          <w:t>0,4800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 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71174E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</w:t>
      </w:r>
      <w:r w:rsidRPr="00BE08BA">
        <w:rPr>
          <w:b/>
          <w:lang w:val="uk-UA"/>
        </w:rPr>
        <w:t>8.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Катеринюк Галині Богданівні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6200 га"/>
        </w:smartTagPr>
        <w:r w:rsidRPr="003311D4">
          <w:rPr>
            <w:spacing w:val="-12"/>
            <w:lang w:val="uk-UA"/>
          </w:rPr>
          <w:t>0,6200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 в тому числі: </w:t>
      </w:r>
      <w:smartTag w:uri="urn:schemas-microsoft-com:office:smarttags" w:element="metricconverter">
        <w:smartTagPr>
          <w:attr w:name="ProductID" w:val="0,4000 га"/>
        </w:smartTagPr>
        <w:r w:rsidRPr="003311D4">
          <w:rPr>
            <w:spacing w:val="-12"/>
            <w:lang w:val="uk-UA"/>
          </w:rPr>
          <w:t>0,4000 га</w:t>
        </w:r>
      </w:smartTag>
      <w:r w:rsidRPr="003311D4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2200 га"/>
        </w:smartTagPr>
        <w:r w:rsidRPr="003311D4">
          <w:rPr>
            <w:spacing w:val="-12"/>
            <w:lang w:val="uk-UA"/>
          </w:rPr>
          <w:t>0,2200 га</w:t>
        </w:r>
      </w:smartTag>
      <w:r w:rsidRPr="003311D4">
        <w:rPr>
          <w:spacing w:val="-12"/>
          <w:lang w:val="uk-UA"/>
        </w:rPr>
        <w:t xml:space="preserve"> 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селищі Нагірянка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3E26AB">
      <w:pPr>
        <w:spacing w:line="100" w:lineRule="atLeast"/>
        <w:jc w:val="both"/>
        <w:rPr>
          <w:lang w:val="uk-UA"/>
        </w:rPr>
      </w:pPr>
      <w:r w:rsidRPr="00BE08BA">
        <w:rPr>
          <w:b/>
          <w:lang w:val="uk-UA"/>
        </w:rPr>
        <w:t xml:space="preserve">     9.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Іліщук Ользі Степанівні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7700 га"/>
        </w:smartTagPr>
        <w:r w:rsidRPr="003311D4">
          <w:rPr>
            <w:spacing w:val="-12"/>
            <w:lang w:val="uk-UA"/>
          </w:rPr>
          <w:t>0,7700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0700 га"/>
        </w:smartTagPr>
        <w:r w:rsidRPr="003311D4">
          <w:rPr>
            <w:spacing w:val="-12"/>
            <w:lang w:val="uk-UA"/>
          </w:rPr>
          <w:t>0,0700 га</w:t>
        </w:r>
      </w:smartTag>
      <w:r w:rsidRPr="003311D4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2500 га"/>
        </w:smartTagPr>
        <w:r w:rsidRPr="003311D4">
          <w:rPr>
            <w:spacing w:val="-12"/>
            <w:lang w:val="uk-UA"/>
          </w:rPr>
          <w:t>0,2500 га</w:t>
        </w:r>
      </w:smartTag>
      <w:r w:rsidRPr="003311D4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500 га"/>
        </w:smartTagPr>
        <w:r w:rsidRPr="003311D4">
          <w:rPr>
            <w:spacing w:val="-12"/>
            <w:lang w:val="uk-UA"/>
          </w:rPr>
          <w:t>0,1500 га</w:t>
        </w:r>
      </w:smartTag>
      <w:r w:rsidRPr="003311D4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3000 га"/>
        </w:smartTagPr>
        <w:r w:rsidRPr="003311D4">
          <w:rPr>
            <w:spacing w:val="-12"/>
            <w:lang w:val="uk-UA"/>
          </w:rPr>
          <w:t>0,3000 га</w:t>
        </w:r>
      </w:smartTag>
      <w:r w:rsidRPr="003311D4">
        <w:rPr>
          <w:spacing w:val="-12"/>
          <w:lang w:val="uk-UA"/>
        </w:rPr>
        <w:t xml:space="preserve">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Нагірянка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2073D5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</w:t>
      </w:r>
      <w:r w:rsidRPr="00BE08BA">
        <w:rPr>
          <w:b/>
          <w:lang w:val="uk-UA"/>
        </w:rPr>
        <w:t>10.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Сторожук Ігорю Степановичу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000 га"/>
        </w:smartTagPr>
        <w:r w:rsidRPr="003311D4">
          <w:rPr>
            <w:spacing w:val="-12"/>
            <w:lang w:val="uk-UA"/>
          </w:rPr>
          <w:t>0,2000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000 га"/>
        </w:smartTagPr>
        <w:r w:rsidRPr="003311D4">
          <w:rPr>
            <w:spacing w:val="-12"/>
            <w:lang w:val="uk-UA"/>
          </w:rPr>
          <w:t>0,1000 га</w:t>
        </w:r>
      </w:smartTag>
      <w:r w:rsidRPr="003311D4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1000 га"/>
        </w:smartTagPr>
        <w:r w:rsidRPr="003311D4">
          <w:rPr>
            <w:spacing w:val="-12"/>
            <w:lang w:val="uk-UA"/>
          </w:rPr>
          <w:t>0,1000 га</w:t>
        </w:r>
      </w:smartTag>
      <w:r w:rsidRPr="003311D4">
        <w:rPr>
          <w:spacing w:val="-12"/>
          <w:lang w:val="uk-UA"/>
        </w:rPr>
        <w:t xml:space="preserve">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23684A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</w:t>
      </w:r>
      <w:r w:rsidRPr="00BE08BA">
        <w:rPr>
          <w:b/>
          <w:lang w:val="uk-UA"/>
        </w:rPr>
        <w:t>11.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Чайковській Оксані Петрівні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1348 га"/>
        </w:smartTagPr>
        <w:r w:rsidRPr="003311D4">
          <w:rPr>
            <w:spacing w:val="-12"/>
            <w:lang w:val="uk-UA"/>
          </w:rPr>
          <w:t>0,1348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23684A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</w:t>
      </w:r>
      <w:r w:rsidRPr="00BE08BA">
        <w:rPr>
          <w:b/>
          <w:lang w:val="uk-UA"/>
        </w:rPr>
        <w:t>12.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Чайковському Ярославу Вікторовичу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744 га"/>
        </w:smartTagPr>
        <w:r w:rsidRPr="003311D4">
          <w:rPr>
            <w:spacing w:val="-12"/>
            <w:lang w:val="uk-UA"/>
          </w:rPr>
          <w:t>0,2744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 у приватну власність </w:t>
      </w:r>
      <w:r w:rsidRPr="003311D4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spacing w:val="-12"/>
          <w:lang w:val="uk-UA"/>
        </w:rPr>
        <w:t>Улашківці</w:t>
      </w:r>
      <w:r w:rsidRPr="003311D4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5639D0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</w:t>
      </w:r>
      <w:r w:rsidRPr="00BE08BA">
        <w:rPr>
          <w:b/>
          <w:lang w:val="uk-UA"/>
        </w:rPr>
        <w:t>13.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Осух Лідія Ігорівна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983 га"/>
        </w:smartTagPr>
        <w:r w:rsidRPr="003311D4">
          <w:rPr>
            <w:spacing w:val="-12"/>
            <w:lang w:val="uk-UA"/>
          </w:rPr>
          <w:t>0,4983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000 га"/>
        </w:smartTagPr>
        <w:r w:rsidRPr="003311D4">
          <w:rPr>
            <w:spacing w:val="-12"/>
            <w:lang w:val="uk-UA"/>
          </w:rPr>
          <w:t>0,1000 га</w:t>
        </w:r>
      </w:smartTag>
      <w:r w:rsidRPr="003311D4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3000 га"/>
        </w:smartTagPr>
        <w:r w:rsidRPr="003311D4">
          <w:rPr>
            <w:spacing w:val="-12"/>
            <w:lang w:val="uk-UA"/>
          </w:rPr>
          <w:t>0,3000 га</w:t>
        </w:r>
      </w:smartTag>
      <w:r w:rsidRPr="003311D4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0983 га"/>
        </w:smartTagPr>
        <w:r w:rsidRPr="003311D4">
          <w:rPr>
            <w:spacing w:val="-12"/>
            <w:lang w:val="uk-UA"/>
          </w:rPr>
          <w:t>0,0983 га</w:t>
        </w:r>
      </w:smartTag>
      <w:r w:rsidRPr="003311D4">
        <w:rPr>
          <w:spacing w:val="-12"/>
          <w:lang w:val="uk-UA"/>
        </w:rPr>
        <w:t xml:space="preserve"> у приватну власність </w:t>
      </w:r>
      <w:r w:rsidRPr="003311D4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spacing w:val="-12"/>
          <w:lang w:val="uk-UA"/>
        </w:rPr>
        <w:t>Нагірянка</w:t>
      </w:r>
      <w:r w:rsidRPr="003311D4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220A66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</w:t>
      </w:r>
      <w:r w:rsidRPr="00BE08BA">
        <w:rPr>
          <w:b/>
          <w:lang w:val="uk-UA"/>
        </w:rPr>
        <w:t>14.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Багрій Степан Антонович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200 га"/>
        </w:smartTagPr>
        <w:r w:rsidRPr="003311D4">
          <w:rPr>
            <w:spacing w:val="-12"/>
            <w:lang w:val="uk-UA"/>
          </w:rPr>
          <w:t>0,4200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2000 га"/>
        </w:smartTagPr>
        <w:r w:rsidRPr="003311D4">
          <w:rPr>
            <w:spacing w:val="-12"/>
            <w:lang w:val="uk-UA"/>
          </w:rPr>
          <w:t>0,2000 га</w:t>
        </w:r>
      </w:smartTag>
      <w:r w:rsidRPr="003311D4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2200 га"/>
        </w:smartTagPr>
        <w:r w:rsidRPr="003311D4">
          <w:rPr>
            <w:spacing w:val="-12"/>
            <w:lang w:val="uk-UA"/>
          </w:rPr>
          <w:t>0,2200 га</w:t>
        </w:r>
      </w:smartTag>
      <w:r w:rsidRPr="003311D4">
        <w:rPr>
          <w:spacing w:val="-12"/>
          <w:lang w:val="uk-UA"/>
        </w:rPr>
        <w:t xml:space="preserve">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1D2755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</w:t>
      </w:r>
      <w:r w:rsidRPr="00BE08BA">
        <w:rPr>
          <w:b/>
          <w:lang w:val="uk-UA"/>
        </w:rPr>
        <w:t>15.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Вівчарик Марії Броніславівні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6000 га"/>
        </w:smartTagPr>
        <w:r w:rsidRPr="003311D4">
          <w:rPr>
            <w:spacing w:val="-12"/>
            <w:lang w:val="uk-UA"/>
          </w:rPr>
          <w:t>0,6000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3000 га"/>
        </w:smartTagPr>
        <w:r w:rsidRPr="003311D4">
          <w:rPr>
            <w:spacing w:val="-12"/>
            <w:lang w:val="uk-UA"/>
          </w:rPr>
          <w:t>0,3000 га</w:t>
        </w:r>
      </w:smartTag>
      <w:r w:rsidRPr="003311D4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530 га"/>
        </w:smartTagPr>
        <w:r w:rsidRPr="003311D4">
          <w:rPr>
            <w:spacing w:val="-12"/>
            <w:lang w:val="uk-UA"/>
          </w:rPr>
          <w:t>0,1530 га</w:t>
        </w:r>
      </w:smartTag>
      <w:r w:rsidRPr="003311D4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1500 га"/>
        </w:smartTagPr>
        <w:r w:rsidRPr="003311D4">
          <w:rPr>
            <w:spacing w:val="-12"/>
            <w:lang w:val="uk-UA"/>
          </w:rPr>
          <w:t>0,1500 га</w:t>
        </w:r>
      </w:smartTag>
      <w:r w:rsidRPr="003311D4">
        <w:rPr>
          <w:spacing w:val="-12"/>
          <w:lang w:val="uk-UA"/>
        </w:rPr>
        <w:t xml:space="preserve">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0C7583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</w:t>
      </w:r>
      <w:r w:rsidRPr="00BE08BA">
        <w:rPr>
          <w:b/>
          <w:lang w:val="uk-UA"/>
        </w:rPr>
        <w:t>16.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Глова Юрію Івановичу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43 га"/>
        </w:smartTagPr>
        <w:r w:rsidRPr="003311D4">
          <w:rPr>
            <w:spacing w:val="-12"/>
            <w:lang w:val="uk-UA"/>
          </w:rPr>
          <w:t>1,43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1,30 га"/>
        </w:smartTagPr>
        <w:r w:rsidRPr="003311D4">
          <w:rPr>
            <w:spacing w:val="-12"/>
            <w:lang w:val="uk-UA"/>
          </w:rPr>
          <w:t>1,30 га</w:t>
        </w:r>
      </w:smartTag>
      <w:r w:rsidRPr="003311D4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1300 га"/>
        </w:smartTagPr>
        <w:r w:rsidRPr="003311D4">
          <w:rPr>
            <w:spacing w:val="-12"/>
            <w:lang w:val="uk-UA"/>
          </w:rPr>
          <w:t>0,1300 га</w:t>
        </w:r>
      </w:smartTag>
      <w:r w:rsidRPr="003311D4">
        <w:rPr>
          <w:spacing w:val="-12"/>
          <w:lang w:val="uk-UA"/>
        </w:rPr>
        <w:t xml:space="preserve">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селищі Нагірянка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A168E2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</w:t>
      </w:r>
      <w:r w:rsidRPr="00BE08BA">
        <w:rPr>
          <w:b/>
          <w:lang w:val="uk-UA"/>
        </w:rPr>
        <w:t>17.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Півцьо Тетяні Володимирівні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0061 га"/>
        </w:smartTagPr>
        <w:r w:rsidRPr="003311D4">
          <w:rPr>
            <w:spacing w:val="-12"/>
            <w:lang w:val="uk-UA"/>
          </w:rPr>
          <w:t>1,0061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579 га"/>
        </w:smartTagPr>
        <w:r w:rsidRPr="003311D4">
          <w:rPr>
            <w:spacing w:val="-12"/>
            <w:lang w:val="uk-UA"/>
          </w:rPr>
          <w:t>0,1579 га</w:t>
        </w:r>
      </w:smartTag>
      <w:r w:rsidRPr="003311D4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429 га"/>
        </w:smartTagPr>
        <w:r w:rsidRPr="003311D4">
          <w:rPr>
            <w:spacing w:val="-12"/>
            <w:lang w:val="uk-UA"/>
          </w:rPr>
          <w:t>0,1429 га</w:t>
        </w:r>
      </w:smartTag>
      <w:r w:rsidRPr="003311D4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546 га"/>
        </w:smartTagPr>
        <w:r w:rsidRPr="003311D4">
          <w:rPr>
            <w:spacing w:val="-12"/>
            <w:lang w:val="uk-UA"/>
          </w:rPr>
          <w:t>0,1546 га</w:t>
        </w:r>
      </w:smartTag>
      <w:r w:rsidRPr="003311D4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504 га"/>
        </w:smartTagPr>
        <w:r w:rsidRPr="003311D4">
          <w:rPr>
            <w:spacing w:val="-12"/>
            <w:lang w:val="uk-UA"/>
          </w:rPr>
          <w:t>0,1504 га</w:t>
        </w:r>
      </w:smartTag>
      <w:r w:rsidRPr="003311D4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4003 га"/>
        </w:smartTagPr>
        <w:r w:rsidRPr="003311D4">
          <w:rPr>
            <w:spacing w:val="-12"/>
            <w:lang w:val="uk-UA"/>
          </w:rPr>
          <w:t>0,4003 га</w:t>
        </w:r>
      </w:smartTag>
      <w:r w:rsidRPr="003311D4">
        <w:rPr>
          <w:spacing w:val="-12"/>
          <w:lang w:val="uk-UA"/>
        </w:rPr>
        <w:t xml:space="preserve">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селищі Нагірянка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320849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</w:t>
      </w:r>
      <w:r w:rsidRPr="00BE08BA">
        <w:rPr>
          <w:b/>
          <w:lang w:val="uk-UA"/>
        </w:rPr>
        <w:t>18.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Протасевич Христині Орестівні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0,8591</w:t>
      </w:r>
      <w:r w:rsidRPr="003311D4">
        <w:rPr>
          <w:spacing w:val="-12"/>
          <w:shd w:val="clear" w:color="auto" w:fill="FFFFFF"/>
          <w:lang w:val="uk-UA"/>
        </w:rPr>
        <w:t xml:space="preserve"> г</w:t>
      </w:r>
      <w:r w:rsidRPr="003311D4">
        <w:rPr>
          <w:spacing w:val="-12"/>
          <w:lang w:val="uk-UA"/>
        </w:rPr>
        <w:t xml:space="preserve">а, в тому числі: 0,3300 га, 0,2580 га та 0,2711 га, 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31139C">
      <w:pPr>
        <w:spacing w:line="100" w:lineRule="atLeast"/>
        <w:jc w:val="both"/>
        <w:rPr>
          <w:lang w:val="uk-UA"/>
        </w:rPr>
      </w:pPr>
      <w:r w:rsidRPr="003311D4">
        <w:rPr>
          <w:lang w:val="uk-UA"/>
        </w:rPr>
        <w:t xml:space="preserve">        </w:t>
      </w:r>
      <w:r w:rsidRPr="00BE08BA">
        <w:rPr>
          <w:b/>
          <w:lang w:val="uk-UA"/>
        </w:rPr>
        <w:t>19.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Бойко Петру Адамовичу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0,5867</w:t>
      </w:r>
      <w:r w:rsidRPr="003311D4">
        <w:rPr>
          <w:spacing w:val="-12"/>
          <w:shd w:val="clear" w:color="auto" w:fill="FFFFFF"/>
          <w:lang w:val="uk-UA"/>
        </w:rPr>
        <w:t xml:space="preserve"> г</w:t>
      </w:r>
      <w:r w:rsidRPr="003311D4">
        <w:rPr>
          <w:spacing w:val="-12"/>
          <w:lang w:val="uk-UA"/>
        </w:rPr>
        <w:t xml:space="preserve">а, в тому числі: 0,2000 га та 0,3867 га, 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Стара Ягільниця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25110F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 </w:t>
      </w:r>
      <w:r w:rsidRPr="00BE08BA">
        <w:rPr>
          <w:b/>
          <w:lang w:val="uk-UA"/>
        </w:rPr>
        <w:t>20.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Львівському Богдану Васильовичу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0,3500</w:t>
      </w:r>
      <w:r w:rsidRPr="003311D4">
        <w:rPr>
          <w:spacing w:val="-12"/>
          <w:shd w:val="clear" w:color="auto" w:fill="FFFFFF"/>
          <w:lang w:val="uk-UA"/>
        </w:rPr>
        <w:t xml:space="preserve"> г</w:t>
      </w:r>
      <w:r w:rsidRPr="003311D4">
        <w:rPr>
          <w:spacing w:val="-12"/>
          <w:lang w:val="uk-UA"/>
        </w:rPr>
        <w:t xml:space="preserve">а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Нагірянка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9A1F53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   </w:t>
      </w:r>
      <w:r w:rsidRPr="00BE08BA">
        <w:rPr>
          <w:b/>
          <w:lang w:val="uk-UA"/>
        </w:rPr>
        <w:t>21.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Якубів Лесі Василівні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0,67</w:t>
      </w:r>
      <w:r w:rsidRPr="003311D4">
        <w:rPr>
          <w:spacing w:val="-12"/>
          <w:shd w:val="clear" w:color="auto" w:fill="FFFFFF"/>
          <w:lang w:val="uk-UA"/>
        </w:rPr>
        <w:t xml:space="preserve"> г</w:t>
      </w:r>
      <w:r w:rsidRPr="003311D4">
        <w:rPr>
          <w:spacing w:val="-12"/>
          <w:lang w:val="uk-UA"/>
        </w:rPr>
        <w:t xml:space="preserve">а, в тому числі: 0,32 га та 0,35 га,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0A6E73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   </w:t>
      </w:r>
      <w:r w:rsidRPr="00BE08BA">
        <w:rPr>
          <w:b/>
          <w:lang w:val="uk-UA"/>
        </w:rPr>
        <w:t>22.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Тупісь Надії Антонівні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0,20</w:t>
      </w:r>
      <w:r w:rsidRPr="003311D4">
        <w:rPr>
          <w:spacing w:val="-12"/>
          <w:shd w:val="clear" w:color="auto" w:fill="FFFFFF"/>
          <w:lang w:val="uk-UA"/>
        </w:rPr>
        <w:t xml:space="preserve"> г</w:t>
      </w:r>
      <w:r w:rsidRPr="003311D4">
        <w:rPr>
          <w:spacing w:val="-12"/>
          <w:lang w:val="uk-UA"/>
        </w:rPr>
        <w:t xml:space="preserve">а, у приватну власність </w:t>
      </w:r>
      <w:r w:rsidRPr="003311D4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spacing w:val="-12"/>
          <w:lang w:val="uk-UA"/>
        </w:rPr>
        <w:t>Нагірянка</w:t>
      </w:r>
      <w:r w:rsidRPr="003311D4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BB355F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BE08BA">
        <w:rPr>
          <w:b/>
          <w:lang w:val="uk-UA"/>
        </w:rPr>
        <w:t>23.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Фучило Ользі Іванівні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1,35</w:t>
      </w:r>
      <w:r w:rsidRPr="003311D4">
        <w:rPr>
          <w:spacing w:val="-12"/>
          <w:shd w:val="clear" w:color="auto" w:fill="FFFFFF"/>
          <w:lang w:val="uk-UA"/>
        </w:rPr>
        <w:t xml:space="preserve"> г</w:t>
      </w:r>
      <w:r w:rsidRPr="003311D4">
        <w:rPr>
          <w:spacing w:val="-12"/>
          <w:lang w:val="uk-UA"/>
        </w:rPr>
        <w:t xml:space="preserve">а,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Нагірянка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CD7750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BE08BA">
        <w:rPr>
          <w:b/>
          <w:lang w:val="uk-UA"/>
        </w:rPr>
        <w:t>24.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Прудиус Марії Миколаївні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0,60</w:t>
      </w:r>
      <w:r w:rsidRPr="003311D4">
        <w:rPr>
          <w:spacing w:val="-12"/>
          <w:shd w:val="clear" w:color="auto" w:fill="FFFFFF"/>
          <w:lang w:val="uk-UA"/>
        </w:rPr>
        <w:t xml:space="preserve"> г</w:t>
      </w:r>
      <w:r w:rsidRPr="003311D4">
        <w:rPr>
          <w:spacing w:val="-12"/>
          <w:lang w:val="uk-UA"/>
        </w:rPr>
        <w:t xml:space="preserve">а,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9A1F53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 </w:t>
      </w:r>
      <w:r w:rsidRPr="00BE08BA">
        <w:rPr>
          <w:b/>
          <w:lang w:val="uk-UA"/>
        </w:rPr>
        <w:t>25.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Вербіцькій Оксані Миколаївні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0,10</w:t>
      </w:r>
      <w:r w:rsidRPr="003311D4">
        <w:rPr>
          <w:spacing w:val="-12"/>
          <w:shd w:val="clear" w:color="auto" w:fill="FFFFFF"/>
          <w:lang w:val="uk-UA"/>
        </w:rPr>
        <w:t xml:space="preserve"> г</w:t>
      </w:r>
      <w:r w:rsidRPr="003311D4">
        <w:rPr>
          <w:spacing w:val="-12"/>
          <w:lang w:val="uk-UA"/>
        </w:rPr>
        <w:t xml:space="preserve">а,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4D3AC6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BE08BA">
        <w:rPr>
          <w:b/>
          <w:lang w:val="uk-UA"/>
        </w:rPr>
        <w:t>26.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Судя Віталію Ігоровичу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0,9330</w:t>
      </w:r>
      <w:r w:rsidRPr="003311D4">
        <w:rPr>
          <w:spacing w:val="-12"/>
          <w:shd w:val="clear" w:color="auto" w:fill="FFFFFF"/>
          <w:lang w:val="uk-UA"/>
        </w:rPr>
        <w:t xml:space="preserve"> г</w:t>
      </w:r>
      <w:r w:rsidRPr="003311D4">
        <w:rPr>
          <w:spacing w:val="-12"/>
          <w:lang w:val="uk-UA"/>
        </w:rPr>
        <w:t xml:space="preserve">а, в тому числі: 0,0620  га, 0,3013 га, 0,3000 га, 0,1683 га та 0,1014 га,   у приватну власність </w:t>
      </w:r>
      <w:r w:rsidRPr="003311D4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spacing w:val="-12"/>
          <w:lang w:val="uk-UA"/>
        </w:rPr>
        <w:t>Нагірянка</w:t>
      </w:r>
      <w:r w:rsidRPr="003311D4">
        <w:rPr>
          <w:bCs/>
          <w:spacing w:val="-12"/>
          <w:lang w:val="uk-UA"/>
        </w:rPr>
        <w:t xml:space="preserve"> Чортківського рай</w:t>
      </w:r>
      <w:bookmarkStart w:id="0" w:name="_GoBack"/>
      <w:bookmarkEnd w:id="0"/>
      <w:r w:rsidRPr="003311D4">
        <w:rPr>
          <w:bCs/>
          <w:spacing w:val="-12"/>
          <w:lang w:val="uk-UA"/>
        </w:rPr>
        <w:t>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9A1F53">
      <w:pPr>
        <w:spacing w:line="100" w:lineRule="atLeast"/>
        <w:jc w:val="both"/>
        <w:rPr>
          <w:lang w:val="uk-UA"/>
        </w:rPr>
      </w:pPr>
    </w:p>
    <w:p w:rsidR="00CD70FB" w:rsidRPr="003311D4" w:rsidRDefault="00CD70FB" w:rsidP="005F52BB">
      <w:pPr>
        <w:tabs>
          <w:tab w:val="left" w:pos="705"/>
        </w:tabs>
        <w:jc w:val="both"/>
        <w:rPr>
          <w:lang w:val="uk-UA"/>
        </w:rPr>
      </w:pPr>
      <w:r w:rsidRPr="003311D4">
        <w:rPr>
          <w:lang w:val="uk-UA"/>
        </w:rPr>
        <w:tab/>
      </w:r>
      <w:r w:rsidRPr="00E37E1E">
        <w:rPr>
          <w:b/>
          <w:lang w:val="uk-UA"/>
        </w:rPr>
        <w:t>27</w:t>
      </w:r>
      <w:r w:rsidRPr="003311D4">
        <w:rPr>
          <w:lang w:val="uk-UA"/>
        </w:rPr>
        <w:t>.Проект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CD70FB" w:rsidRPr="003311D4" w:rsidRDefault="00CD70FB" w:rsidP="005F52BB">
      <w:pPr>
        <w:jc w:val="both"/>
        <w:rPr>
          <w:lang w:val="uk-UA"/>
        </w:rPr>
      </w:pPr>
      <w:r w:rsidRPr="003311D4">
        <w:rPr>
          <w:lang w:val="uk-UA"/>
        </w:rPr>
        <w:tab/>
      </w:r>
      <w:r w:rsidRPr="00E37E1E">
        <w:rPr>
          <w:b/>
          <w:lang w:val="uk-UA"/>
        </w:rPr>
        <w:t>28.</w:t>
      </w:r>
      <w:r w:rsidRPr="003311D4">
        <w:rPr>
          <w:lang w:val="uk-UA"/>
        </w:rPr>
        <w:t>Копію рішення направити заявнику.</w:t>
      </w:r>
    </w:p>
    <w:p w:rsidR="00CD70FB" w:rsidRPr="003311D4" w:rsidRDefault="00CD70FB" w:rsidP="005F52BB">
      <w:pPr>
        <w:spacing w:line="276" w:lineRule="auto"/>
        <w:jc w:val="both"/>
        <w:rPr>
          <w:lang w:val="uk-UA" w:eastAsia="ru-RU"/>
        </w:rPr>
      </w:pPr>
      <w:r w:rsidRPr="003311D4">
        <w:rPr>
          <w:lang w:val="uk-UA" w:eastAsia="ru-RU"/>
        </w:rPr>
        <w:t xml:space="preserve">            </w:t>
      </w:r>
      <w:r w:rsidRPr="00E37E1E">
        <w:rPr>
          <w:b/>
          <w:lang w:val="uk-UA" w:eastAsia="ru-RU"/>
        </w:rPr>
        <w:t>29.</w:t>
      </w:r>
      <w:r w:rsidRPr="003311D4">
        <w:rPr>
          <w:lang w:val="uk-UA" w:eastAsia="ru-RU"/>
        </w:rPr>
        <w:t xml:space="preserve">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CD70FB" w:rsidRPr="003311D4" w:rsidRDefault="00CD70FB" w:rsidP="005F52BB">
      <w:pPr>
        <w:jc w:val="both"/>
        <w:rPr>
          <w:lang w:val="uk-UA"/>
        </w:rPr>
      </w:pPr>
    </w:p>
    <w:p w:rsidR="00CD70FB" w:rsidRPr="003311D4" w:rsidRDefault="00CD70FB" w:rsidP="005F52BB">
      <w:pPr>
        <w:rPr>
          <w:rFonts w:ascii="Calibri" w:hAnsi="Calibri"/>
          <w:lang w:val="uk-UA" w:eastAsia="en-US"/>
        </w:rPr>
      </w:pPr>
      <w:r w:rsidRPr="003311D4">
        <w:rPr>
          <w:lang w:val="uk-UA"/>
        </w:rPr>
        <w:tab/>
      </w:r>
      <w:r w:rsidRPr="003311D4"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CD70FB" w:rsidRPr="003311D4" w:rsidRDefault="00CD70FB" w:rsidP="005F52BB">
      <w:pPr>
        <w:rPr>
          <w:lang w:val="uk-UA"/>
        </w:rPr>
      </w:pPr>
    </w:p>
    <w:p w:rsidR="00CD70FB" w:rsidRPr="003311D4" w:rsidRDefault="00CD70FB" w:rsidP="005F52BB">
      <w:pPr>
        <w:rPr>
          <w:lang w:val="uk-UA"/>
        </w:rPr>
      </w:pPr>
    </w:p>
    <w:p w:rsidR="00CD70FB" w:rsidRPr="00BE08BA" w:rsidRDefault="00CD70FB" w:rsidP="00E37E1E">
      <w:pPr>
        <w:tabs>
          <w:tab w:val="left" w:pos="3900"/>
        </w:tabs>
        <w:spacing w:line="276" w:lineRule="auto"/>
        <w:jc w:val="center"/>
      </w:pPr>
      <w:r w:rsidRPr="00B3549E">
        <w:rPr>
          <w:noProof/>
          <w:lang w:val="uk-UA" w:eastAsia="uk-UA"/>
        </w:rPr>
        <w:pict>
          <v:shape id="_x0000_i1026" type="#_x0000_t75" style="width:44.25pt;height:60pt;visibility:visible">
            <v:imagedata r:id="rId4" o:title=""/>
          </v:shape>
        </w:pict>
      </w:r>
      <w:r w:rsidRPr="00BE08BA">
        <w:t xml:space="preserve"> </w:t>
      </w:r>
    </w:p>
    <w:p w:rsidR="00CD70FB" w:rsidRPr="00BE08BA" w:rsidRDefault="00CD70FB" w:rsidP="00E37E1E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CD70FB" w:rsidRPr="00BE08BA" w:rsidRDefault="00CD70FB" w:rsidP="00E37E1E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BE08BA">
        <w:rPr>
          <w:lang w:eastAsia="ru-RU"/>
        </w:rPr>
        <w:t xml:space="preserve">НАГІРЯНСЬКА </w:t>
      </w:r>
      <w:r w:rsidRPr="00BE08BA">
        <w:rPr>
          <w:lang w:eastAsia="ru-RU"/>
        </w:rPr>
        <w:tab/>
        <w:t xml:space="preserve"> С І Л Ь С Ь К А   Р А Д А</w:t>
      </w:r>
    </w:p>
    <w:p w:rsidR="00CD70FB" w:rsidRPr="00BE08BA" w:rsidRDefault="00CD70FB" w:rsidP="00E37E1E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BE08BA">
        <w:rPr>
          <w:lang w:eastAsia="ru-RU"/>
        </w:rPr>
        <w:t>ЧОРТКІВСЬКОГО РАЙОНУ ТЕРНОПІЛЬСЬКОЇ ОБЛАСТІ</w:t>
      </w:r>
    </w:p>
    <w:p w:rsidR="00CD70FB" w:rsidRPr="00BE08BA" w:rsidRDefault="00CD70FB" w:rsidP="00E37E1E">
      <w:pPr>
        <w:spacing w:line="276" w:lineRule="auto"/>
        <w:jc w:val="center"/>
        <w:outlineLvl w:val="0"/>
        <w:rPr>
          <w:lang w:val="uk-UA" w:eastAsia="ru-RU"/>
        </w:rPr>
      </w:pPr>
      <w:r w:rsidRPr="00BE08BA">
        <w:rPr>
          <w:lang w:val="uk-UA" w:eastAsia="ru-RU"/>
        </w:rPr>
        <w:t>ВОСЬМЕ СКЛИКАННЯ</w:t>
      </w:r>
    </w:p>
    <w:p w:rsidR="00CD70FB" w:rsidRPr="00E37E1E" w:rsidRDefault="00CD70FB" w:rsidP="00E37E1E">
      <w:pPr>
        <w:spacing w:line="276" w:lineRule="auto"/>
        <w:jc w:val="center"/>
        <w:outlineLvl w:val="0"/>
        <w:rPr>
          <w:lang w:val="uk-UA" w:eastAsia="ru-RU"/>
        </w:rPr>
      </w:pPr>
      <w:r w:rsidRPr="00BE08BA">
        <w:rPr>
          <w:lang w:val="uk-UA" w:eastAsia="ru-RU"/>
        </w:rPr>
        <w:t>ДВАНАДЦЯТА  СЕСІЯ</w:t>
      </w:r>
    </w:p>
    <w:p w:rsidR="00CD70FB" w:rsidRPr="00BE08BA" w:rsidRDefault="00CD70FB" w:rsidP="00E37E1E">
      <w:pPr>
        <w:spacing w:line="276" w:lineRule="auto"/>
        <w:jc w:val="center"/>
        <w:outlineLvl w:val="0"/>
        <w:rPr>
          <w:lang w:val="uk-UA" w:eastAsia="ru-RU"/>
        </w:rPr>
      </w:pPr>
      <w:r>
        <w:rPr>
          <w:lang w:val="uk-UA" w:eastAsia="ru-RU"/>
        </w:rPr>
        <w:t xml:space="preserve">Витяг  з </w:t>
      </w:r>
      <w:r w:rsidRPr="00BE08BA">
        <w:rPr>
          <w:lang w:val="uk-UA" w:eastAsia="ru-RU"/>
        </w:rPr>
        <w:t>Р</w:t>
      </w:r>
      <w:r>
        <w:rPr>
          <w:lang w:val="uk-UA" w:eastAsia="ru-RU"/>
        </w:rPr>
        <w:t>ІШЕННЯ</w:t>
      </w:r>
      <w:r w:rsidRPr="00BE08BA">
        <w:rPr>
          <w:lang w:val="uk-UA" w:eastAsia="ru-RU"/>
        </w:rPr>
        <w:t xml:space="preserve"> </w:t>
      </w:r>
    </w:p>
    <w:p w:rsidR="00CD70FB" w:rsidRPr="00BE08BA" w:rsidRDefault="00CD70FB" w:rsidP="00E37E1E">
      <w:pPr>
        <w:outlineLvl w:val="0"/>
        <w:rPr>
          <w:lang w:val="uk-UA" w:eastAsia="en-US"/>
        </w:rPr>
      </w:pPr>
      <w:r w:rsidRPr="00BE08BA">
        <w:rPr>
          <w:lang w:val="uk-UA" w:eastAsia="ru-RU"/>
        </w:rPr>
        <w:t xml:space="preserve"> </w:t>
      </w:r>
      <w:r>
        <w:rPr>
          <w:lang w:val="uk-UA" w:eastAsia="ru-RU"/>
        </w:rPr>
        <w:t>07 жовтня</w:t>
      </w:r>
      <w:r w:rsidRPr="00BE08BA">
        <w:rPr>
          <w:lang w:val="uk-UA"/>
        </w:rPr>
        <w:t xml:space="preserve"> 2021</w:t>
      </w:r>
      <w:r w:rsidRPr="00E37E1E">
        <w:rPr>
          <w:lang w:val="uk-UA"/>
        </w:rPr>
        <w:t xml:space="preserve"> року           </w:t>
      </w:r>
      <w:r>
        <w:rPr>
          <w:lang w:val="uk-UA"/>
        </w:rPr>
        <w:t xml:space="preserve">                  </w:t>
      </w:r>
      <w:r w:rsidRPr="00E37E1E">
        <w:rPr>
          <w:lang w:val="uk-UA"/>
        </w:rPr>
        <w:t xml:space="preserve">         №</w:t>
      </w:r>
      <w:r w:rsidRPr="00BE08BA">
        <w:rPr>
          <w:lang w:val="uk-UA"/>
        </w:rPr>
        <w:t xml:space="preserve"> </w:t>
      </w:r>
      <w:r>
        <w:rPr>
          <w:lang w:val="uk-UA"/>
        </w:rPr>
        <w:t>532</w:t>
      </w:r>
    </w:p>
    <w:p w:rsidR="00CD70FB" w:rsidRPr="00BE08BA" w:rsidRDefault="00CD70FB" w:rsidP="00E37E1E">
      <w:pPr>
        <w:outlineLvl w:val="0"/>
        <w:rPr>
          <w:lang w:val="uk-UA"/>
        </w:rPr>
      </w:pPr>
      <w:r>
        <w:rPr>
          <w:lang w:val="uk-UA"/>
        </w:rPr>
        <w:t xml:space="preserve"> </w:t>
      </w:r>
      <w:r w:rsidRPr="00BE08BA">
        <w:rPr>
          <w:lang w:val="uk-UA"/>
        </w:rPr>
        <w:t>с-ще Нагірянка</w:t>
      </w:r>
    </w:p>
    <w:p w:rsidR="00CD70FB" w:rsidRPr="003311D4" w:rsidRDefault="00CD70FB" w:rsidP="00E37E1E">
      <w:pPr>
        <w:spacing w:line="276" w:lineRule="auto"/>
        <w:outlineLvl w:val="0"/>
        <w:rPr>
          <w:b/>
          <w:lang w:val="uk-UA" w:eastAsia="ru-RU"/>
        </w:rPr>
      </w:pPr>
    </w:p>
    <w:p w:rsidR="00CD70FB" w:rsidRPr="00BE08BA" w:rsidRDefault="00CD70FB" w:rsidP="00E37E1E">
      <w:pPr>
        <w:spacing w:line="100" w:lineRule="atLeast"/>
        <w:jc w:val="both"/>
        <w:rPr>
          <w:b/>
          <w:bCs/>
          <w:spacing w:val="-12"/>
          <w:lang w:val="uk-UA"/>
        </w:rPr>
      </w:pPr>
      <w:r w:rsidRPr="00BE08BA">
        <w:rPr>
          <w:b/>
          <w:bCs/>
          <w:spacing w:val="-12"/>
          <w:lang w:val="uk-UA"/>
        </w:rPr>
        <w:t xml:space="preserve">Про надання дозволу на розроблення проекту </w:t>
      </w:r>
    </w:p>
    <w:p w:rsidR="00CD70FB" w:rsidRPr="00BE08BA" w:rsidRDefault="00CD70FB" w:rsidP="00E37E1E">
      <w:pPr>
        <w:spacing w:line="100" w:lineRule="atLeast"/>
        <w:jc w:val="both"/>
        <w:rPr>
          <w:b/>
          <w:bCs/>
          <w:spacing w:val="-12"/>
          <w:lang w:val="uk-UA"/>
        </w:rPr>
      </w:pPr>
      <w:r w:rsidRPr="00BE08BA">
        <w:rPr>
          <w:b/>
          <w:bCs/>
          <w:spacing w:val="-12"/>
          <w:lang w:val="uk-UA"/>
        </w:rPr>
        <w:t xml:space="preserve">землеустрою щодо відведення земельних ділянок </w:t>
      </w:r>
    </w:p>
    <w:p w:rsidR="00CD70FB" w:rsidRPr="00BE08BA" w:rsidRDefault="00CD70FB" w:rsidP="00E37E1E">
      <w:pPr>
        <w:spacing w:line="100" w:lineRule="atLeast"/>
        <w:jc w:val="both"/>
        <w:rPr>
          <w:b/>
          <w:bCs/>
          <w:spacing w:val="-12"/>
          <w:lang w:val="uk-UA"/>
        </w:rPr>
      </w:pPr>
      <w:r w:rsidRPr="00BE08BA">
        <w:rPr>
          <w:b/>
          <w:bCs/>
          <w:spacing w:val="-12"/>
          <w:lang w:val="uk-UA"/>
        </w:rPr>
        <w:t xml:space="preserve">громадянам у приватну власність </w:t>
      </w:r>
    </w:p>
    <w:p w:rsidR="00CD70FB" w:rsidRPr="00BE08BA" w:rsidRDefault="00CD70FB" w:rsidP="00E37E1E">
      <w:pPr>
        <w:spacing w:line="100" w:lineRule="atLeast"/>
        <w:jc w:val="both"/>
        <w:rPr>
          <w:b/>
          <w:bCs/>
          <w:spacing w:val="-12"/>
          <w:lang w:val="uk-UA"/>
        </w:rPr>
      </w:pPr>
      <w:r w:rsidRPr="00BE08BA">
        <w:rPr>
          <w:b/>
          <w:bCs/>
          <w:spacing w:val="-12"/>
          <w:lang w:val="uk-UA"/>
        </w:rPr>
        <w:t xml:space="preserve">для ведення особистого селянського господарства </w:t>
      </w:r>
    </w:p>
    <w:p w:rsidR="00CD70FB" w:rsidRPr="003311D4" w:rsidRDefault="00CD70FB" w:rsidP="00E37E1E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CD70FB" w:rsidRPr="003311D4" w:rsidRDefault="00CD70FB" w:rsidP="00E37E1E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 w:rsidRPr="003311D4">
        <w:rPr>
          <w:lang w:val="uk-UA"/>
        </w:rPr>
        <w:t>Розглянувши заяви громадян відповідно до статей 12, 33, 50, 116, 118, 121, 122 Земельного кодексу України, керуючись статтею 26 Закону України «Про мі</w:t>
      </w:r>
      <w:r>
        <w:rPr>
          <w:lang w:val="uk-UA"/>
        </w:rPr>
        <w:t>сцеве самоврядування в Україні»</w:t>
      </w:r>
      <w:r w:rsidRPr="003311D4">
        <w:rPr>
          <w:lang w:val="uk-UA"/>
        </w:rPr>
        <w:t xml:space="preserve"> та враховуючи рекомендації</w:t>
      </w:r>
      <w:r w:rsidRPr="003311D4">
        <w:rPr>
          <w:bdr w:val="none" w:sz="0" w:space="0" w:color="auto" w:frame="1"/>
          <w:lang w:val="uk-UA"/>
        </w:rPr>
        <w:t xml:space="preserve"> постійної комісії з питань </w:t>
      </w:r>
      <w:r w:rsidRPr="003311D4">
        <w:rPr>
          <w:lang w:val="uk-UA"/>
        </w:rPr>
        <w:t>містобудування, земельних відносин та сталого розвитку, сільська рада</w:t>
      </w:r>
    </w:p>
    <w:p w:rsidR="00CD70FB" w:rsidRPr="003311D4" w:rsidRDefault="00CD70FB" w:rsidP="00E37E1E">
      <w:pPr>
        <w:ind w:right="-5"/>
        <w:rPr>
          <w:b/>
          <w:lang w:val="uk-UA"/>
        </w:rPr>
      </w:pPr>
    </w:p>
    <w:p w:rsidR="00CD70FB" w:rsidRDefault="00CD70FB" w:rsidP="00E37E1E">
      <w:pPr>
        <w:ind w:right="-5"/>
        <w:rPr>
          <w:b/>
          <w:lang w:val="uk-UA"/>
        </w:rPr>
      </w:pPr>
      <w:r w:rsidRPr="003311D4">
        <w:rPr>
          <w:b/>
          <w:lang w:val="uk-UA"/>
        </w:rPr>
        <w:t>ВИРІШИЛА:</w:t>
      </w:r>
    </w:p>
    <w:p w:rsidR="00CD70FB" w:rsidRPr="003311D4" w:rsidRDefault="00CD70FB" w:rsidP="00E37E1E">
      <w:pPr>
        <w:ind w:right="-5"/>
        <w:rPr>
          <w:b/>
          <w:lang w:val="uk-UA"/>
        </w:rPr>
      </w:pPr>
    </w:p>
    <w:p w:rsidR="00CD70FB" w:rsidRPr="003311D4" w:rsidRDefault="00CD70FB" w:rsidP="00DC1ED7">
      <w:pPr>
        <w:spacing w:line="100" w:lineRule="atLeast"/>
        <w:jc w:val="both"/>
        <w:rPr>
          <w:lang w:val="uk-UA"/>
        </w:rPr>
      </w:pPr>
      <w:r w:rsidRPr="003E62C9">
        <w:rPr>
          <w:b/>
          <w:lang w:val="uk-UA"/>
        </w:rPr>
        <w:t>1</w:t>
      </w:r>
      <w:r>
        <w:rPr>
          <w:b/>
          <w:lang w:val="uk-UA"/>
        </w:rPr>
        <w:t>.-18</w:t>
      </w:r>
      <w:r w:rsidRPr="003E62C9">
        <w:rPr>
          <w:b/>
          <w:lang w:val="uk-UA"/>
        </w:rPr>
        <w:t>.</w:t>
      </w:r>
      <w:r>
        <w:rPr>
          <w:lang w:val="uk-UA"/>
        </w:rPr>
        <w:t xml:space="preserve">-----------------------------------------------------------------------------------------------------------------                                  </w:t>
      </w:r>
      <w:r w:rsidRPr="003311D4">
        <w:rPr>
          <w:lang w:val="uk-UA"/>
        </w:rPr>
        <w:t xml:space="preserve">        </w:t>
      </w:r>
      <w:r w:rsidRPr="00BE08BA">
        <w:rPr>
          <w:b/>
          <w:lang w:val="uk-UA"/>
        </w:rPr>
        <w:t>19.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Бойко Петру Адамовичу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0,5867</w:t>
      </w:r>
      <w:r w:rsidRPr="003311D4">
        <w:rPr>
          <w:spacing w:val="-12"/>
          <w:shd w:val="clear" w:color="auto" w:fill="FFFFFF"/>
          <w:lang w:val="uk-UA"/>
        </w:rPr>
        <w:t xml:space="preserve"> г</w:t>
      </w:r>
      <w:r w:rsidRPr="003311D4">
        <w:rPr>
          <w:spacing w:val="-12"/>
          <w:lang w:val="uk-UA"/>
        </w:rPr>
        <w:t xml:space="preserve">а, в тому числі: 0,2000 га та 0,3867 га, 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Стара Ягільниця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CD70FB" w:rsidRPr="003311D4" w:rsidRDefault="00CD70FB" w:rsidP="000E2B62">
      <w:pPr>
        <w:spacing w:line="100" w:lineRule="atLeast"/>
        <w:jc w:val="both"/>
        <w:rPr>
          <w:lang w:val="uk-UA"/>
        </w:rPr>
      </w:pPr>
      <w:r>
        <w:rPr>
          <w:b/>
          <w:lang w:val="uk-UA"/>
        </w:rPr>
        <w:t>20</w:t>
      </w:r>
      <w:r w:rsidRPr="00FE3FC4">
        <w:rPr>
          <w:b/>
          <w:lang w:val="uk-UA"/>
        </w:rPr>
        <w:t>.-26.</w:t>
      </w:r>
      <w:r>
        <w:rPr>
          <w:lang w:val="uk-UA"/>
        </w:rPr>
        <w:t>----------------------------------------------------------------------------------------------------------------</w:t>
      </w:r>
    </w:p>
    <w:p w:rsidR="00CD70FB" w:rsidRPr="003311D4" w:rsidRDefault="00CD70FB" w:rsidP="00E37E1E">
      <w:pPr>
        <w:spacing w:line="100" w:lineRule="atLeast"/>
        <w:jc w:val="both"/>
        <w:rPr>
          <w:lang w:val="uk-UA"/>
        </w:rPr>
      </w:pPr>
    </w:p>
    <w:p w:rsidR="00CD70FB" w:rsidRPr="003311D4" w:rsidRDefault="00CD70FB" w:rsidP="00E37E1E">
      <w:pPr>
        <w:tabs>
          <w:tab w:val="left" w:pos="705"/>
        </w:tabs>
        <w:jc w:val="both"/>
        <w:rPr>
          <w:lang w:val="uk-UA"/>
        </w:rPr>
      </w:pPr>
      <w:r w:rsidRPr="00E37E1E">
        <w:rPr>
          <w:b/>
          <w:lang w:val="uk-UA"/>
        </w:rPr>
        <w:t>27.</w:t>
      </w:r>
      <w:r w:rsidRPr="003311D4">
        <w:rPr>
          <w:lang w:val="uk-UA"/>
        </w:rPr>
        <w:t>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CD70FB" w:rsidRPr="003311D4" w:rsidRDefault="00CD70FB" w:rsidP="00E37E1E">
      <w:pPr>
        <w:jc w:val="both"/>
        <w:rPr>
          <w:lang w:val="uk-UA"/>
        </w:rPr>
      </w:pPr>
      <w:r w:rsidRPr="00E37E1E">
        <w:rPr>
          <w:b/>
          <w:lang w:val="uk-UA"/>
        </w:rPr>
        <w:t>28.</w:t>
      </w:r>
      <w:r>
        <w:rPr>
          <w:b/>
          <w:lang w:val="uk-UA"/>
        </w:rPr>
        <w:t xml:space="preserve"> </w:t>
      </w:r>
      <w:r w:rsidRPr="003311D4">
        <w:rPr>
          <w:lang w:val="uk-UA"/>
        </w:rPr>
        <w:t>Копію рішення направити заявнику.</w:t>
      </w:r>
    </w:p>
    <w:p w:rsidR="00CD70FB" w:rsidRPr="003311D4" w:rsidRDefault="00CD70FB" w:rsidP="00E37E1E">
      <w:pPr>
        <w:spacing w:line="276" w:lineRule="auto"/>
        <w:jc w:val="both"/>
        <w:rPr>
          <w:lang w:val="uk-UA" w:eastAsia="ru-RU"/>
        </w:rPr>
      </w:pPr>
      <w:r w:rsidRPr="00E37E1E">
        <w:rPr>
          <w:b/>
          <w:lang w:val="uk-UA" w:eastAsia="ru-RU"/>
        </w:rPr>
        <w:t>29.</w:t>
      </w:r>
      <w:r w:rsidRPr="003311D4">
        <w:rPr>
          <w:lang w:val="uk-UA" w:eastAsia="ru-RU"/>
        </w:rPr>
        <w:t xml:space="preserve">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CD70FB" w:rsidRDefault="00CD70FB" w:rsidP="00E37E1E">
      <w:pPr>
        <w:rPr>
          <w:lang w:val="uk-UA"/>
        </w:rPr>
      </w:pPr>
    </w:p>
    <w:p w:rsidR="00CD70FB" w:rsidRDefault="00CD70FB" w:rsidP="00E37E1E">
      <w:pPr>
        <w:rPr>
          <w:lang w:val="uk-UA"/>
        </w:rPr>
      </w:pPr>
    </w:p>
    <w:p w:rsidR="00CD70FB" w:rsidRPr="003311D4" w:rsidRDefault="00CD70FB" w:rsidP="00E37E1E">
      <w:pPr>
        <w:rPr>
          <w:rFonts w:ascii="Calibri" w:hAnsi="Calibri"/>
          <w:lang w:val="uk-UA" w:eastAsia="en-US"/>
        </w:rPr>
      </w:pPr>
      <w:r w:rsidRPr="003311D4">
        <w:rPr>
          <w:lang w:val="uk-UA" w:eastAsia="ru-RU"/>
        </w:rPr>
        <w:t xml:space="preserve">Нагірянський сільський голова                        </w:t>
      </w:r>
      <w:r>
        <w:rPr>
          <w:lang w:val="uk-UA" w:eastAsia="ru-RU"/>
        </w:rPr>
        <w:t>підпис</w:t>
      </w:r>
      <w:r w:rsidRPr="003311D4">
        <w:rPr>
          <w:lang w:val="uk-UA" w:eastAsia="ru-RU"/>
        </w:rPr>
        <w:t xml:space="preserve">        </w:t>
      </w:r>
      <w:r>
        <w:rPr>
          <w:lang w:val="uk-UA" w:eastAsia="ru-RU"/>
        </w:rPr>
        <w:t xml:space="preserve">                    </w:t>
      </w:r>
      <w:r w:rsidRPr="003311D4">
        <w:rPr>
          <w:lang w:val="uk-UA" w:eastAsia="ru-RU"/>
        </w:rPr>
        <w:t xml:space="preserve"> Ігор КІНДРАТ       </w:t>
      </w:r>
    </w:p>
    <w:p w:rsidR="00CD70FB" w:rsidRPr="003311D4" w:rsidRDefault="00CD70FB" w:rsidP="00E37E1E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печатка</w:t>
      </w:r>
    </w:p>
    <w:p w:rsidR="00CD70FB" w:rsidRPr="003311D4" w:rsidRDefault="00CD70FB" w:rsidP="005F52BB">
      <w:pPr>
        <w:rPr>
          <w:lang w:val="uk-UA"/>
        </w:rPr>
      </w:pPr>
    </w:p>
    <w:p w:rsidR="00CD70FB" w:rsidRPr="003311D4" w:rsidRDefault="00CD70FB" w:rsidP="005F52BB">
      <w:pPr>
        <w:rPr>
          <w:lang w:val="uk-UA"/>
        </w:rPr>
      </w:pPr>
    </w:p>
    <w:p w:rsidR="00CD70FB" w:rsidRDefault="00CD70FB" w:rsidP="005F52BB">
      <w:pPr>
        <w:rPr>
          <w:lang w:val="uk-UA"/>
        </w:rPr>
      </w:pPr>
      <w:r>
        <w:rPr>
          <w:lang w:val="uk-UA"/>
        </w:rPr>
        <w:t>ВІРНО:</w:t>
      </w:r>
    </w:p>
    <w:p w:rsidR="00CD70FB" w:rsidRPr="003311D4" w:rsidRDefault="00CD70FB" w:rsidP="005F52BB">
      <w:pPr>
        <w:rPr>
          <w:lang w:val="uk-UA"/>
        </w:rPr>
      </w:pPr>
      <w:r>
        <w:rPr>
          <w:lang w:val="uk-UA"/>
        </w:rPr>
        <w:t>Секретар сільської ради                                                                        Галина БУРЯК</w:t>
      </w:r>
    </w:p>
    <w:p w:rsidR="00CD70FB" w:rsidRPr="003311D4" w:rsidRDefault="00CD70FB" w:rsidP="005F52BB">
      <w:pPr>
        <w:rPr>
          <w:lang w:val="uk-UA"/>
        </w:rPr>
      </w:pPr>
    </w:p>
    <w:p w:rsidR="00CD70FB" w:rsidRPr="003311D4" w:rsidRDefault="00CD70FB" w:rsidP="005F52BB">
      <w:pPr>
        <w:rPr>
          <w:lang w:val="uk-UA"/>
        </w:rPr>
      </w:pPr>
    </w:p>
    <w:p w:rsidR="00CD70FB" w:rsidRPr="003311D4" w:rsidRDefault="00CD70FB" w:rsidP="005F52BB">
      <w:pPr>
        <w:rPr>
          <w:lang w:val="uk-UA"/>
        </w:rPr>
      </w:pPr>
    </w:p>
    <w:p w:rsidR="00CD70FB" w:rsidRPr="003311D4" w:rsidRDefault="00CD70FB" w:rsidP="005F52BB">
      <w:pPr>
        <w:rPr>
          <w:lang w:val="uk-UA"/>
        </w:rPr>
      </w:pPr>
    </w:p>
    <w:p w:rsidR="00CD70FB" w:rsidRPr="003311D4" w:rsidRDefault="00CD70FB" w:rsidP="005F52BB">
      <w:pPr>
        <w:rPr>
          <w:lang w:val="uk-UA"/>
        </w:rPr>
      </w:pPr>
    </w:p>
    <w:p w:rsidR="00CD70FB" w:rsidRPr="003311D4" w:rsidRDefault="00CD70FB" w:rsidP="005F52BB">
      <w:pPr>
        <w:rPr>
          <w:lang w:val="uk-UA"/>
        </w:rPr>
      </w:pPr>
    </w:p>
    <w:p w:rsidR="00CD70FB" w:rsidRPr="003311D4" w:rsidRDefault="00CD70FB" w:rsidP="005F52BB">
      <w:pPr>
        <w:rPr>
          <w:lang w:val="uk-UA"/>
        </w:rPr>
      </w:pPr>
    </w:p>
    <w:p w:rsidR="00CD70FB" w:rsidRPr="003311D4" w:rsidRDefault="00CD70FB" w:rsidP="005F52BB">
      <w:pPr>
        <w:rPr>
          <w:lang w:val="uk-UA"/>
        </w:rPr>
      </w:pPr>
    </w:p>
    <w:p w:rsidR="00CD70FB" w:rsidRPr="003311D4" w:rsidRDefault="00CD70FB" w:rsidP="005F52BB">
      <w:pPr>
        <w:rPr>
          <w:lang w:val="uk-UA"/>
        </w:rPr>
      </w:pPr>
    </w:p>
    <w:p w:rsidR="00CD70FB" w:rsidRPr="003311D4" w:rsidRDefault="00CD70FB" w:rsidP="005F52BB">
      <w:pPr>
        <w:rPr>
          <w:lang w:val="uk-UA"/>
        </w:rPr>
      </w:pPr>
    </w:p>
    <w:p w:rsidR="00CD70FB" w:rsidRPr="003311D4" w:rsidRDefault="00CD70FB" w:rsidP="005F52BB">
      <w:pPr>
        <w:rPr>
          <w:lang w:val="uk-UA"/>
        </w:rPr>
      </w:pPr>
    </w:p>
    <w:p w:rsidR="00CD70FB" w:rsidRDefault="00CD70FB" w:rsidP="005F52BB">
      <w:pPr>
        <w:rPr>
          <w:lang w:val="uk-UA"/>
        </w:rPr>
      </w:pPr>
    </w:p>
    <w:p w:rsidR="00CD70FB" w:rsidRDefault="00CD70FB" w:rsidP="005F52BB">
      <w:pPr>
        <w:rPr>
          <w:lang w:val="uk-UA"/>
        </w:rPr>
      </w:pPr>
    </w:p>
    <w:p w:rsidR="00CD70FB" w:rsidRDefault="00CD70FB" w:rsidP="005F52BB">
      <w:pPr>
        <w:rPr>
          <w:lang w:val="uk-UA"/>
        </w:rPr>
      </w:pPr>
    </w:p>
    <w:p w:rsidR="00CD70FB" w:rsidRDefault="00CD70FB" w:rsidP="005F52BB">
      <w:pPr>
        <w:rPr>
          <w:lang w:val="uk-UA"/>
        </w:rPr>
      </w:pPr>
    </w:p>
    <w:p w:rsidR="00CD70FB" w:rsidRDefault="00CD70FB" w:rsidP="005F52BB">
      <w:pPr>
        <w:rPr>
          <w:lang w:val="uk-UA"/>
        </w:rPr>
      </w:pPr>
    </w:p>
    <w:p w:rsidR="00CD70FB" w:rsidRDefault="00CD70FB" w:rsidP="005F52BB">
      <w:pPr>
        <w:rPr>
          <w:lang w:val="uk-UA"/>
        </w:rPr>
      </w:pPr>
    </w:p>
    <w:p w:rsidR="00CD70FB" w:rsidRDefault="00CD70FB" w:rsidP="005F52BB">
      <w:pPr>
        <w:rPr>
          <w:lang w:val="uk-UA"/>
        </w:rPr>
      </w:pPr>
    </w:p>
    <w:p w:rsidR="00CD70FB" w:rsidRPr="005F52BB" w:rsidRDefault="00CD70FB">
      <w:pPr>
        <w:rPr>
          <w:lang w:val="uk-UA"/>
        </w:rPr>
      </w:pPr>
    </w:p>
    <w:sectPr w:rsidR="00CD70FB" w:rsidRPr="005F52BB" w:rsidSect="00A94FF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800"/>
    <w:rsid w:val="00010E71"/>
    <w:rsid w:val="000A6E73"/>
    <w:rsid w:val="000B3858"/>
    <w:rsid w:val="000C1BDF"/>
    <w:rsid w:val="000C7583"/>
    <w:rsid w:val="000D203A"/>
    <w:rsid w:val="000D3BE8"/>
    <w:rsid w:val="000D4CF2"/>
    <w:rsid w:val="000D787B"/>
    <w:rsid w:val="000E2B62"/>
    <w:rsid w:val="00131446"/>
    <w:rsid w:val="001324FA"/>
    <w:rsid w:val="00154681"/>
    <w:rsid w:val="00154CE6"/>
    <w:rsid w:val="001626F4"/>
    <w:rsid w:val="00180FF2"/>
    <w:rsid w:val="00193232"/>
    <w:rsid w:val="001B3195"/>
    <w:rsid w:val="001D1B46"/>
    <w:rsid w:val="001D2755"/>
    <w:rsid w:val="001D4252"/>
    <w:rsid w:val="001D4A50"/>
    <w:rsid w:val="001E2673"/>
    <w:rsid w:val="001E27BF"/>
    <w:rsid w:val="00205C58"/>
    <w:rsid w:val="002073D5"/>
    <w:rsid w:val="00220A66"/>
    <w:rsid w:val="0022511E"/>
    <w:rsid w:val="0023684A"/>
    <w:rsid w:val="0025110F"/>
    <w:rsid w:val="002701E9"/>
    <w:rsid w:val="00284111"/>
    <w:rsid w:val="00287D87"/>
    <w:rsid w:val="0029146E"/>
    <w:rsid w:val="003059CA"/>
    <w:rsid w:val="0031139C"/>
    <w:rsid w:val="0031339D"/>
    <w:rsid w:val="00320849"/>
    <w:rsid w:val="003311D4"/>
    <w:rsid w:val="00335552"/>
    <w:rsid w:val="00345B21"/>
    <w:rsid w:val="00383716"/>
    <w:rsid w:val="003950D5"/>
    <w:rsid w:val="003C2B30"/>
    <w:rsid w:val="003C3272"/>
    <w:rsid w:val="003E26AB"/>
    <w:rsid w:val="003E62C9"/>
    <w:rsid w:val="0041533D"/>
    <w:rsid w:val="0042447D"/>
    <w:rsid w:val="00437E2D"/>
    <w:rsid w:val="00440C14"/>
    <w:rsid w:val="0046021C"/>
    <w:rsid w:val="004721A6"/>
    <w:rsid w:val="0047304D"/>
    <w:rsid w:val="00483B90"/>
    <w:rsid w:val="004A4360"/>
    <w:rsid w:val="004C27AA"/>
    <w:rsid w:val="004D3AC6"/>
    <w:rsid w:val="004D3F08"/>
    <w:rsid w:val="004E035F"/>
    <w:rsid w:val="004E3BE8"/>
    <w:rsid w:val="004F0D0F"/>
    <w:rsid w:val="00511E7B"/>
    <w:rsid w:val="00524EE3"/>
    <w:rsid w:val="005639D0"/>
    <w:rsid w:val="005736A6"/>
    <w:rsid w:val="0059299A"/>
    <w:rsid w:val="005A2F06"/>
    <w:rsid w:val="005B6554"/>
    <w:rsid w:val="005D30EA"/>
    <w:rsid w:val="005D6F52"/>
    <w:rsid w:val="005F52BB"/>
    <w:rsid w:val="00626CE3"/>
    <w:rsid w:val="00635EBB"/>
    <w:rsid w:val="00680AC4"/>
    <w:rsid w:val="00691280"/>
    <w:rsid w:val="006A23DE"/>
    <w:rsid w:val="006B61C4"/>
    <w:rsid w:val="006B730D"/>
    <w:rsid w:val="006D0B6D"/>
    <w:rsid w:val="006D61B7"/>
    <w:rsid w:val="00705F69"/>
    <w:rsid w:val="0071174E"/>
    <w:rsid w:val="00712D4E"/>
    <w:rsid w:val="007255B5"/>
    <w:rsid w:val="007C159A"/>
    <w:rsid w:val="007F580F"/>
    <w:rsid w:val="00812CBA"/>
    <w:rsid w:val="00820A4F"/>
    <w:rsid w:val="00830F90"/>
    <w:rsid w:val="008328B5"/>
    <w:rsid w:val="00863515"/>
    <w:rsid w:val="0087127E"/>
    <w:rsid w:val="008764AE"/>
    <w:rsid w:val="008C1304"/>
    <w:rsid w:val="008E51E3"/>
    <w:rsid w:val="00917E74"/>
    <w:rsid w:val="00931A8E"/>
    <w:rsid w:val="0095479E"/>
    <w:rsid w:val="009719A4"/>
    <w:rsid w:val="009A1F53"/>
    <w:rsid w:val="009D07A8"/>
    <w:rsid w:val="009D17CA"/>
    <w:rsid w:val="009F2ABC"/>
    <w:rsid w:val="00A168E2"/>
    <w:rsid w:val="00A21D9E"/>
    <w:rsid w:val="00A32569"/>
    <w:rsid w:val="00A5357D"/>
    <w:rsid w:val="00A57A81"/>
    <w:rsid w:val="00A60C18"/>
    <w:rsid w:val="00A629C9"/>
    <w:rsid w:val="00A80E10"/>
    <w:rsid w:val="00A94FF4"/>
    <w:rsid w:val="00AA66DF"/>
    <w:rsid w:val="00AC66B9"/>
    <w:rsid w:val="00AC6AF9"/>
    <w:rsid w:val="00AD0AC6"/>
    <w:rsid w:val="00AE4718"/>
    <w:rsid w:val="00B120A8"/>
    <w:rsid w:val="00B16405"/>
    <w:rsid w:val="00B3549E"/>
    <w:rsid w:val="00B61DEF"/>
    <w:rsid w:val="00B72C11"/>
    <w:rsid w:val="00BA7C10"/>
    <w:rsid w:val="00BB355F"/>
    <w:rsid w:val="00BE08BA"/>
    <w:rsid w:val="00BF32F2"/>
    <w:rsid w:val="00C02BC7"/>
    <w:rsid w:val="00C21BDB"/>
    <w:rsid w:val="00C34EA0"/>
    <w:rsid w:val="00C43A21"/>
    <w:rsid w:val="00C568A0"/>
    <w:rsid w:val="00CB6D19"/>
    <w:rsid w:val="00CC00B7"/>
    <w:rsid w:val="00CC44B5"/>
    <w:rsid w:val="00CD70FB"/>
    <w:rsid w:val="00CD7750"/>
    <w:rsid w:val="00D30BB9"/>
    <w:rsid w:val="00D41D37"/>
    <w:rsid w:val="00D60910"/>
    <w:rsid w:val="00D66C8D"/>
    <w:rsid w:val="00DA028C"/>
    <w:rsid w:val="00DC1ED7"/>
    <w:rsid w:val="00DC461D"/>
    <w:rsid w:val="00DC5186"/>
    <w:rsid w:val="00DE31FF"/>
    <w:rsid w:val="00DF1B38"/>
    <w:rsid w:val="00E0714F"/>
    <w:rsid w:val="00E07C7D"/>
    <w:rsid w:val="00E217B5"/>
    <w:rsid w:val="00E37E1E"/>
    <w:rsid w:val="00E61F63"/>
    <w:rsid w:val="00E92587"/>
    <w:rsid w:val="00E97C18"/>
    <w:rsid w:val="00EA45FB"/>
    <w:rsid w:val="00EC6800"/>
    <w:rsid w:val="00F00113"/>
    <w:rsid w:val="00F10D84"/>
    <w:rsid w:val="00F43BEC"/>
    <w:rsid w:val="00F84D27"/>
    <w:rsid w:val="00FA56BB"/>
    <w:rsid w:val="00FE3FC4"/>
    <w:rsid w:val="00FE7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2BB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5F52B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E47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4718"/>
    <w:rPr>
      <w:rFonts w:ascii="Segoe UI" w:hAnsi="Segoe UI" w:cs="Segoe UI"/>
      <w:sz w:val="18"/>
      <w:szCs w:val="18"/>
      <w:lang w:eastAsia="ar-SA" w:bidi="ar-SA"/>
    </w:rPr>
  </w:style>
  <w:style w:type="paragraph" w:customStyle="1" w:styleId="2">
    <w:name w:val="Без интервала2"/>
    <w:uiPriority w:val="99"/>
    <w:rsid w:val="00B72C11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17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558</TotalTime>
  <Pages>5</Pages>
  <Words>2187</Words>
  <Characters>12467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98</cp:revision>
  <cp:lastPrinted>2021-10-20T07:02:00Z</cp:lastPrinted>
  <dcterms:created xsi:type="dcterms:W3CDTF">2021-05-17T14:10:00Z</dcterms:created>
  <dcterms:modified xsi:type="dcterms:W3CDTF">2021-10-20T07:12:00Z</dcterms:modified>
</cp:coreProperties>
</file>