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B39" w:rsidRPr="005D34A3" w:rsidRDefault="002F4B39" w:rsidP="005D34A3">
      <w:pPr>
        <w:tabs>
          <w:tab w:val="left" w:pos="4575"/>
          <w:tab w:val="left" w:pos="8550"/>
        </w:tabs>
        <w:ind w:right="-73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</w:t>
      </w:r>
      <w:r w:rsidRPr="005D34A3">
        <w:rPr>
          <w:rFonts w:ascii="Times New Roman" w:hAnsi="Times New Roman"/>
          <w:sz w:val="24"/>
          <w:szCs w:val="24"/>
          <w:lang w:val="uk-UA"/>
        </w:rPr>
        <w:t>ПРОЄКТ</w:t>
      </w:r>
      <w:r w:rsidRPr="005D34A3">
        <w:rPr>
          <w:rFonts w:ascii="Times New Roman" w:hAnsi="Times New Roman"/>
          <w:sz w:val="24"/>
          <w:szCs w:val="24"/>
          <w:lang w:val="uk-UA"/>
        </w:rPr>
        <w:tab/>
      </w: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3" style="position:absolute;left:0;text-align:left;margin-left:289.65pt;margin-top:22.55pt;width:42.05pt;height:55.25pt;z-index:251658240;visibility:visible;mso-position-horizontal-relative:page;mso-position-vertical-relative:text">
            <v:imagedata r:id="rId7" o:title=""/>
            <w10:wrap type="topAndBottom" anchorx="page"/>
          </v:shape>
        </w:pict>
      </w:r>
    </w:p>
    <w:p w:rsidR="002F4B39" w:rsidRPr="00667873" w:rsidRDefault="002F4B39" w:rsidP="00F97C2F">
      <w:pPr>
        <w:tabs>
          <w:tab w:val="left" w:pos="1139"/>
          <w:tab w:val="left" w:pos="6662"/>
        </w:tabs>
        <w:jc w:val="center"/>
        <w:rPr>
          <w:rFonts w:ascii="Times New Roman" w:hAnsi="Times New Roman"/>
          <w:sz w:val="24"/>
          <w:szCs w:val="24"/>
          <w:lang w:val="uk-UA"/>
        </w:rPr>
      </w:pPr>
      <w:r w:rsidRPr="00667873">
        <w:rPr>
          <w:rFonts w:ascii="Times New Roman" w:hAnsi="Times New Roman"/>
          <w:sz w:val="24"/>
          <w:szCs w:val="24"/>
          <w:lang w:val="uk-UA"/>
        </w:rPr>
        <w:t>НАГІРЯНСЬКА СІЛЬСЬКА РАДА</w:t>
      </w:r>
    </w:p>
    <w:p w:rsidR="002F4B39" w:rsidRPr="00667873" w:rsidRDefault="002F4B39" w:rsidP="00667873">
      <w:pPr>
        <w:tabs>
          <w:tab w:val="left" w:pos="1139"/>
          <w:tab w:val="left" w:pos="6662"/>
        </w:tabs>
        <w:jc w:val="center"/>
        <w:rPr>
          <w:rFonts w:ascii="Times New Roman" w:hAnsi="Times New Roman"/>
          <w:sz w:val="24"/>
          <w:szCs w:val="24"/>
          <w:lang w:val="uk-UA"/>
        </w:rPr>
      </w:pPr>
      <w:r w:rsidRPr="00667873">
        <w:rPr>
          <w:rFonts w:ascii="Times New Roman" w:hAnsi="Times New Roman"/>
          <w:sz w:val="24"/>
          <w:szCs w:val="24"/>
          <w:lang w:val="uk-UA"/>
        </w:rPr>
        <w:t>ЧОРТКІВСЬКОГО РАЙОНУ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67873">
        <w:rPr>
          <w:rFonts w:ascii="Times New Roman" w:hAnsi="Times New Roman"/>
          <w:sz w:val="24"/>
          <w:szCs w:val="24"/>
          <w:lang w:val="uk-UA"/>
        </w:rPr>
        <w:t>ТЕРНОПІЛЬСЬКОЇ ОБЛАСТІ</w:t>
      </w:r>
    </w:p>
    <w:p w:rsidR="002F4B39" w:rsidRPr="00667873" w:rsidRDefault="002F4B39" w:rsidP="00F97C2F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667873">
        <w:rPr>
          <w:rFonts w:ascii="Times New Roman" w:hAnsi="Times New Roman"/>
          <w:sz w:val="24"/>
          <w:szCs w:val="24"/>
          <w:lang w:val="uk-UA"/>
        </w:rPr>
        <w:t>ВОСЬМЕ  СКЛИКАННЯ</w:t>
      </w:r>
    </w:p>
    <w:p w:rsidR="002F4B39" w:rsidRPr="00667873" w:rsidRDefault="002F4B39" w:rsidP="00F97C2F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667873">
        <w:rPr>
          <w:rFonts w:ascii="Times New Roman" w:hAnsi="Times New Roman"/>
          <w:sz w:val="24"/>
          <w:szCs w:val="24"/>
          <w:lang w:val="uk-UA"/>
        </w:rPr>
        <w:t>ОДИНАДЦЯТА позачергова СЕСІЯ</w:t>
      </w:r>
    </w:p>
    <w:p w:rsidR="002F4B39" w:rsidRPr="00667873" w:rsidRDefault="002F4B39" w:rsidP="00DE4027">
      <w:pPr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667873">
        <w:rPr>
          <w:rFonts w:ascii="Times New Roman" w:hAnsi="Times New Roman"/>
          <w:sz w:val="24"/>
          <w:szCs w:val="24"/>
          <w:lang w:val="uk-UA"/>
        </w:rPr>
        <w:t>РІШЕННЯ</w:t>
      </w:r>
    </w:p>
    <w:p w:rsidR="002F4B39" w:rsidRPr="00667873" w:rsidRDefault="002F4B39" w:rsidP="00DE4027">
      <w:pPr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</w:p>
    <w:p w:rsidR="002F4B39" w:rsidRPr="005D34A3" w:rsidRDefault="002F4B39" w:rsidP="00F97C2F">
      <w:pPr>
        <w:rPr>
          <w:rFonts w:ascii="Times New Roman" w:hAnsi="Times New Roman"/>
          <w:sz w:val="24"/>
          <w:szCs w:val="24"/>
          <w:lang w:val="uk-UA"/>
        </w:rPr>
      </w:pPr>
      <w:r w:rsidRPr="005D34A3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>__</w:t>
      </w:r>
      <w:r w:rsidRPr="005D34A3">
        <w:rPr>
          <w:rFonts w:ascii="Times New Roman" w:hAnsi="Times New Roman"/>
          <w:sz w:val="24"/>
          <w:szCs w:val="24"/>
          <w:lang w:val="uk-UA"/>
        </w:rPr>
        <w:t xml:space="preserve"> вересня 2021 року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</w:t>
      </w:r>
      <w:r w:rsidRPr="005D34A3">
        <w:rPr>
          <w:rFonts w:ascii="Times New Roman" w:hAnsi="Times New Roman"/>
          <w:sz w:val="24"/>
          <w:szCs w:val="24"/>
          <w:lang w:val="uk-UA"/>
        </w:rPr>
        <w:t xml:space="preserve">  №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F4B39" w:rsidRPr="005D34A3" w:rsidRDefault="002F4B39" w:rsidP="00F97C2F">
      <w:pPr>
        <w:rPr>
          <w:b/>
          <w:sz w:val="24"/>
          <w:szCs w:val="24"/>
        </w:rPr>
      </w:pPr>
      <w:r w:rsidRPr="005D34A3">
        <w:rPr>
          <w:rFonts w:ascii="Times New Roman" w:hAnsi="Times New Roman"/>
          <w:sz w:val="24"/>
          <w:szCs w:val="24"/>
          <w:lang w:val="uk-UA"/>
        </w:rPr>
        <w:t>с-ще Нагірянка</w:t>
      </w:r>
    </w:p>
    <w:p w:rsidR="002F4B39" w:rsidRPr="005D34A3" w:rsidRDefault="002F4B39" w:rsidP="00F97C2F">
      <w:pPr>
        <w:pStyle w:val="BodyText2"/>
        <w:jc w:val="left"/>
        <w:rPr>
          <w:b w:val="0"/>
          <w:sz w:val="24"/>
          <w:szCs w:val="24"/>
        </w:rPr>
      </w:pPr>
    </w:p>
    <w:p w:rsidR="002F4B39" w:rsidRPr="005D34A3" w:rsidRDefault="002F4B39" w:rsidP="00F97C2F">
      <w:pPr>
        <w:pStyle w:val="BodyText2"/>
        <w:jc w:val="left"/>
        <w:outlineLvl w:val="0"/>
        <w:rPr>
          <w:bCs/>
          <w:iCs/>
          <w:sz w:val="24"/>
          <w:szCs w:val="24"/>
        </w:rPr>
      </w:pPr>
      <w:r w:rsidRPr="005D34A3">
        <w:rPr>
          <w:bCs/>
          <w:iCs/>
          <w:sz w:val="24"/>
          <w:szCs w:val="24"/>
        </w:rPr>
        <w:t>Про внесення змін до</w:t>
      </w:r>
    </w:p>
    <w:p w:rsidR="002F4B39" w:rsidRPr="005D34A3" w:rsidRDefault="002F4B39" w:rsidP="00F97C2F">
      <w:pPr>
        <w:pStyle w:val="BodyText2"/>
        <w:jc w:val="left"/>
        <w:rPr>
          <w:bCs/>
          <w:iCs/>
          <w:sz w:val="24"/>
          <w:szCs w:val="24"/>
        </w:rPr>
      </w:pPr>
      <w:r w:rsidRPr="005D34A3">
        <w:rPr>
          <w:bCs/>
          <w:iCs/>
          <w:sz w:val="24"/>
          <w:szCs w:val="24"/>
        </w:rPr>
        <w:t>Нагірянського сільського</w:t>
      </w:r>
    </w:p>
    <w:p w:rsidR="002F4B39" w:rsidRPr="005D34A3" w:rsidRDefault="002F4B39" w:rsidP="00F97C2F">
      <w:pPr>
        <w:pStyle w:val="BodyText2"/>
        <w:jc w:val="left"/>
        <w:rPr>
          <w:bCs/>
          <w:iCs/>
          <w:sz w:val="24"/>
          <w:szCs w:val="24"/>
        </w:rPr>
      </w:pPr>
      <w:r w:rsidRPr="005D34A3">
        <w:rPr>
          <w:bCs/>
          <w:iCs/>
          <w:sz w:val="24"/>
          <w:szCs w:val="24"/>
        </w:rPr>
        <w:t>бюджету на 2021 рік</w:t>
      </w:r>
    </w:p>
    <w:p w:rsidR="002F4B39" w:rsidRPr="005D34A3" w:rsidRDefault="002F4B39" w:rsidP="00F97C2F">
      <w:pPr>
        <w:pStyle w:val="BodyText2"/>
        <w:jc w:val="left"/>
        <w:rPr>
          <w:b w:val="0"/>
          <w:iCs/>
          <w:sz w:val="24"/>
          <w:szCs w:val="24"/>
          <w:u w:val="single"/>
        </w:rPr>
      </w:pPr>
      <w:r w:rsidRPr="005D34A3">
        <w:rPr>
          <w:b w:val="0"/>
          <w:bCs/>
          <w:iCs/>
          <w:sz w:val="24"/>
          <w:szCs w:val="24"/>
          <w:u w:val="single"/>
        </w:rPr>
        <w:t>1956200000</w:t>
      </w:r>
    </w:p>
    <w:p w:rsidR="002F4B39" w:rsidRPr="005D34A3" w:rsidRDefault="002F4B39" w:rsidP="00F97C2F">
      <w:pPr>
        <w:pStyle w:val="BodyText2"/>
        <w:jc w:val="left"/>
        <w:rPr>
          <w:b w:val="0"/>
          <w:iCs/>
          <w:sz w:val="24"/>
          <w:szCs w:val="24"/>
        </w:rPr>
      </w:pPr>
      <w:r w:rsidRPr="005D34A3">
        <w:rPr>
          <w:b w:val="0"/>
          <w:iCs/>
          <w:sz w:val="24"/>
          <w:szCs w:val="24"/>
        </w:rPr>
        <w:t>(код бюджету)</w:t>
      </w:r>
    </w:p>
    <w:p w:rsidR="002F4B39" w:rsidRPr="005D34A3" w:rsidRDefault="002F4B39" w:rsidP="00F97C2F">
      <w:pPr>
        <w:pStyle w:val="BodyText2"/>
        <w:jc w:val="left"/>
        <w:rPr>
          <w:b w:val="0"/>
          <w:iCs/>
          <w:sz w:val="24"/>
          <w:szCs w:val="24"/>
        </w:rPr>
      </w:pPr>
    </w:p>
    <w:p w:rsidR="002F4B39" w:rsidRDefault="002F4B39" w:rsidP="00F97C2F">
      <w:pPr>
        <w:ind w:firstLine="720"/>
        <w:jc w:val="both"/>
        <w:rPr>
          <w:rFonts w:ascii="Times New Roman" w:hAnsi="Times New Roman"/>
          <w:snapToGrid w:val="0"/>
          <w:sz w:val="24"/>
          <w:szCs w:val="24"/>
          <w:lang w:val="uk-UA"/>
        </w:rPr>
      </w:pPr>
      <w:r w:rsidRPr="005D34A3">
        <w:rPr>
          <w:rFonts w:ascii="Times New Roman" w:hAnsi="Times New Roman"/>
          <w:sz w:val="24"/>
          <w:szCs w:val="24"/>
          <w:lang w:val="uk-UA"/>
        </w:rPr>
        <w:t xml:space="preserve">Розглянувши лист гуманітарного відділу від 03 вересня 2021 року №155, керуючись статтями 14, 23, 78, 75, 101 Бюджетного кодексу України та пунктом 17 частини першої статті 43 Закону України «Про місцеве самоврядування в Україні», враховуючи пропозиції </w:t>
      </w:r>
      <w:r w:rsidRPr="005D34A3">
        <w:rPr>
          <w:rFonts w:ascii="Times New Roman" w:hAnsi="Times New Roman"/>
          <w:snapToGrid w:val="0"/>
          <w:sz w:val="24"/>
          <w:szCs w:val="24"/>
          <w:lang w:val="uk-UA"/>
        </w:rPr>
        <w:t xml:space="preserve">постійної комісії </w:t>
      </w:r>
      <w:r w:rsidRPr="005D34A3">
        <w:rPr>
          <w:rFonts w:ascii="Times New Roman" w:hAnsi="Times New Roman"/>
          <w:sz w:val="24"/>
          <w:szCs w:val="24"/>
          <w:lang w:val="uk-UA"/>
        </w:rPr>
        <w:t xml:space="preserve">Нагірянської сільської ради з питань бюджету та соціально - економічного  розвитку від </w:t>
      </w:r>
      <w:r>
        <w:rPr>
          <w:rFonts w:ascii="Times New Roman" w:hAnsi="Times New Roman"/>
          <w:sz w:val="24"/>
          <w:szCs w:val="24"/>
          <w:lang w:val="uk-UA"/>
        </w:rPr>
        <w:t>__</w:t>
      </w:r>
      <w:r w:rsidRPr="005D34A3">
        <w:rPr>
          <w:rFonts w:ascii="Times New Roman" w:hAnsi="Times New Roman"/>
          <w:sz w:val="24"/>
          <w:szCs w:val="24"/>
          <w:lang w:val="uk-UA"/>
        </w:rPr>
        <w:t xml:space="preserve"> вересня 2021 року, Нагірянська </w:t>
      </w:r>
      <w:r w:rsidRPr="005D34A3">
        <w:rPr>
          <w:rFonts w:ascii="Times New Roman" w:hAnsi="Times New Roman"/>
          <w:snapToGrid w:val="0"/>
          <w:sz w:val="24"/>
          <w:szCs w:val="24"/>
          <w:lang w:val="uk-UA"/>
        </w:rPr>
        <w:t>сільська рада</w:t>
      </w:r>
    </w:p>
    <w:p w:rsidR="002F4B39" w:rsidRPr="005D34A3" w:rsidRDefault="002F4B39" w:rsidP="00F97C2F">
      <w:pPr>
        <w:ind w:firstLine="720"/>
        <w:jc w:val="both"/>
        <w:rPr>
          <w:rFonts w:ascii="Times New Roman" w:hAnsi="Times New Roman"/>
          <w:snapToGrid w:val="0"/>
          <w:sz w:val="24"/>
          <w:szCs w:val="24"/>
          <w:lang w:val="uk-UA"/>
        </w:rPr>
      </w:pPr>
    </w:p>
    <w:p w:rsidR="002F4B39" w:rsidRPr="005D34A3" w:rsidRDefault="002F4B39" w:rsidP="00DD4531">
      <w:pPr>
        <w:rPr>
          <w:rFonts w:ascii="Times New Roman" w:hAnsi="Times New Roman"/>
          <w:b/>
          <w:sz w:val="24"/>
          <w:szCs w:val="24"/>
          <w:lang w:val="uk-UA"/>
        </w:rPr>
      </w:pPr>
      <w:r w:rsidRPr="005D34A3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2F4B39" w:rsidRPr="005D34A3" w:rsidRDefault="002F4B39" w:rsidP="00DD4531">
      <w:pPr>
        <w:rPr>
          <w:rFonts w:ascii="Times New Roman" w:hAnsi="Times New Roman"/>
          <w:sz w:val="24"/>
          <w:szCs w:val="24"/>
          <w:lang w:val="uk-UA"/>
        </w:rPr>
      </w:pPr>
    </w:p>
    <w:p w:rsidR="002F4B39" w:rsidRPr="00667873" w:rsidRDefault="002F4B39" w:rsidP="00667873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667873">
        <w:rPr>
          <w:rFonts w:ascii="Times New Roman" w:hAnsi="Times New Roman"/>
          <w:b/>
          <w:sz w:val="24"/>
          <w:szCs w:val="24"/>
          <w:lang w:val="uk-UA"/>
        </w:rPr>
        <w:t>1.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67873">
        <w:rPr>
          <w:rFonts w:ascii="Times New Roman" w:hAnsi="Times New Roman"/>
          <w:sz w:val="24"/>
          <w:szCs w:val="24"/>
        </w:rPr>
        <w:t xml:space="preserve">Затвердити зміни до розподілу видатків сільського бюджету на 2021 рік згідно з додатком 1. </w:t>
      </w:r>
    </w:p>
    <w:p w:rsidR="002F4B39" w:rsidRPr="00667873" w:rsidRDefault="002F4B39" w:rsidP="00667873">
      <w:pPr>
        <w:jc w:val="both"/>
        <w:rPr>
          <w:rFonts w:ascii="Times New Roman" w:hAnsi="Times New Roman"/>
          <w:bCs/>
          <w:sz w:val="24"/>
          <w:szCs w:val="24"/>
        </w:rPr>
      </w:pPr>
      <w:r w:rsidRPr="00667873">
        <w:rPr>
          <w:rFonts w:ascii="Times New Roman" w:hAnsi="Times New Roman"/>
          <w:b/>
          <w:sz w:val="24"/>
          <w:szCs w:val="24"/>
          <w:lang w:val="uk-UA"/>
        </w:rPr>
        <w:t>2.</w:t>
      </w:r>
      <w:r w:rsidRPr="00667873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67873">
        <w:rPr>
          <w:rFonts w:ascii="Times New Roman" w:hAnsi="Times New Roman"/>
          <w:sz w:val="24"/>
          <w:szCs w:val="24"/>
        </w:rPr>
        <w:t>3атвердити  перерозподіл бюджетних  призначень  коштів  сільського</w:t>
      </w:r>
      <w:r w:rsidRPr="00667873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67873">
        <w:rPr>
          <w:rFonts w:ascii="Times New Roman" w:hAnsi="Times New Roman"/>
          <w:sz w:val="24"/>
          <w:szCs w:val="24"/>
        </w:rPr>
        <w:t xml:space="preserve">бюджету на 2021 рік за бюджетними програмами згідно з додатком 1. </w:t>
      </w:r>
    </w:p>
    <w:p w:rsidR="002F4B39" w:rsidRPr="005D34A3" w:rsidRDefault="002F4B39" w:rsidP="00667873">
      <w:pPr>
        <w:spacing w:after="120"/>
        <w:jc w:val="both"/>
        <w:outlineLvl w:val="0"/>
        <w:rPr>
          <w:rFonts w:ascii="Times New Roman" w:hAnsi="Times New Roman"/>
          <w:sz w:val="24"/>
          <w:szCs w:val="24"/>
          <w:lang w:val="uk-UA"/>
        </w:rPr>
      </w:pPr>
      <w:r w:rsidRPr="00667873">
        <w:rPr>
          <w:rFonts w:ascii="Times New Roman" w:hAnsi="Times New Roman"/>
          <w:b/>
          <w:sz w:val="24"/>
          <w:szCs w:val="24"/>
          <w:lang w:val="uk-UA"/>
        </w:rPr>
        <w:t>3.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D34A3">
        <w:rPr>
          <w:rFonts w:ascii="Times New Roman" w:hAnsi="Times New Roman"/>
          <w:bCs/>
          <w:sz w:val="24"/>
          <w:szCs w:val="24"/>
        </w:rPr>
        <w:t>Додат</w:t>
      </w:r>
      <w:r w:rsidRPr="005D34A3">
        <w:rPr>
          <w:rFonts w:ascii="Times New Roman" w:hAnsi="Times New Roman"/>
          <w:bCs/>
          <w:sz w:val="24"/>
          <w:szCs w:val="24"/>
          <w:lang w:val="uk-UA"/>
        </w:rPr>
        <w:t>ок</w:t>
      </w:r>
      <w:r w:rsidRPr="005D34A3">
        <w:rPr>
          <w:rFonts w:ascii="Times New Roman" w:hAnsi="Times New Roman"/>
          <w:bCs/>
          <w:sz w:val="24"/>
          <w:szCs w:val="24"/>
        </w:rPr>
        <w:t xml:space="preserve"> 1</w:t>
      </w:r>
      <w:r w:rsidRPr="005D34A3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5D34A3">
        <w:rPr>
          <w:rFonts w:ascii="Times New Roman" w:hAnsi="Times New Roman"/>
          <w:bCs/>
          <w:sz w:val="24"/>
          <w:szCs w:val="24"/>
        </w:rPr>
        <w:t>до цього рішення є його невід’ємною частиною.</w:t>
      </w:r>
      <w:r w:rsidRPr="005D34A3">
        <w:rPr>
          <w:rFonts w:ascii="Times New Roman" w:hAnsi="Times New Roman"/>
          <w:b/>
          <w:sz w:val="24"/>
          <w:szCs w:val="24"/>
        </w:rPr>
        <w:t xml:space="preserve"> </w:t>
      </w:r>
    </w:p>
    <w:p w:rsidR="002F4B39" w:rsidRPr="005D34A3" w:rsidRDefault="002F4B39" w:rsidP="00667873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667873">
        <w:rPr>
          <w:rFonts w:ascii="Times New Roman" w:hAnsi="Times New Roman"/>
          <w:b/>
          <w:sz w:val="24"/>
          <w:szCs w:val="24"/>
          <w:lang w:val="uk-UA"/>
        </w:rPr>
        <w:t>4.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D34A3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</w:t>
      </w:r>
      <w:r>
        <w:rPr>
          <w:rFonts w:ascii="Times New Roman" w:hAnsi="Times New Roman"/>
          <w:sz w:val="24"/>
          <w:szCs w:val="24"/>
          <w:lang w:val="uk-UA"/>
        </w:rPr>
        <w:t>покласти на сільського голову</w:t>
      </w:r>
      <w:r w:rsidRPr="005D34A3">
        <w:rPr>
          <w:rFonts w:ascii="Times New Roman" w:hAnsi="Times New Roman"/>
          <w:sz w:val="24"/>
          <w:szCs w:val="24"/>
          <w:lang w:val="uk-UA"/>
        </w:rPr>
        <w:t xml:space="preserve"> та постійн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5D34A3">
        <w:rPr>
          <w:rFonts w:ascii="Times New Roman" w:hAnsi="Times New Roman"/>
          <w:sz w:val="24"/>
          <w:szCs w:val="24"/>
          <w:lang w:val="uk-UA"/>
        </w:rPr>
        <w:t xml:space="preserve"> комісі</w:t>
      </w:r>
      <w:r>
        <w:rPr>
          <w:rFonts w:ascii="Times New Roman" w:hAnsi="Times New Roman"/>
          <w:sz w:val="24"/>
          <w:szCs w:val="24"/>
          <w:lang w:val="uk-UA"/>
        </w:rPr>
        <w:t>ю</w:t>
      </w:r>
      <w:r w:rsidRPr="005D34A3">
        <w:rPr>
          <w:rFonts w:ascii="Times New Roman" w:hAnsi="Times New Roman"/>
          <w:sz w:val="24"/>
          <w:szCs w:val="24"/>
          <w:lang w:val="uk-UA"/>
        </w:rPr>
        <w:t xml:space="preserve"> Нагірянської сільської ради з питань бюджету та соціально - економічного  розвитку (Любомир ХРУСТАВКА).</w:t>
      </w:r>
    </w:p>
    <w:p w:rsidR="002F4B39" w:rsidRPr="005D34A3" w:rsidRDefault="002F4B39" w:rsidP="003B26D6">
      <w:pPr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F4B39" w:rsidRPr="005D34A3" w:rsidRDefault="002F4B39" w:rsidP="00544DBD">
      <w:pPr>
        <w:ind w:firstLine="720"/>
        <w:jc w:val="both"/>
        <w:rPr>
          <w:sz w:val="24"/>
          <w:szCs w:val="24"/>
          <w:lang w:val="uk-UA"/>
        </w:rPr>
      </w:pPr>
    </w:p>
    <w:p w:rsidR="002F4B39" w:rsidRPr="005D34A3" w:rsidRDefault="002F4B39" w:rsidP="00EA0EE0">
      <w:pPr>
        <w:pStyle w:val="BodyText2"/>
        <w:tabs>
          <w:tab w:val="left" w:pos="0"/>
        </w:tabs>
        <w:jc w:val="both"/>
        <w:rPr>
          <w:sz w:val="24"/>
          <w:szCs w:val="24"/>
        </w:rPr>
      </w:pPr>
      <w:r w:rsidRPr="005D34A3">
        <w:rPr>
          <w:sz w:val="24"/>
          <w:szCs w:val="24"/>
        </w:rPr>
        <w:t xml:space="preserve">Нагірянський сільський голова                                                </w:t>
      </w:r>
      <w:bookmarkStart w:id="0" w:name="_GoBack"/>
      <w:bookmarkEnd w:id="0"/>
      <w:r w:rsidRPr="005D34A3">
        <w:rPr>
          <w:sz w:val="24"/>
          <w:szCs w:val="24"/>
        </w:rPr>
        <w:t>Ігор КІНДРАТ</w:t>
      </w:r>
    </w:p>
    <w:p w:rsidR="002F4B39" w:rsidRPr="005D34A3" w:rsidRDefault="002F4B39" w:rsidP="00EA0EE0">
      <w:pPr>
        <w:pStyle w:val="BodyText2"/>
        <w:tabs>
          <w:tab w:val="left" w:pos="0"/>
        </w:tabs>
        <w:jc w:val="both"/>
        <w:rPr>
          <w:sz w:val="24"/>
          <w:szCs w:val="24"/>
        </w:rPr>
      </w:pPr>
    </w:p>
    <w:p w:rsidR="002F4B39" w:rsidRPr="005D34A3" w:rsidRDefault="002F4B39" w:rsidP="00EA0EE0">
      <w:pPr>
        <w:pStyle w:val="BodyText2"/>
        <w:tabs>
          <w:tab w:val="left" w:pos="0"/>
        </w:tabs>
        <w:jc w:val="both"/>
        <w:rPr>
          <w:sz w:val="24"/>
          <w:szCs w:val="24"/>
        </w:rPr>
      </w:pPr>
    </w:p>
    <w:p w:rsidR="002F4B39" w:rsidRPr="005D34A3" w:rsidRDefault="002F4B39" w:rsidP="00EA0EE0">
      <w:pPr>
        <w:pStyle w:val="BodyText2"/>
        <w:tabs>
          <w:tab w:val="left" w:pos="0"/>
        </w:tabs>
        <w:jc w:val="both"/>
        <w:rPr>
          <w:b w:val="0"/>
          <w:sz w:val="24"/>
          <w:szCs w:val="24"/>
        </w:rPr>
      </w:pPr>
      <w:r w:rsidRPr="005D34A3">
        <w:rPr>
          <w:b w:val="0"/>
          <w:sz w:val="24"/>
          <w:szCs w:val="24"/>
        </w:rPr>
        <w:t xml:space="preserve">Любомир ХРУСТАВКА                                           </w:t>
      </w:r>
    </w:p>
    <w:p w:rsidR="002F4B39" w:rsidRPr="005D34A3" w:rsidRDefault="002F4B39" w:rsidP="00EA0EE0">
      <w:pPr>
        <w:pStyle w:val="BodyText2"/>
        <w:tabs>
          <w:tab w:val="left" w:pos="0"/>
        </w:tabs>
        <w:spacing w:before="100" w:beforeAutospacing="1" w:after="100" w:afterAutospacing="1"/>
        <w:jc w:val="both"/>
        <w:rPr>
          <w:b w:val="0"/>
          <w:sz w:val="24"/>
          <w:szCs w:val="24"/>
        </w:rPr>
      </w:pPr>
      <w:r w:rsidRPr="005D34A3">
        <w:rPr>
          <w:b w:val="0"/>
          <w:sz w:val="24"/>
          <w:szCs w:val="24"/>
        </w:rPr>
        <w:t>Оксана КОВАЛЬЧУК</w:t>
      </w:r>
    </w:p>
    <w:p w:rsidR="002F4B39" w:rsidRPr="005D34A3" w:rsidRDefault="002F4B39" w:rsidP="00EA0EE0">
      <w:pPr>
        <w:pStyle w:val="BodyText2"/>
        <w:tabs>
          <w:tab w:val="left" w:pos="0"/>
        </w:tabs>
        <w:jc w:val="both"/>
        <w:rPr>
          <w:b w:val="0"/>
          <w:sz w:val="24"/>
          <w:szCs w:val="24"/>
        </w:rPr>
      </w:pPr>
      <w:r w:rsidRPr="005D34A3">
        <w:rPr>
          <w:b w:val="0"/>
          <w:sz w:val="24"/>
          <w:szCs w:val="24"/>
        </w:rPr>
        <w:t>Ольга КРИНИЦЬКА</w:t>
      </w:r>
    </w:p>
    <w:p w:rsidR="002F4B39" w:rsidRPr="00667873" w:rsidRDefault="002F4B39" w:rsidP="00667873">
      <w:pPr>
        <w:pStyle w:val="BodyText2"/>
        <w:tabs>
          <w:tab w:val="left" w:pos="0"/>
        </w:tabs>
        <w:spacing w:before="100" w:beforeAutospacing="1" w:after="100" w:afterAutospacing="1"/>
        <w:jc w:val="both"/>
        <w:rPr>
          <w:b w:val="0"/>
          <w:sz w:val="24"/>
          <w:szCs w:val="24"/>
        </w:rPr>
      </w:pPr>
      <w:r w:rsidRPr="005D34A3">
        <w:rPr>
          <w:b w:val="0"/>
          <w:sz w:val="24"/>
          <w:szCs w:val="24"/>
        </w:rPr>
        <w:t xml:space="preserve">                                                 </w:t>
      </w:r>
    </w:p>
    <w:p w:rsidR="002F4B39" w:rsidRDefault="002F4B39" w:rsidP="00F97C2F">
      <w:pPr>
        <w:pStyle w:val="BodyText2"/>
        <w:tabs>
          <w:tab w:val="left" w:pos="0"/>
        </w:tabs>
        <w:jc w:val="both"/>
        <w:rPr>
          <w:szCs w:val="28"/>
        </w:rPr>
      </w:pPr>
    </w:p>
    <w:p w:rsidR="002F4B39" w:rsidRDefault="002F4B39" w:rsidP="00F97C2F">
      <w:pPr>
        <w:pStyle w:val="BodyText2"/>
        <w:tabs>
          <w:tab w:val="left" w:pos="0"/>
        </w:tabs>
        <w:jc w:val="both"/>
        <w:rPr>
          <w:szCs w:val="28"/>
        </w:rPr>
      </w:pPr>
    </w:p>
    <w:p w:rsidR="002F4B39" w:rsidRDefault="002F4B39" w:rsidP="00F97C2F">
      <w:pPr>
        <w:pStyle w:val="BodyText2"/>
        <w:tabs>
          <w:tab w:val="left" w:pos="0"/>
        </w:tabs>
        <w:jc w:val="both"/>
        <w:rPr>
          <w:szCs w:val="28"/>
        </w:rPr>
      </w:pPr>
    </w:p>
    <w:p w:rsidR="002F4B39" w:rsidRDefault="002F4B39" w:rsidP="00F97C2F">
      <w:pPr>
        <w:pStyle w:val="BodyText2"/>
        <w:tabs>
          <w:tab w:val="left" w:pos="0"/>
        </w:tabs>
        <w:jc w:val="both"/>
        <w:rPr>
          <w:szCs w:val="28"/>
        </w:rPr>
      </w:pPr>
    </w:p>
    <w:p w:rsidR="002F4B39" w:rsidRDefault="002F4B39" w:rsidP="00F97C2F">
      <w:pPr>
        <w:pStyle w:val="BodyText2"/>
        <w:tabs>
          <w:tab w:val="left" w:pos="0"/>
        </w:tabs>
        <w:jc w:val="both"/>
        <w:rPr>
          <w:szCs w:val="28"/>
        </w:rPr>
      </w:pPr>
    </w:p>
    <w:p w:rsidR="002F4B39" w:rsidRDefault="002F4B39" w:rsidP="00F97C2F">
      <w:pPr>
        <w:pStyle w:val="BodyText2"/>
        <w:tabs>
          <w:tab w:val="left" w:pos="0"/>
        </w:tabs>
        <w:jc w:val="both"/>
        <w:rPr>
          <w:szCs w:val="28"/>
        </w:rPr>
      </w:pPr>
    </w:p>
    <w:p w:rsidR="002F4B39" w:rsidRDefault="002F4B39" w:rsidP="00F97C2F">
      <w:pPr>
        <w:pStyle w:val="BodyText2"/>
        <w:tabs>
          <w:tab w:val="left" w:pos="0"/>
        </w:tabs>
        <w:jc w:val="both"/>
        <w:rPr>
          <w:szCs w:val="28"/>
        </w:rPr>
      </w:pPr>
    </w:p>
    <w:p w:rsidR="002F4B39" w:rsidRDefault="002F4B39" w:rsidP="00F97C2F">
      <w:pPr>
        <w:pStyle w:val="BodyText2"/>
        <w:tabs>
          <w:tab w:val="left" w:pos="0"/>
        </w:tabs>
        <w:jc w:val="both"/>
        <w:rPr>
          <w:szCs w:val="28"/>
        </w:rPr>
      </w:pPr>
    </w:p>
    <w:p w:rsidR="002F4B39" w:rsidRDefault="002F4B39" w:rsidP="00F97C2F">
      <w:pPr>
        <w:pStyle w:val="BodyText2"/>
        <w:tabs>
          <w:tab w:val="left" w:pos="0"/>
        </w:tabs>
        <w:jc w:val="both"/>
        <w:rPr>
          <w:szCs w:val="28"/>
        </w:rPr>
      </w:pPr>
    </w:p>
    <w:p w:rsidR="002F4B39" w:rsidRDefault="002F4B39" w:rsidP="00F97C2F">
      <w:pPr>
        <w:pStyle w:val="BodyText2"/>
        <w:tabs>
          <w:tab w:val="left" w:pos="0"/>
        </w:tabs>
        <w:jc w:val="both"/>
        <w:rPr>
          <w:szCs w:val="28"/>
        </w:rPr>
      </w:pPr>
    </w:p>
    <w:p w:rsidR="002F4B39" w:rsidRDefault="002F4B39" w:rsidP="00F97C2F">
      <w:pPr>
        <w:pStyle w:val="BodyText2"/>
        <w:tabs>
          <w:tab w:val="left" w:pos="0"/>
        </w:tabs>
        <w:jc w:val="both"/>
        <w:rPr>
          <w:szCs w:val="28"/>
        </w:rPr>
      </w:pPr>
    </w:p>
    <w:p w:rsidR="002F4B39" w:rsidRPr="00844F54" w:rsidRDefault="002F4B39" w:rsidP="00F97C2F">
      <w:pPr>
        <w:jc w:val="both"/>
        <w:rPr>
          <w:rFonts w:ascii="Times New Roman" w:hAnsi="Times New Roman"/>
          <w:b/>
          <w:lang w:val="uk-UA"/>
        </w:rPr>
      </w:pPr>
    </w:p>
    <w:p w:rsidR="002F4B39" w:rsidRDefault="002F4B39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ab/>
      </w:r>
    </w:p>
    <w:p w:rsidR="002F4B39" w:rsidRDefault="002F4B39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2F4B39" w:rsidRDefault="002F4B39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2F4B39" w:rsidRDefault="002F4B39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2F4B39" w:rsidRDefault="002F4B39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2F4B39" w:rsidRDefault="002F4B39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2F4B39" w:rsidRDefault="002F4B39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2F4B39" w:rsidRDefault="002F4B39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2F4B39" w:rsidRDefault="002F4B39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2F4B39" w:rsidRDefault="002F4B39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2F4B39" w:rsidRDefault="002F4B39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2F4B39" w:rsidRDefault="002F4B39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2F4B39" w:rsidRDefault="002F4B39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2F4B39" w:rsidRDefault="002F4B39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2F4B39" w:rsidRDefault="002F4B39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2F4B39" w:rsidRDefault="002F4B39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2F4B39" w:rsidRDefault="002F4B39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2F4B39" w:rsidRDefault="002F4B39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2F4B39" w:rsidRDefault="002F4B39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2F4B39" w:rsidRDefault="002F4B39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2F4B39" w:rsidRDefault="002F4B39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2F4B39" w:rsidRDefault="002F4B39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2F4B39" w:rsidRDefault="002F4B39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2F4B39" w:rsidRDefault="002F4B39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2F4B39" w:rsidRDefault="002F4B39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2F4B39" w:rsidRDefault="002F4B39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2F4B39" w:rsidRDefault="002F4B39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2F4B39" w:rsidRDefault="002F4B39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2F4B39" w:rsidRDefault="002F4B39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2F4B39" w:rsidRDefault="002F4B39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2F4B39" w:rsidRDefault="002F4B39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2F4B39" w:rsidRDefault="002F4B39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sectPr w:rsidR="002F4B39" w:rsidSect="001F3D7C">
      <w:headerReference w:type="even" r:id="rId8"/>
      <w:headerReference w:type="default" r:id="rId9"/>
      <w:pgSz w:w="11906" w:h="16838"/>
      <w:pgMar w:top="1134" w:right="926" w:bottom="113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4B39" w:rsidRDefault="002F4B39">
      <w:r>
        <w:separator/>
      </w:r>
    </w:p>
  </w:endnote>
  <w:endnote w:type="continuationSeparator" w:id="0">
    <w:p w:rsidR="002F4B39" w:rsidRDefault="002F4B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kazkaForSerge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4B39" w:rsidRDefault="002F4B39">
      <w:r>
        <w:separator/>
      </w:r>
    </w:p>
  </w:footnote>
  <w:footnote w:type="continuationSeparator" w:id="0">
    <w:p w:rsidR="002F4B39" w:rsidRDefault="002F4B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B39" w:rsidRDefault="002F4B39" w:rsidP="00B467C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F4B39" w:rsidRDefault="002F4B3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B39" w:rsidRDefault="002F4B39" w:rsidP="00B467C4">
    <w:pPr>
      <w:pStyle w:val="Header"/>
      <w:framePr w:wrap="around" w:vAnchor="text" w:hAnchor="margin" w:xAlign="center" w:y="1"/>
      <w:rPr>
        <w:rStyle w:val="PageNumber"/>
        <w:lang w:val="en-US"/>
      </w:rPr>
    </w:pPr>
  </w:p>
  <w:p w:rsidR="002F4B39" w:rsidRPr="00D05500" w:rsidRDefault="002F4B39" w:rsidP="00B467C4">
    <w:pPr>
      <w:pStyle w:val="Header"/>
      <w:framePr w:wrap="around" w:vAnchor="text" w:hAnchor="margin" w:xAlign="center" w:y="1"/>
      <w:rPr>
        <w:rStyle w:val="PageNumber"/>
        <w:lang w:val="en-US"/>
      </w:rPr>
    </w:pPr>
  </w:p>
  <w:p w:rsidR="002F4B39" w:rsidRDefault="002F4B3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89D1286"/>
    <w:multiLevelType w:val="hybridMultilevel"/>
    <w:tmpl w:val="73BECD5A"/>
    <w:lvl w:ilvl="0" w:tplc="B0202CE4">
      <w:start w:val="1"/>
      <w:numFmt w:val="decimal"/>
      <w:lvlText w:val="%1."/>
      <w:lvlJc w:val="left"/>
      <w:pPr>
        <w:ind w:left="780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">
    <w:nsid w:val="09F95269"/>
    <w:multiLevelType w:val="hybridMultilevel"/>
    <w:tmpl w:val="C4F443B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D0D6EE5"/>
    <w:multiLevelType w:val="hybridMultilevel"/>
    <w:tmpl w:val="13CE2B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EDB1675"/>
    <w:multiLevelType w:val="hybridMultilevel"/>
    <w:tmpl w:val="7A14B8E6"/>
    <w:lvl w:ilvl="0" w:tplc="84504F38">
      <w:start w:val="1"/>
      <w:numFmt w:val="decimal"/>
      <w:lvlText w:val="%1."/>
      <w:lvlJc w:val="left"/>
      <w:pPr>
        <w:ind w:left="10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5">
    <w:nsid w:val="14732723"/>
    <w:multiLevelType w:val="hybridMultilevel"/>
    <w:tmpl w:val="78108CF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7AE0812"/>
    <w:multiLevelType w:val="hybridMultilevel"/>
    <w:tmpl w:val="78108CF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03C209F"/>
    <w:multiLevelType w:val="hybridMultilevel"/>
    <w:tmpl w:val="2D06CF72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575173A"/>
    <w:multiLevelType w:val="hybridMultilevel"/>
    <w:tmpl w:val="7BAA97B8"/>
    <w:lvl w:ilvl="0" w:tplc="A4E0C17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7136B90"/>
    <w:multiLevelType w:val="hybridMultilevel"/>
    <w:tmpl w:val="78108CF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BC50928"/>
    <w:multiLevelType w:val="hybridMultilevel"/>
    <w:tmpl w:val="37146D1A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F2C1A3E"/>
    <w:multiLevelType w:val="hybridMultilevel"/>
    <w:tmpl w:val="33862084"/>
    <w:lvl w:ilvl="0" w:tplc="8AAAFEA2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ascii="SkazkaForSerge" w:hAnsi="SkazkaForSerge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0"/>
  </w:num>
  <w:num w:numId="5">
    <w:abstractNumId w:val="2"/>
  </w:num>
  <w:num w:numId="6">
    <w:abstractNumId w:val="7"/>
  </w:num>
  <w:num w:numId="7">
    <w:abstractNumId w:val="8"/>
  </w:num>
  <w:num w:numId="8">
    <w:abstractNumId w:val="1"/>
  </w:num>
  <w:num w:numId="9">
    <w:abstractNumId w:val="5"/>
  </w:num>
  <w:num w:numId="10">
    <w:abstractNumId w:val="6"/>
  </w:num>
  <w:num w:numId="11">
    <w:abstractNumId w:val="9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4E58"/>
    <w:rsid w:val="000016EF"/>
    <w:rsid w:val="00024EF0"/>
    <w:rsid w:val="00032072"/>
    <w:rsid w:val="000637D5"/>
    <w:rsid w:val="00093E9C"/>
    <w:rsid w:val="000B33AD"/>
    <w:rsid w:val="000E3142"/>
    <w:rsid w:val="00110BA6"/>
    <w:rsid w:val="00167791"/>
    <w:rsid w:val="001A42B0"/>
    <w:rsid w:val="001E2B8C"/>
    <w:rsid w:val="001F3D7C"/>
    <w:rsid w:val="001F4E94"/>
    <w:rsid w:val="00213AD7"/>
    <w:rsid w:val="00246389"/>
    <w:rsid w:val="00280E92"/>
    <w:rsid w:val="002A454E"/>
    <w:rsid w:val="002C09ED"/>
    <w:rsid w:val="002E23C5"/>
    <w:rsid w:val="002F4B39"/>
    <w:rsid w:val="002F54E5"/>
    <w:rsid w:val="00316635"/>
    <w:rsid w:val="00352DB2"/>
    <w:rsid w:val="00374B7E"/>
    <w:rsid w:val="00391127"/>
    <w:rsid w:val="00394C29"/>
    <w:rsid w:val="003A53B2"/>
    <w:rsid w:val="003B0749"/>
    <w:rsid w:val="003B26D6"/>
    <w:rsid w:val="003D1305"/>
    <w:rsid w:val="003E18F3"/>
    <w:rsid w:val="003E57D3"/>
    <w:rsid w:val="003F0E5C"/>
    <w:rsid w:val="0040472C"/>
    <w:rsid w:val="00453235"/>
    <w:rsid w:val="004535B1"/>
    <w:rsid w:val="00467DC1"/>
    <w:rsid w:val="004A05B8"/>
    <w:rsid w:val="004D5335"/>
    <w:rsid w:val="004E018C"/>
    <w:rsid w:val="004E0E1E"/>
    <w:rsid w:val="004E1359"/>
    <w:rsid w:val="005145B9"/>
    <w:rsid w:val="00544DBD"/>
    <w:rsid w:val="005D34A3"/>
    <w:rsid w:val="005F308C"/>
    <w:rsid w:val="005F53EF"/>
    <w:rsid w:val="00614E58"/>
    <w:rsid w:val="006176F5"/>
    <w:rsid w:val="0066150D"/>
    <w:rsid w:val="0066225F"/>
    <w:rsid w:val="00667873"/>
    <w:rsid w:val="00685E38"/>
    <w:rsid w:val="00687288"/>
    <w:rsid w:val="007318C3"/>
    <w:rsid w:val="00740F91"/>
    <w:rsid w:val="007545DF"/>
    <w:rsid w:val="0078795E"/>
    <w:rsid w:val="007A3E05"/>
    <w:rsid w:val="007B1ECC"/>
    <w:rsid w:val="007D1955"/>
    <w:rsid w:val="007F1E34"/>
    <w:rsid w:val="007F5356"/>
    <w:rsid w:val="00844F54"/>
    <w:rsid w:val="008A1936"/>
    <w:rsid w:val="008B715E"/>
    <w:rsid w:val="0090521B"/>
    <w:rsid w:val="00945DEE"/>
    <w:rsid w:val="00971720"/>
    <w:rsid w:val="0097239D"/>
    <w:rsid w:val="00A0407E"/>
    <w:rsid w:val="00A27B98"/>
    <w:rsid w:val="00A744C0"/>
    <w:rsid w:val="00A97599"/>
    <w:rsid w:val="00AB0BA1"/>
    <w:rsid w:val="00AB41E9"/>
    <w:rsid w:val="00AB5DD1"/>
    <w:rsid w:val="00AE47DC"/>
    <w:rsid w:val="00AF1809"/>
    <w:rsid w:val="00AF1DAE"/>
    <w:rsid w:val="00B01035"/>
    <w:rsid w:val="00B02659"/>
    <w:rsid w:val="00B0536A"/>
    <w:rsid w:val="00B409A3"/>
    <w:rsid w:val="00B467C4"/>
    <w:rsid w:val="00B60322"/>
    <w:rsid w:val="00B67D20"/>
    <w:rsid w:val="00BA6B14"/>
    <w:rsid w:val="00BE0B03"/>
    <w:rsid w:val="00C073DE"/>
    <w:rsid w:val="00C20344"/>
    <w:rsid w:val="00C2700E"/>
    <w:rsid w:val="00C37187"/>
    <w:rsid w:val="00C45D7C"/>
    <w:rsid w:val="00C52290"/>
    <w:rsid w:val="00C533B3"/>
    <w:rsid w:val="00C82F9F"/>
    <w:rsid w:val="00C83E4F"/>
    <w:rsid w:val="00C84CF6"/>
    <w:rsid w:val="00C90134"/>
    <w:rsid w:val="00CB7B5E"/>
    <w:rsid w:val="00CF7D31"/>
    <w:rsid w:val="00D05500"/>
    <w:rsid w:val="00D06BA0"/>
    <w:rsid w:val="00D32222"/>
    <w:rsid w:val="00D46D6D"/>
    <w:rsid w:val="00D530E0"/>
    <w:rsid w:val="00D55188"/>
    <w:rsid w:val="00D66C9C"/>
    <w:rsid w:val="00D733BF"/>
    <w:rsid w:val="00DD4531"/>
    <w:rsid w:val="00DE4027"/>
    <w:rsid w:val="00DE46CD"/>
    <w:rsid w:val="00E56EFA"/>
    <w:rsid w:val="00E75870"/>
    <w:rsid w:val="00EA0EE0"/>
    <w:rsid w:val="00EE0BF2"/>
    <w:rsid w:val="00EE53CF"/>
    <w:rsid w:val="00EE7CBD"/>
    <w:rsid w:val="00EE7F7D"/>
    <w:rsid w:val="00EF292D"/>
    <w:rsid w:val="00F11866"/>
    <w:rsid w:val="00F3567E"/>
    <w:rsid w:val="00F86D5A"/>
    <w:rsid w:val="00F97C2F"/>
    <w:rsid w:val="00FA084B"/>
    <w:rsid w:val="00FA1C0C"/>
    <w:rsid w:val="00FB54DE"/>
    <w:rsid w:val="00FC3175"/>
    <w:rsid w:val="00FE17FA"/>
    <w:rsid w:val="00FF1B0A"/>
    <w:rsid w:val="00FF2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92D"/>
    <w:rPr>
      <w:rFonts w:ascii="SkazkaForSerge" w:eastAsia="Times New Roman" w:hAnsi="SkazkaForSerge"/>
      <w:sz w:val="20"/>
      <w:szCs w:val="20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F97C2F"/>
    <w:pPr>
      <w:jc w:val="center"/>
    </w:pPr>
    <w:rPr>
      <w:rFonts w:ascii="Times New Roman" w:eastAsia="Calibri" w:hAnsi="Times New Roman"/>
      <w:b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F97C2F"/>
    <w:rPr>
      <w:rFonts w:ascii="Times New Roman" w:hAnsi="Times New Roman" w:cs="Times New Roman"/>
      <w:b/>
      <w:sz w:val="20"/>
      <w:lang w:val="uk-UA" w:eastAsia="ru-RU"/>
    </w:rPr>
  </w:style>
  <w:style w:type="paragraph" w:styleId="Header">
    <w:name w:val="header"/>
    <w:basedOn w:val="Normal"/>
    <w:link w:val="HeaderChar"/>
    <w:uiPriority w:val="99"/>
    <w:rsid w:val="00F97C2F"/>
    <w:pPr>
      <w:tabs>
        <w:tab w:val="center" w:pos="4819"/>
        <w:tab w:val="right" w:pos="9639"/>
      </w:tabs>
    </w:pPr>
    <w:rPr>
      <w:rFonts w:eastAsia="Calibri"/>
      <w:lang w:val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97C2F"/>
    <w:rPr>
      <w:rFonts w:ascii="SkazkaForSerge" w:hAnsi="SkazkaForSerge" w:cs="Times New Roman"/>
      <w:sz w:val="20"/>
      <w:lang w:eastAsia="ru-RU"/>
    </w:rPr>
  </w:style>
  <w:style w:type="character" w:styleId="PageNumber">
    <w:name w:val="page number"/>
    <w:basedOn w:val="DefaultParagraphFont"/>
    <w:uiPriority w:val="99"/>
    <w:rsid w:val="00F97C2F"/>
    <w:rPr>
      <w:rFonts w:cs="Times New Roman"/>
    </w:rPr>
  </w:style>
  <w:style w:type="paragraph" w:styleId="ListParagraph">
    <w:name w:val="List Paragraph"/>
    <w:basedOn w:val="Normal"/>
    <w:uiPriority w:val="99"/>
    <w:qFormat/>
    <w:rsid w:val="00F97C2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D05500"/>
    <w:pPr>
      <w:tabs>
        <w:tab w:val="center" w:pos="4677"/>
        <w:tab w:val="right" w:pos="9355"/>
      </w:tabs>
    </w:pPr>
    <w:rPr>
      <w:lang w:val="uk-UA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05500"/>
    <w:rPr>
      <w:rFonts w:ascii="SkazkaForSerge" w:hAnsi="SkazkaForSerge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30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553</TotalTime>
  <Pages>2</Pages>
  <Words>270</Words>
  <Characters>1542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ASUS</cp:lastModifiedBy>
  <cp:revision>78</cp:revision>
  <cp:lastPrinted>2021-09-07T08:41:00Z</cp:lastPrinted>
  <dcterms:created xsi:type="dcterms:W3CDTF">2021-01-24T20:14:00Z</dcterms:created>
  <dcterms:modified xsi:type="dcterms:W3CDTF">2021-09-07T08:41:00Z</dcterms:modified>
</cp:coreProperties>
</file>