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B33" w:rsidRPr="00F222B3" w:rsidRDefault="009F1B33" w:rsidP="00B12B40">
      <w:pPr>
        <w:tabs>
          <w:tab w:val="left" w:pos="4200"/>
        </w:tabs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1B33" w:rsidRPr="005120D0" w:rsidRDefault="009F1B33" w:rsidP="00B12B40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986B83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4.25pt;visibility:visible">
            <v:imagedata r:id="rId5" o:title=""/>
          </v:shape>
        </w:pict>
      </w:r>
    </w:p>
    <w:p w:rsidR="009F1B33" w:rsidRPr="005120D0" w:rsidRDefault="009F1B33" w:rsidP="00B12B40">
      <w:pPr>
        <w:pStyle w:val="Caption"/>
        <w:rPr>
          <w:b w:val="0"/>
          <w:szCs w:val="28"/>
        </w:rPr>
      </w:pPr>
      <w:r w:rsidRPr="005120D0">
        <w:rPr>
          <w:b w:val="0"/>
          <w:szCs w:val="28"/>
        </w:rPr>
        <w:t>НАГІРЯНСЬКА СІЛЬСЬКА РАДА</w:t>
      </w:r>
    </w:p>
    <w:p w:rsidR="009F1B33" w:rsidRPr="005120D0" w:rsidRDefault="009F1B33" w:rsidP="00B12B40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5120D0">
        <w:rPr>
          <w:rFonts w:ascii="Times New Roman" w:hAnsi="Times New Roman"/>
          <w:sz w:val="28"/>
          <w:szCs w:val="28"/>
          <w:lang w:val="uk-UA"/>
        </w:rPr>
        <w:t>ЧОРТКІВСЬКОГО РАЙОНУ ТЕРНОПІЛЬСЬКОЇ ОБЛАСТІ</w:t>
      </w:r>
    </w:p>
    <w:p w:rsidR="009F1B33" w:rsidRDefault="009F1B33" w:rsidP="00B12B40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5120D0">
        <w:rPr>
          <w:rFonts w:ascii="Times New Roman" w:hAnsi="Times New Roman"/>
          <w:sz w:val="28"/>
          <w:szCs w:val="28"/>
          <w:lang w:val="uk-UA"/>
        </w:rPr>
        <w:t>ВОСЬМЕ СКЛИКАННЯ</w:t>
      </w:r>
    </w:p>
    <w:p w:rsidR="009F1B33" w:rsidRDefault="009F1B33" w:rsidP="00B12B40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ЧОТИРНАДЦЯТА СЕСІЯ</w:t>
      </w:r>
    </w:p>
    <w:p w:rsidR="009F1B33" w:rsidRPr="005120D0" w:rsidRDefault="009F1B33" w:rsidP="00B12B4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120D0">
        <w:rPr>
          <w:rFonts w:ascii="Times New Roman" w:hAnsi="Times New Roman"/>
          <w:color w:val="000000"/>
          <w:sz w:val="28"/>
          <w:szCs w:val="28"/>
          <w:lang w:val="uk-UA" w:eastAsia="ru-RU"/>
        </w:rPr>
        <w:t>РІШЕННЯ</w:t>
      </w:r>
    </w:p>
    <w:p w:rsidR="009F1B33" w:rsidRDefault="009F1B33" w:rsidP="00D91E1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17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листопада 2021 року                 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№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558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EF4652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D91E1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Про внесення змін до рішення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D91E1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Нагірянської сільської ради</w:t>
      </w:r>
      <w:r w:rsidRPr="00D91E1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>від 23 лютого 2021 року № 233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«</w:t>
      </w:r>
      <w:r w:rsidRPr="00D91E15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Про внесення змін </w:t>
      </w:r>
    </w:p>
    <w:p w:rsidR="009F1B33" w:rsidRDefault="009F1B33" w:rsidP="00D91E15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D91E15">
        <w:rPr>
          <w:rFonts w:ascii="Times New Roman" w:hAnsi="Times New Roman"/>
          <w:b/>
          <w:bCs/>
          <w:sz w:val="24"/>
          <w:szCs w:val="24"/>
          <w:lang w:val="uk-UA" w:eastAsia="zh-CN"/>
        </w:rPr>
        <w:t>до рішення  сільської ради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від 27 січня 2021 року </w:t>
      </w:r>
    </w:p>
    <w:p w:rsidR="009F1B33" w:rsidRDefault="009F1B33" w:rsidP="00D91E15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D91E15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№ 48 «Про Програму 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hAnsi="Times New Roman"/>
          <w:b/>
          <w:bCs/>
          <w:sz w:val="24"/>
          <w:szCs w:val="24"/>
          <w:lang w:val="uk-UA" w:eastAsia="zh-CN"/>
        </w:rPr>
        <w:t>забезпечення препаратами</w:t>
      </w:r>
    </w:p>
    <w:p w:rsidR="009F1B33" w:rsidRDefault="009F1B33" w:rsidP="00D91E15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D91E15">
        <w:rPr>
          <w:rFonts w:ascii="Times New Roman" w:hAnsi="Times New Roman"/>
          <w:b/>
          <w:bCs/>
          <w:sz w:val="24"/>
          <w:szCs w:val="24"/>
          <w:lang w:val="uk-UA" w:eastAsia="zh-CN"/>
        </w:rPr>
        <w:t>інсуліну хворих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hAnsi="Times New Roman"/>
          <w:b/>
          <w:bCs/>
          <w:sz w:val="24"/>
          <w:szCs w:val="24"/>
          <w:lang w:val="uk-UA" w:eastAsia="zh-CN"/>
        </w:rPr>
        <w:t>на цукровий та нецукровий діабет</w:t>
      </w:r>
    </w:p>
    <w:p w:rsidR="009F1B33" w:rsidRDefault="009F1B33" w:rsidP="00D91E15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D91E15">
        <w:rPr>
          <w:rFonts w:ascii="Times New Roman" w:hAnsi="Times New Roman"/>
          <w:b/>
          <w:bCs/>
          <w:sz w:val="24"/>
          <w:szCs w:val="24"/>
          <w:lang w:val="uk-UA" w:eastAsia="zh-CN"/>
        </w:rPr>
        <w:t>жителів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hAnsi="Times New Roman"/>
          <w:b/>
          <w:bCs/>
          <w:sz w:val="24"/>
          <w:szCs w:val="24"/>
          <w:lang w:val="uk-UA" w:eastAsia="zh-CN"/>
        </w:rPr>
        <w:t>Нагірянської сільської ради на 2021 рік»</w:t>
      </w:r>
    </w:p>
    <w:p w:rsidR="009F1B33" w:rsidRDefault="009F1B33" w:rsidP="00D91E15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9F1B33" w:rsidRDefault="009F1B33" w:rsidP="00D91E15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9F1B33" w:rsidRPr="00EF4652" w:rsidRDefault="009F1B33" w:rsidP="00EF465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uk-UA" w:eastAsia="ru-RU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п. 22 частини першої ст.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F4652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26 Закону України «Про місцеве самоврядування в Україні»,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Нагірянської сільської ради з питань бюджету та соціально - економічного розвитку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від  </w:t>
      </w:r>
      <w:r>
        <w:rPr>
          <w:rFonts w:ascii="Times New Roman" w:hAnsi="Times New Roman"/>
          <w:sz w:val="24"/>
          <w:szCs w:val="24"/>
          <w:lang w:val="uk-UA" w:eastAsia="ru-RU"/>
        </w:rPr>
        <w:t>15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  л</w:t>
      </w:r>
      <w:r>
        <w:rPr>
          <w:rFonts w:ascii="Times New Roman" w:hAnsi="Times New Roman"/>
          <w:sz w:val="24"/>
          <w:szCs w:val="24"/>
          <w:lang w:val="uk-UA" w:eastAsia="ru-RU"/>
        </w:rPr>
        <w:t>истопада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2021 року, Нагірянська </w:t>
      </w:r>
      <w:r w:rsidRPr="00EF4652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EF4652">
        <w:rPr>
          <w:rFonts w:ascii="Arial" w:hAnsi="Arial" w:cs="Arial"/>
          <w:sz w:val="24"/>
          <w:szCs w:val="24"/>
          <w:lang w:eastAsia="ru-RU"/>
        </w:rPr>
        <w:t> </w:t>
      </w:r>
    </w:p>
    <w:p w:rsidR="009F1B33" w:rsidRPr="00EF4652" w:rsidRDefault="009F1B33" w:rsidP="00EF46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EF465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9F1B33" w:rsidRPr="00EF4652" w:rsidRDefault="009F1B33" w:rsidP="00EF46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F1B33" w:rsidRPr="00EF4652" w:rsidRDefault="009F1B33" w:rsidP="00147F2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       1. Внести зміни до рішення сільської ради</w:t>
      </w:r>
      <w:r w:rsidRPr="00147F2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147F20">
        <w:rPr>
          <w:rFonts w:ascii="Times New Roman" w:hAnsi="Times New Roman"/>
          <w:color w:val="000000"/>
          <w:sz w:val="24"/>
          <w:szCs w:val="24"/>
          <w:lang w:val="uk-UA" w:eastAsia="ru-RU"/>
        </w:rPr>
        <w:t>від 23 лютого 2021 року № 233 «</w:t>
      </w:r>
      <w:r w:rsidRPr="00147F20">
        <w:rPr>
          <w:rFonts w:ascii="Times New Roman" w:hAnsi="Times New Roman"/>
          <w:bCs/>
          <w:sz w:val="24"/>
          <w:szCs w:val="24"/>
          <w:lang w:val="uk-UA" w:eastAsia="zh-CN"/>
        </w:rPr>
        <w:t xml:space="preserve">Про внесення змін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</w:t>
      </w:r>
      <w:r w:rsidRPr="00147F20">
        <w:rPr>
          <w:rFonts w:ascii="Times New Roman" w:hAnsi="Times New Roman"/>
          <w:bCs/>
          <w:sz w:val="24"/>
          <w:szCs w:val="24"/>
          <w:lang w:val="uk-UA" w:eastAsia="zh-CN"/>
        </w:rPr>
        <w:t xml:space="preserve">до рішення  сільської ради </w:t>
      </w:r>
      <w:r w:rsidRPr="00D91E15">
        <w:rPr>
          <w:rFonts w:ascii="Times New Roman" w:hAnsi="Times New Roman"/>
          <w:bCs/>
          <w:sz w:val="24"/>
          <w:szCs w:val="24"/>
          <w:lang w:val="uk-UA" w:eastAsia="zh-CN"/>
        </w:rPr>
        <w:t xml:space="preserve">від 27 січня 2021 року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hAnsi="Times New Roman"/>
          <w:bCs/>
          <w:sz w:val="24"/>
          <w:szCs w:val="24"/>
          <w:lang w:val="uk-UA" w:eastAsia="zh-CN"/>
        </w:rPr>
        <w:t xml:space="preserve">№ 48 «Про Програму </w:t>
      </w:r>
      <w:r w:rsidRPr="00147F20">
        <w:rPr>
          <w:rFonts w:ascii="Times New Roman" w:hAnsi="Times New Roman"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hAnsi="Times New Roman"/>
          <w:bCs/>
          <w:sz w:val="24"/>
          <w:szCs w:val="24"/>
          <w:lang w:val="uk-UA" w:eastAsia="zh-CN"/>
        </w:rPr>
        <w:t>забезпечення препаратами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hAnsi="Times New Roman"/>
          <w:bCs/>
          <w:sz w:val="24"/>
          <w:szCs w:val="24"/>
          <w:lang w:val="uk-UA" w:eastAsia="zh-CN"/>
        </w:rPr>
        <w:t>інсуліну хворих</w:t>
      </w:r>
      <w:r w:rsidRPr="00147F20">
        <w:rPr>
          <w:rFonts w:ascii="Times New Roman" w:hAnsi="Times New Roman"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hAnsi="Times New Roman"/>
          <w:bCs/>
          <w:sz w:val="24"/>
          <w:szCs w:val="24"/>
          <w:lang w:val="uk-UA" w:eastAsia="zh-CN"/>
        </w:rPr>
        <w:t>на цукровий та нецукровий діабет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 </w:t>
      </w:r>
      <w:r w:rsidRPr="00D91E15">
        <w:rPr>
          <w:rFonts w:ascii="Times New Roman" w:hAnsi="Times New Roman"/>
          <w:bCs/>
          <w:sz w:val="24"/>
          <w:szCs w:val="24"/>
          <w:lang w:val="uk-UA" w:eastAsia="zh-CN"/>
        </w:rPr>
        <w:t>жителів</w:t>
      </w:r>
      <w:r w:rsidRPr="00147F20">
        <w:rPr>
          <w:rFonts w:ascii="Times New Roman" w:hAnsi="Times New Roman"/>
          <w:bCs/>
          <w:sz w:val="24"/>
          <w:szCs w:val="24"/>
          <w:lang w:val="uk-UA" w:eastAsia="zh-CN"/>
        </w:rPr>
        <w:t xml:space="preserve"> </w:t>
      </w:r>
      <w:r w:rsidRPr="00D91E15">
        <w:rPr>
          <w:rFonts w:ascii="Times New Roman" w:hAnsi="Times New Roman"/>
          <w:bCs/>
          <w:sz w:val="24"/>
          <w:szCs w:val="24"/>
          <w:lang w:val="uk-UA" w:eastAsia="zh-CN"/>
        </w:rPr>
        <w:t>Нагірянської сільської ради на 2021 рік»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згідно з 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>додат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ком</w:t>
      </w:r>
      <w:r w:rsidRPr="00EF4652">
        <w:rPr>
          <w:rFonts w:ascii="Times New Roman" w:hAnsi="Times New Roman"/>
          <w:bCs/>
          <w:sz w:val="24"/>
          <w:szCs w:val="24"/>
          <w:lang w:val="uk-UA" w:eastAsia="zh-CN"/>
        </w:rPr>
        <w:t xml:space="preserve"> 1. </w:t>
      </w:r>
    </w:p>
    <w:p w:rsidR="009F1B33" w:rsidRPr="00EF4652" w:rsidRDefault="009F1B33" w:rsidP="00147F20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9F1B33" w:rsidRDefault="009F1B33" w:rsidP="00147F20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 w:rsidRPr="00EF4652">
        <w:rPr>
          <w:rFonts w:ascii="Times New Roman" w:hAnsi="Times New Roman"/>
          <w:sz w:val="24"/>
          <w:szCs w:val="24"/>
          <w:lang w:val="uk-UA" w:eastAsia="ru-RU"/>
        </w:rPr>
        <w:t>2. Контроль за виконанням рішення покласти на заступника голови Нагірянської сільської ради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(Йосип ЗІБРІВСЬКИЙ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EF4652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9F1B33" w:rsidRDefault="009F1B33" w:rsidP="00D91E15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9F1B33" w:rsidRPr="00D91E15" w:rsidRDefault="009F1B33" w:rsidP="00D91E15">
      <w:pPr>
        <w:pStyle w:val="BodyText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9F1B33" w:rsidRPr="00D91E15" w:rsidRDefault="009F1B33" w:rsidP="00D91E15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9F1B33" w:rsidRDefault="009F1B33" w:rsidP="00147F20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9F1B33" w:rsidRPr="0089304E" w:rsidRDefault="009F1B33" w:rsidP="00147F20">
      <w:pPr>
        <w:tabs>
          <w:tab w:val="left" w:pos="1305"/>
        </w:tabs>
        <w:rPr>
          <w:rFonts w:ascii="Times New Roman" w:hAnsi="Times New Roman"/>
          <w:sz w:val="24"/>
          <w:szCs w:val="24"/>
          <w:lang w:val="uk-UA"/>
        </w:rPr>
      </w:pPr>
    </w:p>
    <w:p w:rsidR="009F1B33" w:rsidRDefault="009F1B33" w:rsidP="00A06E2C">
      <w:pPr>
        <w:pStyle w:val="NoSpacing"/>
        <w:rPr>
          <w:lang w:val="uk-UA"/>
        </w:rPr>
      </w:pPr>
    </w:p>
    <w:p w:rsidR="009F1B33" w:rsidRDefault="009F1B33" w:rsidP="00A06E2C">
      <w:pPr>
        <w:pStyle w:val="NoSpacing"/>
        <w:rPr>
          <w:lang w:val="uk-UA"/>
        </w:rPr>
      </w:pPr>
    </w:p>
    <w:p w:rsidR="009F1B33" w:rsidRDefault="009F1B33" w:rsidP="00A06E2C">
      <w:pPr>
        <w:pStyle w:val="NoSpacing"/>
        <w:rPr>
          <w:lang w:val="uk-UA"/>
        </w:rPr>
      </w:pPr>
    </w:p>
    <w:p w:rsidR="009F1B33" w:rsidRDefault="009F1B33" w:rsidP="00A06E2C">
      <w:pPr>
        <w:pStyle w:val="NoSpacing"/>
        <w:rPr>
          <w:lang w:val="uk-UA"/>
        </w:rPr>
      </w:pPr>
    </w:p>
    <w:p w:rsidR="009F1B33" w:rsidRDefault="009F1B33" w:rsidP="00A06E2C">
      <w:pPr>
        <w:pStyle w:val="NoSpacing"/>
        <w:rPr>
          <w:lang w:val="uk-UA"/>
        </w:rPr>
      </w:pPr>
    </w:p>
    <w:p w:rsidR="009F1B33" w:rsidRDefault="009F1B33" w:rsidP="00A06E2C">
      <w:pPr>
        <w:pStyle w:val="NoSpacing"/>
        <w:rPr>
          <w:lang w:val="uk-UA"/>
        </w:rPr>
      </w:pPr>
    </w:p>
    <w:p w:rsidR="009F1B33" w:rsidRDefault="009F1B33" w:rsidP="00A06E2C">
      <w:pPr>
        <w:pStyle w:val="NoSpacing"/>
        <w:rPr>
          <w:lang w:val="uk-UA"/>
        </w:rPr>
      </w:pPr>
    </w:p>
    <w:p w:rsidR="009F1B33" w:rsidRDefault="009F1B33" w:rsidP="00A06E2C">
      <w:pPr>
        <w:pStyle w:val="NoSpacing"/>
        <w:rPr>
          <w:lang w:val="uk-UA"/>
        </w:rPr>
      </w:pPr>
    </w:p>
    <w:p w:rsidR="009F1B33" w:rsidRDefault="009F1B33" w:rsidP="00A06E2C">
      <w:pPr>
        <w:pStyle w:val="NoSpacing"/>
        <w:rPr>
          <w:lang w:val="uk-UA"/>
        </w:rPr>
      </w:pPr>
    </w:p>
    <w:p w:rsidR="009F1B33" w:rsidRPr="00335FAB" w:rsidRDefault="009F1B33" w:rsidP="00A06E2C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9F1B33" w:rsidRPr="00335FAB" w:rsidRDefault="009F1B33" w:rsidP="00A06E2C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9F1B33" w:rsidRPr="00335FAB" w:rsidRDefault="009F1B33" w:rsidP="00A06E2C">
      <w:pPr>
        <w:tabs>
          <w:tab w:val="left" w:pos="74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 17  листопада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2021року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558</w:t>
      </w:r>
    </w:p>
    <w:p w:rsidR="009F1B33" w:rsidRDefault="009F1B33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9F1B33" w:rsidRDefault="009F1B33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9F1B33" w:rsidRPr="00CA0E60" w:rsidRDefault="009F1B33" w:rsidP="00CA0E6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                                 </w:t>
      </w:r>
      <w:r w:rsidRPr="00CA0E60">
        <w:rPr>
          <w:rFonts w:ascii="Times New Roman" w:hAnsi="Times New Roman"/>
          <w:b/>
          <w:bCs/>
          <w:sz w:val="24"/>
          <w:szCs w:val="24"/>
          <w:lang w:val="uk-UA" w:eastAsia="zh-CN"/>
        </w:rPr>
        <w:t>Зміни до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рішення Нагірянської сільської ради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     </w:t>
      </w:r>
      <w:r w:rsidRPr="00CA0E60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від 23 лютого 2021 року № 233 «</w:t>
      </w:r>
      <w:r w:rsidRPr="00CA0E60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Про внесення змін 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CA0E60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до рішення  сільської ради від 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  </w:t>
      </w:r>
      <w:r w:rsidRPr="00CA0E60"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27 січня 2021 року 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CA0E60">
        <w:rPr>
          <w:rFonts w:ascii="Times New Roman" w:hAnsi="Times New Roman"/>
          <w:b/>
          <w:bCs/>
          <w:sz w:val="24"/>
          <w:szCs w:val="24"/>
          <w:lang w:val="uk-UA" w:eastAsia="zh-CN"/>
        </w:rPr>
        <w:t>№ 48 «Про Програму  забезпечення препаратами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CA0E60">
        <w:rPr>
          <w:rFonts w:ascii="Times New Roman" w:hAnsi="Times New Roman"/>
          <w:b/>
          <w:bCs/>
          <w:sz w:val="24"/>
          <w:szCs w:val="24"/>
          <w:lang w:val="uk-UA" w:eastAsia="zh-CN"/>
        </w:rPr>
        <w:t>інсуліну хворих на цукровий та нецукровий діабет</w:t>
      </w:r>
      <w:r>
        <w:rPr>
          <w:rFonts w:ascii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Pr="00CA0E60">
        <w:rPr>
          <w:rFonts w:ascii="Times New Roman" w:hAnsi="Times New Roman"/>
          <w:b/>
          <w:bCs/>
          <w:sz w:val="24"/>
          <w:szCs w:val="24"/>
          <w:lang w:val="uk-UA" w:eastAsia="zh-CN"/>
        </w:rPr>
        <w:t>жителів Нагірянської сільської ради на 2021 рік»</w:t>
      </w:r>
    </w:p>
    <w:p w:rsidR="009F1B33" w:rsidRDefault="009F1B33" w:rsidP="00CA0E60">
      <w:pPr>
        <w:pStyle w:val="BodyText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zh-CN"/>
        </w:rPr>
      </w:pPr>
    </w:p>
    <w:p w:rsidR="009F1B33" w:rsidRPr="00CA0E60" w:rsidRDefault="009F1B33" w:rsidP="00CA0E60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9F1B33" w:rsidRPr="00CA0E60" w:rsidRDefault="009F1B33" w:rsidP="00CA0E60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       У розділі «1. Паспорт Програми», пункті 8 «Загальний обсяг фінансових ресурсів, необхідних для реалізації Програми, всього, тис. грн.»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331 618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грн.» замінити на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300 861,05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грн.».</w:t>
      </w:r>
    </w:p>
    <w:p w:rsidR="009F1B33" w:rsidRPr="00CA0E60" w:rsidRDefault="009F1B33" w:rsidP="00CA0E60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       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В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підпункт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і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8.2 «в тому числі з обласного бюджету» суму «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>233 618</w:t>
      </w: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грн.»</w:t>
      </w:r>
      <w:r>
        <w:rPr>
          <w:rFonts w:ascii="Times New Roman" w:hAnsi="Times New Roman"/>
          <w:bCs/>
          <w:sz w:val="24"/>
          <w:szCs w:val="24"/>
          <w:lang w:val="uk-UA" w:eastAsia="zh-CN"/>
        </w:rPr>
        <w:t xml:space="preserve"> замінити на суму « 202 861,05 грн.»</w:t>
      </w:r>
    </w:p>
    <w:p w:rsidR="009F1B33" w:rsidRPr="00CA0E60" w:rsidRDefault="009F1B33" w:rsidP="00CA0E60">
      <w:pPr>
        <w:suppressAutoHyphens/>
        <w:spacing w:after="0" w:line="240" w:lineRule="auto"/>
        <w:ind w:left="142" w:firstLine="142"/>
        <w:jc w:val="both"/>
        <w:rPr>
          <w:rFonts w:ascii="Times New Roman" w:hAnsi="Times New Roman"/>
          <w:bCs/>
          <w:color w:val="000000"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sz w:val="24"/>
          <w:szCs w:val="24"/>
          <w:lang w:val="uk-UA" w:eastAsia="zh-CN"/>
        </w:rPr>
        <w:t xml:space="preserve">      У розділі «5.Обсяги та джерела фінансування Програми» </w:t>
      </w:r>
      <w:r>
        <w:rPr>
          <w:rFonts w:ascii="Times New Roman" w:hAnsi="Times New Roman"/>
          <w:sz w:val="24"/>
          <w:szCs w:val="24"/>
          <w:lang w:val="uk-UA" w:eastAsia="zh-CN"/>
        </w:rPr>
        <w:t>а</w:t>
      </w:r>
      <w:r w:rsidRPr="00CA0E60">
        <w:rPr>
          <w:rFonts w:ascii="Times New Roman" w:hAnsi="Times New Roman"/>
          <w:bCs/>
          <w:color w:val="000000"/>
          <w:sz w:val="24"/>
          <w:szCs w:val="24"/>
          <w:lang w:val="uk-UA" w:eastAsia="zh-CN"/>
        </w:rPr>
        <w:t xml:space="preserve">бзац другий викласти в такій редакції:                  </w:t>
      </w:r>
    </w:p>
    <w:p w:rsidR="009F1B33" w:rsidRPr="00CA0E60" w:rsidRDefault="009F1B33" w:rsidP="00CA0E60">
      <w:pPr>
        <w:tabs>
          <w:tab w:val="left" w:pos="-2340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bCs/>
          <w:sz w:val="24"/>
          <w:szCs w:val="24"/>
          <w:lang w:val="uk-UA" w:eastAsia="zh-CN"/>
        </w:rPr>
        <w:t xml:space="preserve"> </w:t>
      </w:r>
    </w:p>
    <w:p w:rsidR="009F1B33" w:rsidRPr="00CA0E60" w:rsidRDefault="009F1B33" w:rsidP="00CA0E60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b/>
          <w:bCs/>
          <w:color w:val="000000"/>
          <w:sz w:val="24"/>
          <w:szCs w:val="24"/>
          <w:lang w:val="uk-UA" w:eastAsia="zh-CN"/>
        </w:rPr>
        <w:t xml:space="preserve">РЕСУРСНЕ ЗАБЕЗПЕЧЕННЯ ПРОГРАМИ                   </w:t>
      </w:r>
    </w:p>
    <w:p w:rsidR="009F1B33" w:rsidRPr="00CA0E60" w:rsidRDefault="009F1B33" w:rsidP="00CA0E60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zh-CN"/>
        </w:rPr>
      </w:pPr>
      <w:r w:rsidRPr="00CA0E60">
        <w:rPr>
          <w:rFonts w:ascii="Times New Roman" w:hAnsi="Times New Roman"/>
          <w:b/>
          <w:bCs/>
          <w:color w:val="000000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5246"/>
      </w:tblGrid>
      <w:tr w:rsidR="009F1B33" w:rsidRPr="00B20EB3" w:rsidTr="00776864">
        <w:trPr>
          <w:trHeight w:val="2052"/>
        </w:trPr>
        <w:tc>
          <w:tcPr>
            <w:tcW w:w="4394" w:type="dxa"/>
            <w:shd w:val="clear" w:color="auto" w:fill="C6D9F1"/>
            <w:vAlign w:val="center"/>
          </w:tcPr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Обсяг коштів, що пропонується залучити на виконання Програми</w:t>
            </w:r>
          </w:p>
        </w:tc>
        <w:tc>
          <w:tcPr>
            <w:tcW w:w="5246" w:type="dxa"/>
            <w:shd w:val="clear" w:color="auto" w:fill="C6D9F1"/>
            <w:vAlign w:val="center"/>
          </w:tcPr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Етапи виконання Програми</w:t>
            </w:r>
          </w:p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2021 рік</w:t>
            </w:r>
          </w:p>
        </w:tc>
      </w:tr>
      <w:tr w:rsidR="009F1B33" w:rsidRPr="00B20EB3" w:rsidTr="00776864">
        <w:trPr>
          <w:trHeight w:val="201"/>
        </w:trPr>
        <w:tc>
          <w:tcPr>
            <w:tcW w:w="4394" w:type="dxa"/>
            <w:shd w:val="clear" w:color="auto" w:fill="FFFFFF"/>
            <w:vAlign w:val="center"/>
          </w:tcPr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5246" w:type="dxa"/>
            <w:shd w:val="clear" w:color="auto" w:fill="FFFFFF"/>
            <w:vAlign w:val="center"/>
          </w:tcPr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2</w:t>
            </w:r>
          </w:p>
        </w:tc>
      </w:tr>
      <w:tr w:rsidR="009F1B33" w:rsidRPr="00B20EB3" w:rsidTr="00776864">
        <w:trPr>
          <w:trHeight w:val="448"/>
        </w:trPr>
        <w:tc>
          <w:tcPr>
            <w:tcW w:w="4394" w:type="dxa"/>
          </w:tcPr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  <w:t>Обсяг ресурсів, всього,</w:t>
            </w:r>
            <w:r w:rsidRPr="00CA0E6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 </w:t>
            </w:r>
            <w:r w:rsidRPr="00CA0E60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грн.</w:t>
            </w:r>
          </w:p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5246" w:type="dxa"/>
            <w:vAlign w:val="center"/>
          </w:tcPr>
          <w:p w:rsidR="009F1B33" w:rsidRPr="00CA0E60" w:rsidRDefault="009F1B33" w:rsidP="0077686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right="459" w:firstLine="142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  <w:t xml:space="preserve">300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  <w:t>861,05</w:t>
            </w:r>
          </w:p>
        </w:tc>
      </w:tr>
      <w:tr w:rsidR="009F1B33" w:rsidRPr="00B20EB3" w:rsidTr="00776864">
        <w:tc>
          <w:tcPr>
            <w:tcW w:w="4394" w:type="dxa"/>
          </w:tcPr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  <w:t>місцевий бюджет</w:t>
            </w:r>
          </w:p>
        </w:tc>
        <w:tc>
          <w:tcPr>
            <w:tcW w:w="5246" w:type="dxa"/>
            <w:vAlign w:val="center"/>
          </w:tcPr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  <w:t>98 000,00</w:t>
            </w:r>
          </w:p>
        </w:tc>
      </w:tr>
      <w:tr w:rsidR="009F1B33" w:rsidRPr="00B20EB3" w:rsidTr="00776864">
        <w:tc>
          <w:tcPr>
            <w:tcW w:w="4394" w:type="dxa"/>
          </w:tcPr>
          <w:p w:rsidR="009F1B33" w:rsidRPr="00CA0E60" w:rsidRDefault="009F1B33" w:rsidP="00CA0E6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</w:pPr>
            <w:r w:rsidRPr="00CA0E60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  <w:t>кошти інших джерел</w:t>
            </w:r>
          </w:p>
        </w:tc>
        <w:tc>
          <w:tcPr>
            <w:tcW w:w="5246" w:type="dxa"/>
            <w:vAlign w:val="center"/>
          </w:tcPr>
          <w:p w:rsidR="009F1B33" w:rsidRPr="00CA0E60" w:rsidRDefault="009F1B33" w:rsidP="00B7547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283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zh-CN"/>
              </w:rPr>
              <w:t>202 861,05</w:t>
            </w:r>
          </w:p>
        </w:tc>
      </w:tr>
    </w:tbl>
    <w:p w:rsidR="009F1B33" w:rsidRPr="00CA0E60" w:rsidRDefault="009F1B33" w:rsidP="00CA0E6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9F1B33" w:rsidRPr="00CA0E60" w:rsidRDefault="009F1B33" w:rsidP="00CA0E6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9F1B33" w:rsidRPr="00CA0E60" w:rsidRDefault="009F1B33" w:rsidP="00CA0E6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9F1B33" w:rsidRPr="00CA0E60" w:rsidRDefault="009F1B33" w:rsidP="00CA0E6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8"/>
          <w:szCs w:val="28"/>
          <w:lang w:val="uk-UA" w:eastAsia="uk-UA"/>
        </w:rPr>
      </w:pPr>
      <w:r w:rsidRPr="00CA0E60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p w:rsidR="009F1B33" w:rsidRPr="00CA0E60" w:rsidRDefault="009F1B33" w:rsidP="00CA0E6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8"/>
          <w:szCs w:val="28"/>
          <w:lang w:val="uk-UA" w:eastAsia="uk-UA"/>
        </w:rPr>
      </w:pPr>
      <w:r w:rsidRPr="00CA0E60">
        <w:rPr>
          <w:rFonts w:ascii="Times New Roman" w:hAnsi="Times New Roman"/>
          <w:color w:val="2D1614"/>
          <w:sz w:val="28"/>
          <w:szCs w:val="28"/>
          <w:lang w:val="uk-UA" w:eastAsia="uk-UA"/>
        </w:rPr>
        <w:t> </w:t>
      </w:r>
    </w:p>
    <w:p w:rsidR="009F1B33" w:rsidRDefault="009F1B33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9F1B33" w:rsidRDefault="009F1B33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9F1B33" w:rsidRDefault="009F1B33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Default="009F1B33">
      <w:pPr>
        <w:rPr>
          <w:lang w:val="uk-UA"/>
        </w:rPr>
      </w:pPr>
    </w:p>
    <w:p w:rsidR="009F1B33" w:rsidRPr="00B12B40" w:rsidRDefault="009F1B33">
      <w:pPr>
        <w:rPr>
          <w:lang w:val="uk-UA"/>
        </w:rPr>
      </w:pPr>
    </w:p>
    <w:sectPr w:rsidR="009F1B33" w:rsidRPr="00B12B40" w:rsidSect="00421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B89"/>
    <w:rsid w:val="000707E6"/>
    <w:rsid w:val="00086B1D"/>
    <w:rsid w:val="00147F20"/>
    <w:rsid w:val="002620D3"/>
    <w:rsid w:val="00285451"/>
    <w:rsid w:val="00335FAB"/>
    <w:rsid w:val="0042113C"/>
    <w:rsid w:val="004D4A60"/>
    <w:rsid w:val="005120D0"/>
    <w:rsid w:val="005B031C"/>
    <w:rsid w:val="00776864"/>
    <w:rsid w:val="00861966"/>
    <w:rsid w:val="0089304E"/>
    <w:rsid w:val="008A3763"/>
    <w:rsid w:val="008A6B89"/>
    <w:rsid w:val="00986B83"/>
    <w:rsid w:val="009F1B33"/>
    <w:rsid w:val="009F6A98"/>
    <w:rsid w:val="00A06E2C"/>
    <w:rsid w:val="00AD7A41"/>
    <w:rsid w:val="00B12B40"/>
    <w:rsid w:val="00B20EB3"/>
    <w:rsid w:val="00B372C5"/>
    <w:rsid w:val="00B75478"/>
    <w:rsid w:val="00BF43FA"/>
    <w:rsid w:val="00C02F4C"/>
    <w:rsid w:val="00C46F4D"/>
    <w:rsid w:val="00CA0E60"/>
    <w:rsid w:val="00CC56BE"/>
    <w:rsid w:val="00D91E15"/>
    <w:rsid w:val="00DD77A5"/>
    <w:rsid w:val="00EF4652"/>
    <w:rsid w:val="00F2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B4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B12B4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B12B40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B4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D91E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91E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3</Pages>
  <Words>497</Words>
  <Characters>2836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16</cp:revision>
  <cp:lastPrinted>2021-11-11T07:57:00Z</cp:lastPrinted>
  <dcterms:created xsi:type="dcterms:W3CDTF">2021-07-13T07:47:00Z</dcterms:created>
  <dcterms:modified xsi:type="dcterms:W3CDTF">2021-11-26T09:57:00Z</dcterms:modified>
</cp:coreProperties>
</file>