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F38" w:rsidRDefault="00635F38" w:rsidP="00450004">
      <w:pPr>
        <w:pStyle w:val="1"/>
        <w:jc w:val="right"/>
        <w:rPr>
          <w:noProof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</w:p>
    <w:p w:rsidR="00635F38" w:rsidRDefault="00635F38" w:rsidP="00450004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</w:t>
      </w:r>
    </w:p>
    <w:p w:rsidR="00635F38" w:rsidRPr="007A1F33" w:rsidRDefault="00635F38" w:rsidP="00450004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7A1F33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635F38" w:rsidRPr="007A1F33" w:rsidRDefault="00635F38" w:rsidP="00450004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7A1F33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635F38" w:rsidRPr="007A1F33" w:rsidRDefault="00635F38" w:rsidP="00450004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7A1F33">
        <w:rPr>
          <w:rFonts w:ascii="Times New Roman" w:hAnsi="Times New Roman"/>
          <w:sz w:val="24"/>
          <w:szCs w:val="24"/>
        </w:rPr>
        <w:t>ВОСЬМЕ СКЛИКАННЯ</w:t>
      </w:r>
    </w:p>
    <w:p w:rsidR="00635F38" w:rsidRPr="007A1F33" w:rsidRDefault="00635F38" w:rsidP="00450004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7A1F33">
        <w:rPr>
          <w:rFonts w:ascii="Times New Roman" w:hAnsi="Times New Roman"/>
          <w:sz w:val="24"/>
          <w:szCs w:val="24"/>
        </w:rPr>
        <w:t>П’ЯТНАДЦЯТА  СЕСІЯ</w:t>
      </w:r>
    </w:p>
    <w:p w:rsidR="00635F38" w:rsidRPr="007A1F33" w:rsidRDefault="00635F38" w:rsidP="007A1F33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7A1F33">
        <w:rPr>
          <w:rFonts w:ascii="Times New Roman" w:hAnsi="Times New Roman"/>
          <w:sz w:val="24"/>
          <w:szCs w:val="24"/>
        </w:rPr>
        <w:t>РІШЕННЯ</w:t>
      </w:r>
    </w:p>
    <w:p w:rsidR="00635F38" w:rsidRPr="007A1F33" w:rsidRDefault="00635F38" w:rsidP="00450004">
      <w:pPr>
        <w:pStyle w:val="1"/>
        <w:rPr>
          <w:rFonts w:ascii="Times New Roman" w:hAnsi="Times New Roman"/>
          <w:sz w:val="24"/>
          <w:szCs w:val="24"/>
        </w:rPr>
      </w:pPr>
      <w:r w:rsidRPr="002A1897">
        <w:rPr>
          <w:rFonts w:ascii="Times New Roman" w:hAnsi="Times New Roman"/>
          <w:sz w:val="24"/>
          <w:szCs w:val="24"/>
          <w:lang w:val="ru-RU"/>
        </w:rPr>
        <w:t xml:space="preserve">15 </w:t>
      </w:r>
      <w:r>
        <w:rPr>
          <w:rFonts w:ascii="Times New Roman" w:hAnsi="Times New Roman"/>
          <w:sz w:val="24"/>
          <w:szCs w:val="24"/>
        </w:rPr>
        <w:t xml:space="preserve">грудня </w:t>
      </w:r>
      <w:r w:rsidRPr="007A1F33">
        <w:rPr>
          <w:rFonts w:ascii="Times New Roman" w:hAnsi="Times New Roman"/>
          <w:sz w:val="24"/>
          <w:szCs w:val="24"/>
        </w:rPr>
        <w:t xml:space="preserve">2021 року  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7A1F33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594</w:t>
      </w:r>
    </w:p>
    <w:p w:rsidR="00635F38" w:rsidRPr="007A1F33" w:rsidRDefault="00635F38" w:rsidP="00450004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7A1F33">
        <w:rPr>
          <w:rFonts w:ascii="Times New Roman" w:hAnsi="Times New Roman"/>
          <w:sz w:val="24"/>
          <w:szCs w:val="24"/>
        </w:rPr>
        <w:t>с-ще Нагірянка</w:t>
      </w:r>
    </w:p>
    <w:p w:rsidR="00635F38" w:rsidRPr="000C37DC" w:rsidRDefault="00635F38" w:rsidP="00450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Pr="00781F90">
        <w:rPr>
          <w:b/>
          <w:sz w:val="28"/>
          <w:szCs w:val="28"/>
          <w:lang w:val="ru-RU"/>
        </w:rPr>
        <w:t xml:space="preserve">          </w:t>
      </w:r>
      <w:r>
        <w:rPr>
          <w:b/>
          <w:sz w:val="28"/>
          <w:szCs w:val="28"/>
        </w:rPr>
        <w:t xml:space="preserve"> </w:t>
      </w:r>
    </w:p>
    <w:p w:rsidR="00635F38" w:rsidRPr="007A1F33" w:rsidRDefault="00635F38" w:rsidP="00E55C3B">
      <w:pPr>
        <w:contextualSpacing/>
        <w:rPr>
          <w:b/>
        </w:rPr>
      </w:pPr>
      <w:r w:rsidRPr="007A1F33">
        <w:rPr>
          <w:b/>
          <w:bCs/>
          <w:iCs/>
        </w:rPr>
        <w:t>Про</w:t>
      </w:r>
      <w:r w:rsidRPr="007A1F33">
        <w:rPr>
          <w:b/>
        </w:rPr>
        <w:t xml:space="preserve">  затвердження технічної документації </w:t>
      </w:r>
    </w:p>
    <w:p w:rsidR="00635F38" w:rsidRPr="007A1F33" w:rsidRDefault="00635F38" w:rsidP="00E55C3B">
      <w:pPr>
        <w:contextualSpacing/>
        <w:rPr>
          <w:b/>
        </w:rPr>
      </w:pPr>
      <w:r w:rsidRPr="007A1F33">
        <w:rPr>
          <w:b/>
        </w:rPr>
        <w:t xml:space="preserve">із землеустрою  щодо поділу та об’єднання   </w:t>
      </w:r>
    </w:p>
    <w:p w:rsidR="00635F38" w:rsidRPr="007A1F33" w:rsidRDefault="00635F38" w:rsidP="00E55C3B">
      <w:pPr>
        <w:contextualSpacing/>
        <w:rPr>
          <w:b/>
        </w:rPr>
      </w:pPr>
      <w:r w:rsidRPr="007A1F33">
        <w:rPr>
          <w:b/>
        </w:rPr>
        <w:t xml:space="preserve">земельних  ділянок  </w:t>
      </w:r>
    </w:p>
    <w:p w:rsidR="00635F38" w:rsidRPr="007A1F33" w:rsidRDefault="00635F38" w:rsidP="00E55C3B">
      <w:pPr>
        <w:contextualSpacing/>
        <w:rPr>
          <w:b/>
        </w:rPr>
      </w:pPr>
    </w:p>
    <w:p w:rsidR="00635F38" w:rsidRPr="002A1897" w:rsidRDefault="00635F38" w:rsidP="00E55C3B">
      <w:pPr>
        <w:ind w:firstLine="708"/>
        <w:jc w:val="both"/>
        <w:rPr>
          <w:lang w:val="ru-RU"/>
        </w:rPr>
      </w:pPr>
      <w:r w:rsidRPr="002A1897">
        <w:t xml:space="preserve">Розглянувши технічну документацію із землеустрою щодо поділу та об’єднання земельних ділянок  площею  </w:t>
      </w:r>
      <w:smartTag w:uri="urn:schemas-microsoft-com:office:smarttags" w:element="metricconverter">
        <w:smartTagPr>
          <w:attr w:name="ProductID" w:val="44,6646 га"/>
        </w:smartTagPr>
        <w:r w:rsidRPr="002A1897">
          <w:t>44,6646 га</w:t>
        </w:r>
      </w:smartTag>
      <w:r w:rsidRPr="002A1897">
        <w:t xml:space="preserve"> з кадастровим номером 6125585900:01:002:0016,  що розташована  на території  Нагірянської сільської ради за межами населеного пункту   с-ща Нагірянка  Чортківського району Тернопільської області,   на 56 земельних</w:t>
      </w:r>
      <w:bookmarkStart w:id="0" w:name="_GoBack"/>
      <w:bookmarkEnd w:id="0"/>
      <w:r w:rsidRPr="002A1897">
        <w:t xml:space="preserve"> ділянок з  метою  передачі  їх  </w:t>
      </w:r>
      <w:r w:rsidRPr="002A1897">
        <w:rPr>
          <w:lang w:val="ru-RU"/>
        </w:rPr>
        <w:t xml:space="preserve">безоплатно у власність   для  ведення  особистого  селянського  господарства, керуючись    статтями  12,  116, 118,  121, 122 Земельного  кодексу  України,   п. 34  статті 26,  статтею  33  Закону  України  «Про  </w:t>
      </w:r>
      <w:r w:rsidRPr="002A1897">
        <w:t>місцеве</w:t>
      </w:r>
      <w:r w:rsidRPr="002A1897">
        <w:rPr>
          <w:lang w:val="ru-RU"/>
        </w:rPr>
        <w:t xml:space="preserve">  самоврядування  в  Україні»,  статтею  56 Закону України «Про  землеустрій», статтею  24  Закону України «Про державний земельний кадастр», п.3, 6 Прикінцевих та перехідних положень Закону України  “ Про внесення змін до деяких законодавчих актів України щодо розмежування земель державної та комунальної власності ”, беручи до уваги технічну документацію із землеустрою щодо поділу та об’єднання земельних ділянок</w:t>
      </w:r>
      <w:r w:rsidRPr="002A1897">
        <w:t>,  сільська рада</w:t>
      </w:r>
    </w:p>
    <w:p w:rsidR="00635F38" w:rsidRPr="002A1897" w:rsidRDefault="00635F38" w:rsidP="00450004">
      <w:pPr>
        <w:ind w:firstLine="708"/>
      </w:pPr>
    </w:p>
    <w:p w:rsidR="00635F38" w:rsidRPr="002A1897" w:rsidRDefault="00635F38" w:rsidP="00E55C3B">
      <w:pPr>
        <w:jc w:val="both"/>
        <w:rPr>
          <w:b/>
        </w:rPr>
      </w:pPr>
      <w:r w:rsidRPr="002A1897">
        <w:rPr>
          <w:b/>
        </w:rPr>
        <w:t>ВИРІШИЛА:</w:t>
      </w:r>
    </w:p>
    <w:p w:rsidR="00635F38" w:rsidRPr="002A1897" w:rsidRDefault="00635F38" w:rsidP="00450004">
      <w:pPr>
        <w:rPr>
          <w:b/>
        </w:rPr>
      </w:pPr>
    </w:p>
    <w:p w:rsidR="00635F38" w:rsidRPr="002A1897" w:rsidRDefault="00635F38" w:rsidP="00E55C3B">
      <w:pPr>
        <w:jc w:val="both"/>
      </w:pPr>
      <w:r w:rsidRPr="002A1897">
        <w:rPr>
          <w:b/>
        </w:rPr>
        <w:t>1.</w:t>
      </w:r>
      <w:r w:rsidRPr="002A1897">
        <w:t xml:space="preserve"> Затвердити технічну документацію із землеустрою щодо поділу та об’єднання земельних ділянок площею </w:t>
      </w:r>
      <w:smartTag w:uri="urn:schemas-microsoft-com:office:smarttags" w:element="metricconverter">
        <w:smartTagPr>
          <w:attr w:name="ProductID" w:val="44,6646 га"/>
        </w:smartTagPr>
        <w:r w:rsidRPr="002A1897">
          <w:t>44,6646 га</w:t>
        </w:r>
      </w:smartTag>
      <w:r w:rsidRPr="002A1897">
        <w:t xml:space="preserve">  з кадастровим номером 6125585900:01:002:0016,    що розташована  на території  Нагірянської сільської ради за межами населеного пункту  с-ща Нагірянка  Чортківського району Тернопільської області, 56 земельних ділянок, а саме : </w:t>
      </w:r>
    </w:p>
    <w:p w:rsidR="00635F38" w:rsidRPr="002A1897" w:rsidRDefault="00635F38" w:rsidP="00450004">
      <w:pPr>
        <w:ind w:firstLine="708"/>
        <w:jc w:val="both"/>
      </w:pPr>
      <w:r w:rsidRPr="002A1897">
        <w:t xml:space="preserve">- ділянка № 1 – площею </w:t>
      </w:r>
      <w:smartTag w:uri="urn:schemas-microsoft-com:office:smarttags" w:element="metricconverter">
        <w:smartTagPr>
          <w:attr w:name="ProductID" w:val="0,2665 га"/>
        </w:smartTagPr>
        <w:r w:rsidRPr="002A1897">
          <w:t>0,2665 га</w:t>
        </w:r>
      </w:smartTag>
      <w:r w:rsidRPr="002A1897">
        <w:t xml:space="preserve"> з  кадастровим номером 6125585900:01:002:0068,</w:t>
      </w:r>
    </w:p>
    <w:p w:rsidR="00635F38" w:rsidRPr="002A1897" w:rsidRDefault="00635F38" w:rsidP="00450004">
      <w:pPr>
        <w:ind w:firstLine="708"/>
        <w:jc w:val="both"/>
      </w:pPr>
      <w:r w:rsidRPr="002A1897">
        <w:t xml:space="preserve">- ділянка № 2 – площею </w:t>
      </w:r>
      <w:smartTag w:uri="urn:schemas-microsoft-com:office:smarttags" w:element="metricconverter">
        <w:smartTagPr>
          <w:attr w:name="ProductID" w:val="0,3465 га"/>
        </w:smartTagPr>
        <w:r w:rsidRPr="002A1897">
          <w:t>0,3465 га</w:t>
        </w:r>
      </w:smartTag>
      <w:r w:rsidRPr="002A1897">
        <w:t xml:space="preserve"> з  кадастровим номером 6125585900:01:002:0067,</w:t>
      </w:r>
    </w:p>
    <w:p w:rsidR="00635F38" w:rsidRPr="002A1897" w:rsidRDefault="00635F38" w:rsidP="00450004">
      <w:pPr>
        <w:ind w:firstLine="708"/>
        <w:jc w:val="both"/>
      </w:pPr>
      <w:r w:rsidRPr="002A1897">
        <w:t xml:space="preserve">- ділянка № 3 – площею </w:t>
      </w:r>
      <w:smartTag w:uri="urn:schemas-microsoft-com:office:smarttags" w:element="metricconverter">
        <w:smartTagPr>
          <w:attr w:name="ProductID" w:val="0,2966 га"/>
        </w:smartTagPr>
        <w:r w:rsidRPr="002A1897">
          <w:t>0,2966 га</w:t>
        </w:r>
      </w:smartTag>
      <w:r w:rsidRPr="002A1897">
        <w:t xml:space="preserve"> з  кадастровим номером 6125585900:01:002:0066,</w:t>
      </w:r>
    </w:p>
    <w:p w:rsidR="00635F38" w:rsidRPr="002A1897" w:rsidRDefault="00635F38" w:rsidP="00450004">
      <w:pPr>
        <w:ind w:firstLine="708"/>
        <w:jc w:val="both"/>
      </w:pPr>
      <w:r w:rsidRPr="002A1897">
        <w:t xml:space="preserve">- ділянка № 4 – площею </w:t>
      </w:r>
      <w:smartTag w:uri="urn:schemas-microsoft-com:office:smarttags" w:element="metricconverter">
        <w:smartTagPr>
          <w:attr w:name="ProductID" w:val="0,2465 га"/>
        </w:smartTagPr>
        <w:r w:rsidRPr="002A1897">
          <w:t>0,2465 га</w:t>
        </w:r>
      </w:smartTag>
      <w:r w:rsidRPr="002A1897">
        <w:t xml:space="preserve"> з  кадастровим номером 6125585900:01:002:0065,</w:t>
      </w:r>
    </w:p>
    <w:p w:rsidR="00635F38" w:rsidRPr="002A1897" w:rsidRDefault="00635F38" w:rsidP="00450004">
      <w:pPr>
        <w:ind w:firstLine="708"/>
        <w:jc w:val="both"/>
      </w:pPr>
      <w:r w:rsidRPr="002A1897">
        <w:t xml:space="preserve">- ділянка № 5 – площею </w:t>
      </w:r>
      <w:smartTag w:uri="urn:schemas-microsoft-com:office:smarttags" w:element="metricconverter">
        <w:smartTagPr>
          <w:attr w:name="ProductID" w:val="0,3375 га"/>
        </w:smartTagPr>
        <w:r w:rsidRPr="002A1897">
          <w:t>0,3375 га</w:t>
        </w:r>
      </w:smartTag>
      <w:r w:rsidRPr="002A1897">
        <w:t xml:space="preserve"> з  кадастровим номером 6125585900:01:002:0064,</w:t>
      </w:r>
    </w:p>
    <w:p w:rsidR="00635F38" w:rsidRPr="002A1897" w:rsidRDefault="00635F38" w:rsidP="00450004">
      <w:pPr>
        <w:ind w:firstLine="708"/>
        <w:jc w:val="both"/>
      </w:pPr>
      <w:r w:rsidRPr="002A1897">
        <w:t xml:space="preserve">- ділянка № 6 – площею </w:t>
      </w:r>
      <w:smartTag w:uri="urn:schemas-microsoft-com:office:smarttags" w:element="metricconverter">
        <w:smartTagPr>
          <w:attr w:name="ProductID" w:val="0,2000 га"/>
        </w:smartTagPr>
        <w:r w:rsidRPr="002A1897">
          <w:t>0,2000 га</w:t>
        </w:r>
      </w:smartTag>
      <w:r w:rsidRPr="002A1897">
        <w:t xml:space="preserve"> з  кадастровим номером 6125585900:01:002:0063,</w:t>
      </w:r>
    </w:p>
    <w:p w:rsidR="00635F38" w:rsidRPr="002A1897" w:rsidRDefault="00635F38" w:rsidP="00450004">
      <w:pPr>
        <w:ind w:firstLine="708"/>
        <w:jc w:val="both"/>
      </w:pPr>
      <w:r w:rsidRPr="002A1897">
        <w:t xml:space="preserve">- ділянка № 7 – площею </w:t>
      </w:r>
      <w:smartTag w:uri="urn:schemas-microsoft-com:office:smarttags" w:element="metricconverter">
        <w:smartTagPr>
          <w:attr w:name="ProductID" w:val="0,2465 га"/>
        </w:smartTagPr>
        <w:r w:rsidRPr="002A1897">
          <w:t>0,2465 га</w:t>
        </w:r>
      </w:smartTag>
      <w:r w:rsidRPr="002A1897">
        <w:t xml:space="preserve"> з  кадастровим номером 6125585900:01:002:0061,</w:t>
      </w:r>
    </w:p>
    <w:p w:rsidR="00635F38" w:rsidRPr="002A1897" w:rsidRDefault="00635F38" w:rsidP="00450004">
      <w:pPr>
        <w:ind w:firstLine="708"/>
        <w:jc w:val="both"/>
      </w:pPr>
      <w:r w:rsidRPr="002A1897">
        <w:t xml:space="preserve">- ділянка № 8 – площею </w:t>
      </w:r>
      <w:smartTag w:uri="urn:schemas-microsoft-com:office:smarttags" w:element="metricconverter">
        <w:smartTagPr>
          <w:attr w:name="ProductID" w:val="0,0965 га"/>
        </w:smartTagPr>
        <w:r w:rsidRPr="002A1897">
          <w:t>0,0965 га</w:t>
        </w:r>
      </w:smartTag>
      <w:r w:rsidRPr="002A1897">
        <w:t xml:space="preserve"> з  кадастровим номером 6125585900:01:002:0069,</w:t>
      </w:r>
    </w:p>
    <w:p w:rsidR="00635F38" w:rsidRPr="002A1897" w:rsidRDefault="00635F38" w:rsidP="00450004">
      <w:pPr>
        <w:ind w:firstLine="708"/>
        <w:jc w:val="both"/>
      </w:pPr>
      <w:r w:rsidRPr="002A1897">
        <w:t xml:space="preserve">- ділянка № 9 – площею </w:t>
      </w:r>
      <w:smartTag w:uri="urn:schemas-microsoft-com:office:smarttags" w:element="metricconverter">
        <w:smartTagPr>
          <w:attr w:name="ProductID" w:val="0,1964 га"/>
        </w:smartTagPr>
        <w:r w:rsidRPr="002A1897">
          <w:t>0,1964 га</w:t>
        </w:r>
      </w:smartTag>
      <w:r w:rsidRPr="002A1897">
        <w:t xml:space="preserve"> з  кадастровим номером 6125585900:01:002:0070,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10 – площею </w:t>
      </w:r>
      <w:smartTag w:uri="urn:schemas-microsoft-com:office:smarttags" w:element="metricconverter">
        <w:smartTagPr>
          <w:attr w:name="ProductID" w:val="0,3364 га"/>
        </w:smartTagPr>
        <w:r w:rsidRPr="002A1897">
          <w:t>0,3364 га</w:t>
        </w:r>
      </w:smartTag>
      <w:r w:rsidRPr="002A1897">
        <w:t xml:space="preserve"> з  кадастровим номером 6125585900:01:002:0071,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11 – площею </w:t>
      </w:r>
      <w:smartTag w:uri="urn:schemas-microsoft-com:office:smarttags" w:element="metricconverter">
        <w:smartTagPr>
          <w:attr w:name="ProductID" w:val="0,3365 га"/>
        </w:smartTagPr>
        <w:r w:rsidRPr="002A1897">
          <w:t>0,3365 га</w:t>
        </w:r>
      </w:smartTag>
      <w:r w:rsidRPr="002A1897">
        <w:t xml:space="preserve"> з  кадастровим номером 6125585900:01:002:0072,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12 – площею </w:t>
      </w:r>
      <w:smartTag w:uri="urn:schemas-microsoft-com:office:smarttags" w:element="metricconverter">
        <w:smartTagPr>
          <w:attr w:name="ProductID" w:val="0,1965 га"/>
        </w:smartTagPr>
        <w:r w:rsidRPr="002A1897">
          <w:t>0,1965 га</w:t>
        </w:r>
      </w:smartTag>
      <w:r w:rsidRPr="002A1897">
        <w:t xml:space="preserve"> з  кадастровим номером 6125585900:01:002:0073,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13 – площею </w:t>
      </w:r>
      <w:smartTag w:uri="urn:schemas-microsoft-com:office:smarttags" w:element="metricconverter">
        <w:smartTagPr>
          <w:attr w:name="ProductID" w:val="0,3565 га"/>
        </w:smartTagPr>
        <w:r w:rsidRPr="002A1897">
          <w:t>0,3565 га</w:t>
        </w:r>
      </w:smartTag>
      <w:r w:rsidRPr="002A1897">
        <w:t xml:space="preserve"> з  кадастровим номером 6125585900:01:002:0074,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14 – площею </w:t>
      </w:r>
      <w:smartTag w:uri="urn:schemas-microsoft-com:office:smarttags" w:element="metricconverter">
        <w:smartTagPr>
          <w:attr w:name="ProductID" w:val="0,3265 га"/>
        </w:smartTagPr>
        <w:r w:rsidRPr="002A1897">
          <w:t>0,3265 га</w:t>
        </w:r>
      </w:smartTag>
      <w:r w:rsidRPr="002A1897">
        <w:t xml:space="preserve"> з  кадастровим номером 6125585900:01:002:0075,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15 – площею </w:t>
      </w:r>
      <w:smartTag w:uri="urn:schemas-microsoft-com:office:smarttags" w:element="metricconverter">
        <w:smartTagPr>
          <w:attr w:name="ProductID" w:val="0,1479 га"/>
        </w:smartTagPr>
        <w:r w:rsidRPr="002A1897">
          <w:t>0,1479 га</w:t>
        </w:r>
      </w:smartTag>
      <w:r w:rsidRPr="002A1897">
        <w:t xml:space="preserve"> з  кадастровим номером 6125585900:01:002:0076,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16 – площею </w:t>
      </w:r>
      <w:smartTag w:uri="urn:schemas-microsoft-com:office:smarttags" w:element="metricconverter">
        <w:smartTagPr>
          <w:attr w:name="ProductID" w:val="0,2955 га"/>
        </w:smartTagPr>
        <w:r w:rsidRPr="002A1897">
          <w:t>0,2955 га</w:t>
        </w:r>
      </w:smartTag>
      <w:r w:rsidRPr="002A1897">
        <w:t xml:space="preserve"> з  кадастровим номером 6125585900:01:002:0077,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17 – площею </w:t>
      </w:r>
      <w:smartTag w:uri="urn:schemas-microsoft-com:office:smarttags" w:element="metricconverter">
        <w:smartTagPr>
          <w:attr w:name="ProductID" w:val="0,1354 га"/>
        </w:smartTagPr>
        <w:r w:rsidRPr="002A1897">
          <w:t>0,1354 га</w:t>
        </w:r>
      </w:smartTag>
      <w:r w:rsidRPr="002A1897">
        <w:t xml:space="preserve"> з  кадастровим номером 6125585900:01:002:0078,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18 – площею </w:t>
      </w:r>
      <w:smartTag w:uri="urn:schemas-microsoft-com:office:smarttags" w:element="metricconverter">
        <w:smartTagPr>
          <w:attr w:name="ProductID" w:val="0,2550 га"/>
        </w:smartTagPr>
        <w:r w:rsidRPr="002A1897">
          <w:t>0,2550 га</w:t>
        </w:r>
      </w:smartTag>
      <w:r w:rsidRPr="002A1897">
        <w:t xml:space="preserve"> з  кадастровим номером 6125585900:01:002:0079,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19 – площею </w:t>
      </w:r>
      <w:smartTag w:uri="urn:schemas-microsoft-com:office:smarttags" w:element="metricconverter">
        <w:smartTagPr>
          <w:attr w:name="ProductID" w:val="0,0005 га"/>
        </w:smartTagPr>
        <w:r w:rsidRPr="002A1897">
          <w:t>0,0005 га</w:t>
        </w:r>
      </w:smartTag>
      <w:r w:rsidRPr="002A1897">
        <w:t xml:space="preserve"> з  кадастровим номером 6125585900:01:002:0080,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20 – площею </w:t>
      </w:r>
      <w:smartTag w:uri="urn:schemas-microsoft-com:office:smarttags" w:element="metricconverter">
        <w:smartTagPr>
          <w:attr w:name="ProductID" w:val="0,4800 га"/>
        </w:smartTagPr>
        <w:r w:rsidRPr="002A1897">
          <w:t>0,4800 га</w:t>
        </w:r>
      </w:smartTag>
      <w:r w:rsidRPr="002A1897">
        <w:t xml:space="preserve"> з  кадастровим номером 6125585900:01:002:0062,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21 – площею </w:t>
      </w:r>
      <w:smartTag w:uri="urn:schemas-microsoft-com:office:smarttags" w:element="metricconverter">
        <w:smartTagPr>
          <w:attr w:name="ProductID" w:val="0,4441 га"/>
        </w:smartTagPr>
        <w:r w:rsidRPr="002A1897">
          <w:t>0,4441 га</w:t>
        </w:r>
      </w:smartTag>
      <w:r w:rsidRPr="002A1897">
        <w:t xml:space="preserve"> з  кадастровим номером 6125585900:01:002:0018,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22 – площею </w:t>
      </w:r>
      <w:smartTag w:uri="urn:schemas-microsoft-com:office:smarttags" w:element="metricconverter">
        <w:smartTagPr>
          <w:attr w:name="ProductID" w:val="0,2100 га"/>
        </w:smartTagPr>
        <w:r w:rsidRPr="002A1897">
          <w:t>0,2100 га</w:t>
        </w:r>
      </w:smartTag>
      <w:r w:rsidRPr="002A1897">
        <w:t xml:space="preserve"> з  кадастровим номером 6125585900:01:002:0019,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23 – площею </w:t>
      </w:r>
      <w:smartTag w:uri="urn:schemas-microsoft-com:office:smarttags" w:element="metricconverter">
        <w:smartTagPr>
          <w:attr w:name="ProductID" w:val="0,1866 га"/>
        </w:smartTagPr>
        <w:r w:rsidRPr="002A1897">
          <w:t>0,1866 га</w:t>
        </w:r>
      </w:smartTag>
      <w:r w:rsidRPr="002A1897">
        <w:t xml:space="preserve"> з  кадастровим номером 6125585900:01:002:0020,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24 – площею </w:t>
      </w:r>
      <w:smartTag w:uri="urn:schemas-microsoft-com:office:smarttags" w:element="metricconverter">
        <w:smartTagPr>
          <w:attr w:name="ProductID" w:val="0,1865 га"/>
        </w:smartTagPr>
        <w:r w:rsidRPr="002A1897">
          <w:t>0,1865 га</w:t>
        </w:r>
      </w:smartTag>
      <w:r w:rsidRPr="002A1897">
        <w:t xml:space="preserve"> з  кадастровим номером 6125585900:01:002:0021,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25 – площею </w:t>
      </w:r>
      <w:smartTag w:uri="urn:schemas-microsoft-com:office:smarttags" w:element="metricconverter">
        <w:smartTagPr>
          <w:attr w:name="ProductID" w:val="0,2965 га"/>
        </w:smartTagPr>
        <w:r w:rsidRPr="002A1897">
          <w:t>0,2965 га</w:t>
        </w:r>
      </w:smartTag>
      <w:r w:rsidRPr="002A1897">
        <w:t xml:space="preserve"> з  кадастровим номером 6125585900:01:002:0022,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26 – площею </w:t>
      </w:r>
      <w:smartTag w:uri="urn:schemas-microsoft-com:office:smarttags" w:element="metricconverter">
        <w:smartTagPr>
          <w:attr w:name="ProductID" w:val="0,2465 га"/>
        </w:smartTagPr>
        <w:r w:rsidRPr="002A1897">
          <w:t>0,2465 га</w:t>
        </w:r>
      </w:smartTag>
      <w:r w:rsidRPr="002A1897">
        <w:t xml:space="preserve"> з  кадастровим номером 6125585900:01:002:0023,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27 – площею </w:t>
      </w:r>
      <w:smartTag w:uri="urn:schemas-microsoft-com:office:smarttags" w:element="metricconverter">
        <w:smartTagPr>
          <w:attr w:name="ProductID" w:val="0,1965 га"/>
        </w:smartTagPr>
        <w:r w:rsidRPr="002A1897">
          <w:t>0,1965 га</w:t>
        </w:r>
      </w:smartTag>
      <w:r w:rsidRPr="002A1897">
        <w:t xml:space="preserve"> з  кадастровим номером 6125585900:01:002:0024,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28 – площею </w:t>
      </w:r>
      <w:smartTag w:uri="urn:schemas-microsoft-com:office:smarttags" w:element="metricconverter">
        <w:smartTagPr>
          <w:attr w:name="ProductID" w:val="0,3664 га"/>
        </w:smartTagPr>
        <w:r w:rsidRPr="002A1897">
          <w:t>0,3664 га</w:t>
        </w:r>
      </w:smartTag>
      <w:r w:rsidRPr="002A1897">
        <w:t xml:space="preserve"> з  кадастровим номером 6125585900:01:002:0025,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29 – площею </w:t>
      </w:r>
      <w:smartTag w:uri="urn:schemas-microsoft-com:office:smarttags" w:element="metricconverter">
        <w:smartTagPr>
          <w:attr w:name="ProductID" w:val="0,1365 га"/>
        </w:smartTagPr>
        <w:r w:rsidRPr="002A1897">
          <w:t>0,1365 га</w:t>
        </w:r>
      </w:smartTag>
      <w:r w:rsidRPr="002A1897">
        <w:t xml:space="preserve"> з  кадастровим номером 6125585900:01:002:0060,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30 – площею </w:t>
      </w:r>
      <w:smartTag w:uri="urn:schemas-microsoft-com:office:smarttags" w:element="metricconverter">
        <w:smartTagPr>
          <w:attr w:name="ProductID" w:val="0,2000 га"/>
        </w:smartTagPr>
        <w:r w:rsidRPr="002A1897">
          <w:t>0,2000 га</w:t>
        </w:r>
      </w:smartTag>
      <w:r w:rsidRPr="002A1897">
        <w:t xml:space="preserve"> з  кадастровим номером 6125585900:01:002:0035,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31 – площею </w:t>
      </w:r>
      <w:smartTag w:uri="urn:schemas-microsoft-com:office:smarttags" w:element="metricconverter">
        <w:smartTagPr>
          <w:attr w:name="ProductID" w:val="0,2865 га"/>
        </w:smartTagPr>
        <w:r w:rsidRPr="002A1897">
          <w:t>0,2865 га</w:t>
        </w:r>
      </w:smartTag>
      <w:r w:rsidRPr="002A1897">
        <w:t xml:space="preserve"> з  кадастровим номером 6125585900:01:002:0036,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32 – площею </w:t>
      </w:r>
      <w:smartTag w:uri="urn:schemas-microsoft-com:office:smarttags" w:element="metricconverter">
        <w:smartTagPr>
          <w:attr w:name="ProductID" w:val="0,2700 га"/>
        </w:smartTagPr>
        <w:r w:rsidRPr="002A1897">
          <w:t>0,2700 га</w:t>
        </w:r>
      </w:smartTag>
      <w:r w:rsidRPr="002A1897">
        <w:t xml:space="preserve"> з  кадастровим номером 6125585900:01:002:0037,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33 – площею </w:t>
      </w:r>
      <w:smartTag w:uri="urn:schemas-microsoft-com:office:smarttags" w:element="metricconverter">
        <w:smartTagPr>
          <w:attr w:name="ProductID" w:val="0,3800 га"/>
        </w:smartTagPr>
        <w:r w:rsidRPr="002A1897">
          <w:t>0,3800 га</w:t>
        </w:r>
      </w:smartTag>
      <w:r w:rsidRPr="002A1897">
        <w:t xml:space="preserve"> з  кадастровим номером 6125585900:01:002:0038,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34 – площею </w:t>
      </w:r>
      <w:smartTag w:uri="urn:schemas-microsoft-com:office:smarttags" w:element="metricconverter">
        <w:smartTagPr>
          <w:attr w:name="ProductID" w:val="0,2899 га"/>
        </w:smartTagPr>
        <w:r w:rsidRPr="002A1897">
          <w:t>0,2899 га</w:t>
        </w:r>
      </w:smartTag>
      <w:r w:rsidRPr="002A1897">
        <w:t xml:space="preserve"> з  кадастровим номером 6125585900:01:002:0039,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35 – площею </w:t>
      </w:r>
      <w:smartTag w:uri="urn:schemas-microsoft-com:office:smarttags" w:element="metricconverter">
        <w:smartTagPr>
          <w:attr w:name="ProductID" w:val="0,2365 га"/>
        </w:smartTagPr>
        <w:r w:rsidRPr="002A1897">
          <w:t>0,2365 га</w:t>
        </w:r>
      </w:smartTag>
      <w:r w:rsidRPr="002A1897">
        <w:t xml:space="preserve"> з  кадастровим номером 6125585900:01:002:0040,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36 – площею </w:t>
      </w:r>
      <w:smartTag w:uri="urn:schemas-microsoft-com:office:smarttags" w:element="metricconverter">
        <w:smartTagPr>
          <w:attr w:name="ProductID" w:val="0,2265 га"/>
        </w:smartTagPr>
        <w:r w:rsidRPr="002A1897">
          <w:t>0,2265 га</w:t>
        </w:r>
      </w:smartTag>
      <w:r w:rsidRPr="002A1897">
        <w:t xml:space="preserve"> з  кадастровим номером 6125585900:01:002:0041, </w:t>
      </w:r>
    </w:p>
    <w:p w:rsidR="00635F38" w:rsidRPr="002A1897" w:rsidRDefault="00635F38" w:rsidP="0088583F">
      <w:pPr>
        <w:ind w:firstLine="708"/>
        <w:jc w:val="both"/>
      </w:pPr>
      <w:r w:rsidRPr="002A1897">
        <w:t xml:space="preserve">- ділянка № 37 – площею </w:t>
      </w:r>
      <w:smartTag w:uri="urn:schemas-microsoft-com:office:smarttags" w:element="metricconverter">
        <w:smartTagPr>
          <w:attr w:name="ProductID" w:val="0,3965 га"/>
        </w:smartTagPr>
        <w:r w:rsidRPr="002A1897">
          <w:t>0,3965 га</w:t>
        </w:r>
      </w:smartTag>
      <w:r w:rsidRPr="002A1897">
        <w:t xml:space="preserve"> з  кадастровим номером 6125585900:01:002:0042, </w:t>
      </w:r>
    </w:p>
    <w:p w:rsidR="00635F38" w:rsidRPr="002A1897" w:rsidRDefault="00635F38" w:rsidP="00126A47">
      <w:pPr>
        <w:ind w:firstLine="708"/>
        <w:jc w:val="both"/>
      </w:pPr>
      <w:r w:rsidRPr="002A1897">
        <w:t xml:space="preserve">- ділянка № 38 – площею </w:t>
      </w:r>
      <w:smartTag w:uri="urn:schemas-microsoft-com:office:smarttags" w:element="metricconverter">
        <w:smartTagPr>
          <w:attr w:name="ProductID" w:val="0,3700 га"/>
        </w:smartTagPr>
        <w:r w:rsidRPr="002A1897">
          <w:t>0,3700 га</w:t>
        </w:r>
      </w:smartTag>
      <w:r w:rsidRPr="002A1897">
        <w:t xml:space="preserve"> з  кадастровим номером 6125585900:01:002:0043, </w:t>
      </w:r>
    </w:p>
    <w:p w:rsidR="00635F38" w:rsidRPr="002A1897" w:rsidRDefault="00635F38" w:rsidP="00126A47">
      <w:pPr>
        <w:ind w:firstLine="708"/>
        <w:jc w:val="both"/>
      </w:pPr>
      <w:r w:rsidRPr="002A1897">
        <w:t xml:space="preserve">- ділянка № 39 – площею </w:t>
      </w:r>
      <w:smartTag w:uri="urn:schemas-microsoft-com:office:smarttags" w:element="metricconverter">
        <w:smartTagPr>
          <w:attr w:name="ProductID" w:val="0,3065 га"/>
        </w:smartTagPr>
        <w:r w:rsidRPr="002A1897">
          <w:t>0,3065 га</w:t>
        </w:r>
      </w:smartTag>
      <w:r w:rsidRPr="002A1897">
        <w:t xml:space="preserve"> з  кадастровим номером 6125585900:01:002:0044, </w:t>
      </w:r>
    </w:p>
    <w:p w:rsidR="00635F38" w:rsidRPr="002A1897" w:rsidRDefault="00635F38" w:rsidP="00126A47">
      <w:pPr>
        <w:ind w:firstLine="708"/>
        <w:jc w:val="both"/>
      </w:pPr>
      <w:r w:rsidRPr="002A1897">
        <w:t xml:space="preserve">- ділянка № 40 – площею </w:t>
      </w:r>
      <w:smartTag w:uri="urn:schemas-microsoft-com:office:smarttags" w:element="metricconverter">
        <w:smartTagPr>
          <w:attr w:name="ProductID" w:val="0,3466 га"/>
        </w:smartTagPr>
        <w:r w:rsidRPr="002A1897">
          <w:t>0,3466 га</w:t>
        </w:r>
      </w:smartTag>
      <w:r w:rsidRPr="002A1897">
        <w:t xml:space="preserve"> з  кадастровим номером 6125585900:01:002:0045, </w:t>
      </w:r>
    </w:p>
    <w:p w:rsidR="00635F38" w:rsidRPr="002A1897" w:rsidRDefault="00635F38" w:rsidP="00126A47">
      <w:pPr>
        <w:ind w:firstLine="708"/>
        <w:jc w:val="both"/>
      </w:pPr>
      <w:r w:rsidRPr="002A1897">
        <w:t xml:space="preserve">- ділянка № 41 – площею </w:t>
      </w:r>
      <w:smartTag w:uri="urn:schemas-microsoft-com:office:smarttags" w:element="metricconverter">
        <w:smartTagPr>
          <w:attr w:name="ProductID" w:val="0,2365 га"/>
        </w:smartTagPr>
        <w:r w:rsidRPr="002A1897">
          <w:t>0,2365 га</w:t>
        </w:r>
      </w:smartTag>
      <w:r w:rsidRPr="002A1897">
        <w:t xml:space="preserve"> з  кадастровим номером 6125585900:01:002:0046, </w:t>
      </w:r>
    </w:p>
    <w:p w:rsidR="00635F38" w:rsidRPr="002A1897" w:rsidRDefault="00635F38" w:rsidP="00126A47">
      <w:pPr>
        <w:ind w:firstLine="708"/>
        <w:jc w:val="both"/>
      </w:pPr>
      <w:r w:rsidRPr="002A1897">
        <w:t xml:space="preserve">- ділянка № 42 – площею </w:t>
      </w:r>
      <w:smartTag w:uri="urn:schemas-microsoft-com:office:smarttags" w:element="metricconverter">
        <w:smartTagPr>
          <w:attr w:name="ProductID" w:val="0,3165 га"/>
        </w:smartTagPr>
        <w:r w:rsidRPr="002A1897">
          <w:t>0,3165 га</w:t>
        </w:r>
      </w:smartTag>
      <w:r w:rsidRPr="002A1897">
        <w:t xml:space="preserve"> з  кадастровим номером 6125585900:01:002:0047, </w:t>
      </w:r>
    </w:p>
    <w:p w:rsidR="00635F38" w:rsidRPr="002A1897" w:rsidRDefault="00635F38" w:rsidP="00126A47">
      <w:pPr>
        <w:ind w:firstLine="708"/>
        <w:jc w:val="both"/>
      </w:pPr>
      <w:r w:rsidRPr="002A1897">
        <w:t xml:space="preserve">- ділянка № 43 – площею </w:t>
      </w:r>
      <w:smartTag w:uri="urn:schemas-microsoft-com:office:smarttags" w:element="metricconverter">
        <w:smartTagPr>
          <w:attr w:name="ProductID" w:val="0,3365 га"/>
        </w:smartTagPr>
        <w:r w:rsidRPr="002A1897">
          <w:t>0,3365 га</w:t>
        </w:r>
      </w:smartTag>
      <w:r w:rsidRPr="002A1897">
        <w:t xml:space="preserve"> з  кадастровим номером 6125585900:01:002:0048, </w:t>
      </w:r>
    </w:p>
    <w:p w:rsidR="00635F38" w:rsidRPr="002A1897" w:rsidRDefault="00635F38" w:rsidP="00126A47">
      <w:pPr>
        <w:ind w:firstLine="708"/>
        <w:jc w:val="both"/>
      </w:pPr>
      <w:r w:rsidRPr="002A1897">
        <w:t xml:space="preserve">- ділянка № 44 – площею </w:t>
      </w:r>
      <w:smartTag w:uri="urn:schemas-microsoft-com:office:smarttags" w:element="metricconverter">
        <w:smartTagPr>
          <w:attr w:name="ProductID" w:val="0,3365 га"/>
        </w:smartTagPr>
        <w:r w:rsidRPr="002A1897">
          <w:t>0,3365 га</w:t>
        </w:r>
      </w:smartTag>
      <w:r w:rsidRPr="002A1897">
        <w:t xml:space="preserve"> з  кадастровим номером 6125585900:01:002:0049, </w:t>
      </w:r>
    </w:p>
    <w:p w:rsidR="00635F38" w:rsidRPr="002A1897" w:rsidRDefault="00635F38" w:rsidP="00126A47">
      <w:pPr>
        <w:ind w:firstLine="708"/>
        <w:jc w:val="both"/>
      </w:pPr>
      <w:r w:rsidRPr="002A1897">
        <w:t xml:space="preserve">- ділянка № 45 – площею </w:t>
      </w:r>
      <w:smartTag w:uri="urn:schemas-microsoft-com:office:smarttags" w:element="metricconverter">
        <w:smartTagPr>
          <w:attr w:name="ProductID" w:val="0,2469 га"/>
        </w:smartTagPr>
        <w:r w:rsidRPr="002A1897">
          <w:t>0,2469 га</w:t>
        </w:r>
      </w:smartTag>
      <w:r w:rsidRPr="002A1897">
        <w:t xml:space="preserve"> з  кадастровим номером 6125585900:01:002:0050, </w:t>
      </w:r>
    </w:p>
    <w:p w:rsidR="00635F38" w:rsidRPr="002A1897" w:rsidRDefault="00635F38" w:rsidP="00126A47">
      <w:pPr>
        <w:ind w:firstLine="708"/>
        <w:jc w:val="both"/>
      </w:pPr>
      <w:r w:rsidRPr="002A1897">
        <w:t xml:space="preserve">- ділянка № 46 – площею </w:t>
      </w:r>
      <w:smartTag w:uri="urn:schemas-microsoft-com:office:smarttags" w:element="metricconverter">
        <w:smartTagPr>
          <w:attr w:name="ProductID" w:val="0,2106 га"/>
        </w:smartTagPr>
        <w:r w:rsidRPr="002A1897">
          <w:t>0,2106 га</w:t>
        </w:r>
      </w:smartTag>
      <w:r w:rsidRPr="002A1897">
        <w:t xml:space="preserve"> з  кадастровим номером 6125585900:01:002:0051, </w:t>
      </w:r>
    </w:p>
    <w:p w:rsidR="00635F38" w:rsidRPr="002A1897" w:rsidRDefault="00635F38" w:rsidP="00126A47">
      <w:pPr>
        <w:ind w:firstLine="708"/>
        <w:jc w:val="both"/>
      </w:pPr>
      <w:r w:rsidRPr="002A1897">
        <w:t xml:space="preserve">- ділянка № 47 – площею </w:t>
      </w:r>
      <w:smartTag w:uri="urn:schemas-microsoft-com:office:smarttags" w:element="metricconverter">
        <w:smartTagPr>
          <w:attr w:name="ProductID" w:val="0,5041 га"/>
        </w:smartTagPr>
        <w:r w:rsidRPr="002A1897">
          <w:t>0,5041 га</w:t>
        </w:r>
      </w:smartTag>
      <w:r w:rsidRPr="002A1897">
        <w:t xml:space="preserve"> з  кадастровим номером 6125585900:01:002:0052, </w:t>
      </w:r>
    </w:p>
    <w:p w:rsidR="00635F38" w:rsidRPr="002A1897" w:rsidRDefault="00635F38" w:rsidP="00126A47">
      <w:pPr>
        <w:ind w:firstLine="708"/>
        <w:jc w:val="both"/>
      </w:pPr>
      <w:r w:rsidRPr="002A1897">
        <w:t xml:space="preserve">- ділянка № 48 – площею </w:t>
      </w:r>
      <w:smartTag w:uri="urn:schemas-microsoft-com:office:smarttags" w:element="metricconverter">
        <w:smartTagPr>
          <w:attr w:name="ProductID" w:val="0,3965 га"/>
        </w:smartTagPr>
        <w:r w:rsidRPr="002A1897">
          <w:t>0,3965 га</w:t>
        </w:r>
      </w:smartTag>
      <w:r w:rsidRPr="002A1897">
        <w:t xml:space="preserve"> з  кадастровим номером 6125585900:01:002:0053, </w:t>
      </w:r>
    </w:p>
    <w:p w:rsidR="00635F38" w:rsidRPr="002A1897" w:rsidRDefault="00635F38" w:rsidP="00126A47">
      <w:pPr>
        <w:ind w:firstLine="708"/>
        <w:jc w:val="both"/>
      </w:pPr>
      <w:r w:rsidRPr="002A1897">
        <w:t xml:space="preserve">- ділянка № 49 – площею </w:t>
      </w:r>
      <w:smartTag w:uri="urn:schemas-microsoft-com:office:smarttags" w:element="metricconverter">
        <w:smartTagPr>
          <w:attr w:name="ProductID" w:val="1,0600 га"/>
        </w:smartTagPr>
        <w:r w:rsidRPr="002A1897">
          <w:t>1,0600 га</w:t>
        </w:r>
      </w:smartTag>
      <w:r w:rsidRPr="002A1897">
        <w:t xml:space="preserve"> з  кадастровим номером 6125585900:01:002:0054, </w:t>
      </w:r>
    </w:p>
    <w:p w:rsidR="00635F38" w:rsidRPr="002A1897" w:rsidRDefault="00635F38" w:rsidP="003B52F2">
      <w:pPr>
        <w:ind w:firstLine="708"/>
        <w:jc w:val="both"/>
      </w:pPr>
      <w:r w:rsidRPr="002A1897">
        <w:t xml:space="preserve">- ділянка № 49 – площею </w:t>
      </w:r>
      <w:smartTag w:uri="urn:schemas-microsoft-com:office:smarttags" w:element="metricconverter">
        <w:smartTagPr>
          <w:attr w:name="ProductID" w:val="1,0600 га"/>
        </w:smartTagPr>
        <w:r w:rsidRPr="002A1897">
          <w:t>1,0600 га</w:t>
        </w:r>
      </w:smartTag>
      <w:r w:rsidRPr="002A1897">
        <w:t xml:space="preserve"> з  кадастровим номером 6125585900:01:002:0054, </w:t>
      </w:r>
    </w:p>
    <w:p w:rsidR="00635F38" w:rsidRPr="002A1897" w:rsidRDefault="00635F38" w:rsidP="003B52F2">
      <w:pPr>
        <w:ind w:firstLine="708"/>
        <w:jc w:val="both"/>
      </w:pPr>
      <w:r w:rsidRPr="002A1897">
        <w:t xml:space="preserve">- ділянка № 50 – площею </w:t>
      </w:r>
      <w:smartTag w:uri="urn:schemas-microsoft-com:office:smarttags" w:element="metricconverter">
        <w:smartTagPr>
          <w:attr w:name="ProductID" w:val="0,1765 га"/>
        </w:smartTagPr>
        <w:r w:rsidRPr="002A1897">
          <w:t>0,1765 га</w:t>
        </w:r>
      </w:smartTag>
      <w:r w:rsidRPr="002A1897">
        <w:t xml:space="preserve"> з  кадастровим номером 6125585900:01:002:0055, </w:t>
      </w:r>
    </w:p>
    <w:p w:rsidR="00635F38" w:rsidRPr="002A1897" w:rsidRDefault="00635F38" w:rsidP="003B52F2">
      <w:pPr>
        <w:ind w:firstLine="708"/>
        <w:jc w:val="both"/>
      </w:pPr>
      <w:r w:rsidRPr="002A1897">
        <w:t xml:space="preserve">- ділянка № 51 – площею </w:t>
      </w:r>
      <w:smartTag w:uri="urn:schemas-microsoft-com:office:smarttags" w:element="metricconverter">
        <w:smartTagPr>
          <w:attr w:name="ProductID" w:val="0,1765 га"/>
        </w:smartTagPr>
        <w:r w:rsidRPr="002A1897">
          <w:t>0,1765 га</w:t>
        </w:r>
      </w:smartTag>
      <w:r w:rsidRPr="002A1897">
        <w:t xml:space="preserve"> з  кадастровим номером 6125585900:01:002:0056, </w:t>
      </w:r>
    </w:p>
    <w:p w:rsidR="00635F38" w:rsidRPr="002A1897" w:rsidRDefault="00635F38" w:rsidP="003B52F2">
      <w:pPr>
        <w:ind w:firstLine="708"/>
        <w:jc w:val="both"/>
      </w:pPr>
      <w:r w:rsidRPr="002A1897">
        <w:t xml:space="preserve">- ділянка № 52 – площею </w:t>
      </w:r>
      <w:smartTag w:uri="urn:schemas-microsoft-com:office:smarttags" w:element="metricconverter">
        <w:smartTagPr>
          <w:attr w:name="ProductID" w:val="0,3965 га"/>
        </w:smartTagPr>
        <w:r w:rsidRPr="002A1897">
          <w:t>0,3965 га</w:t>
        </w:r>
      </w:smartTag>
      <w:r w:rsidRPr="002A1897">
        <w:t xml:space="preserve"> з  кадастровим номером 6125585900:01:002:0057, </w:t>
      </w:r>
    </w:p>
    <w:p w:rsidR="00635F38" w:rsidRPr="002A1897" w:rsidRDefault="00635F38" w:rsidP="003B52F2">
      <w:pPr>
        <w:ind w:firstLine="708"/>
        <w:jc w:val="both"/>
      </w:pPr>
      <w:r w:rsidRPr="002A1897">
        <w:t xml:space="preserve">- ділянка № 53 – площею </w:t>
      </w:r>
      <w:smartTag w:uri="urn:schemas-microsoft-com:office:smarttags" w:element="metricconverter">
        <w:smartTagPr>
          <w:attr w:name="ProductID" w:val="0,0964 га"/>
        </w:smartTagPr>
        <w:r w:rsidRPr="002A1897">
          <w:t>0,0964 га</w:t>
        </w:r>
      </w:smartTag>
      <w:r w:rsidRPr="002A1897">
        <w:t xml:space="preserve"> з  кадастровим номером 6125585900:01:002:0058, </w:t>
      </w:r>
    </w:p>
    <w:p w:rsidR="00635F38" w:rsidRPr="002A1897" w:rsidRDefault="00635F38" w:rsidP="003B52F2">
      <w:pPr>
        <w:ind w:firstLine="708"/>
        <w:jc w:val="both"/>
      </w:pPr>
      <w:r w:rsidRPr="002A1897">
        <w:t xml:space="preserve">- ділянка № 54 – площею </w:t>
      </w:r>
      <w:smartTag w:uri="urn:schemas-microsoft-com:office:smarttags" w:element="metricconverter">
        <w:smartTagPr>
          <w:attr w:name="ProductID" w:val="0,1365 га"/>
        </w:smartTagPr>
        <w:r w:rsidRPr="002A1897">
          <w:t>0,1365 га</w:t>
        </w:r>
      </w:smartTag>
      <w:r w:rsidRPr="002A1897">
        <w:t xml:space="preserve"> з  кадастровим номером 6125585900:01:002:0059, </w:t>
      </w:r>
    </w:p>
    <w:p w:rsidR="00635F38" w:rsidRPr="002A1897" w:rsidRDefault="00635F38" w:rsidP="00E67480">
      <w:pPr>
        <w:ind w:firstLine="708"/>
        <w:jc w:val="both"/>
      </w:pPr>
      <w:r w:rsidRPr="002A1897">
        <w:t xml:space="preserve">- ділянка № 55 – площею </w:t>
      </w:r>
      <w:smartTag w:uri="urn:schemas-microsoft-com:office:smarttags" w:element="metricconverter">
        <w:smartTagPr>
          <w:attr w:name="ProductID" w:val="0,5565 га"/>
        </w:smartTagPr>
        <w:r w:rsidRPr="002A1897">
          <w:t>0,5565 га</w:t>
        </w:r>
      </w:smartTag>
      <w:r w:rsidRPr="002A1897">
        <w:t xml:space="preserve"> з  кадастровим номером 6125585900:01:002:0026, </w:t>
      </w:r>
    </w:p>
    <w:p w:rsidR="00635F38" w:rsidRPr="002A1897" w:rsidRDefault="00635F38" w:rsidP="00E55C3B">
      <w:pPr>
        <w:ind w:firstLine="708"/>
        <w:jc w:val="both"/>
      </w:pPr>
      <w:r w:rsidRPr="002A1897">
        <w:t xml:space="preserve">- ділянка № 56 – площею </w:t>
      </w:r>
      <w:smartTag w:uri="urn:schemas-microsoft-com:office:smarttags" w:element="metricconverter">
        <w:smartTagPr>
          <w:attr w:name="ProductID" w:val="28,8033 га"/>
        </w:smartTagPr>
        <w:r w:rsidRPr="002A1897">
          <w:t>28,8033 га</w:t>
        </w:r>
      </w:smartTag>
      <w:r w:rsidRPr="002A1897">
        <w:t xml:space="preserve"> з  кадастровим номером 6125585900:01:002:0081.                                                                                 </w:t>
      </w:r>
    </w:p>
    <w:p w:rsidR="00635F38" w:rsidRPr="002A1897" w:rsidRDefault="00635F38" w:rsidP="00E55C3B">
      <w:pPr>
        <w:jc w:val="both"/>
      </w:pPr>
      <w:r w:rsidRPr="002A1897">
        <w:rPr>
          <w:b/>
        </w:rPr>
        <w:t>2.</w:t>
      </w:r>
      <w:r w:rsidRPr="002A1897">
        <w:t xml:space="preserve"> Зобов'язати  Нагірянську сільську раду зареєструвати  право власності  на  земельні  ділянки  згідно норм  чинного законодавства.</w:t>
      </w:r>
      <w:r w:rsidRPr="002A1897">
        <w:tab/>
      </w:r>
    </w:p>
    <w:p w:rsidR="00635F38" w:rsidRPr="002A1897" w:rsidRDefault="00635F38" w:rsidP="00E55C3B">
      <w:pPr>
        <w:pStyle w:val="3"/>
        <w:jc w:val="both"/>
        <w:rPr>
          <w:rFonts w:ascii="Times New Roman" w:hAnsi="Times New Roman"/>
          <w:sz w:val="24"/>
          <w:szCs w:val="24"/>
        </w:rPr>
      </w:pPr>
      <w:r w:rsidRPr="002A1897">
        <w:rPr>
          <w:rFonts w:ascii="Times New Roman" w:hAnsi="Times New Roman"/>
          <w:b/>
          <w:sz w:val="24"/>
          <w:szCs w:val="24"/>
        </w:rPr>
        <w:t>3.</w:t>
      </w:r>
      <w:r w:rsidRPr="002A1897">
        <w:rPr>
          <w:rFonts w:ascii="Times New Roman" w:hAnsi="Times New Roman"/>
          <w:sz w:val="24"/>
          <w:szCs w:val="24"/>
        </w:rPr>
        <w:t xml:space="preserve"> </w:t>
      </w:r>
      <w:r w:rsidRPr="002A1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2A1897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635F38" w:rsidRPr="002A1897" w:rsidRDefault="00635F38" w:rsidP="00450004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5F38" w:rsidRPr="002A1897" w:rsidRDefault="00635F38" w:rsidP="00450004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5F38" w:rsidRPr="002A1897" w:rsidRDefault="00635F38" w:rsidP="00450004">
      <w:pPr>
        <w:jc w:val="both"/>
      </w:pPr>
      <w:r>
        <w:t xml:space="preserve">                         </w:t>
      </w:r>
      <w:r w:rsidRPr="002A1897">
        <w:t xml:space="preserve">Нагірянський сільський голова                                      Ігор КІНДРАТ   </w:t>
      </w:r>
    </w:p>
    <w:p w:rsidR="00635F38" w:rsidRPr="002A1897" w:rsidRDefault="00635F38" w:rsidP="00450004">
      <w:pPr>
        <w:jc w:val="both"/>
      </w:pPr>
    </w:p>
    <w:p w:rsidR="00635F38" w:rsidRPr="002A1897" w:rsidRDefault="00635F38" w:rsidP="00450004">
      <w:pPr>
        <w:jc w:val="both"/>
      </w:pPr>
      <w:r w:rsidRPr="002A1897">
        <w:t xml:space="preserve">       </w:t>
      </w:r>
    </w:p>
    <w:p w:rsidR="00635F38" w:rsidRPr="002A1897" w:rsidRDefault="00635F38" w:rsidP="00450004"/>
    <w:p w:rsidR="00635F38" w:rsidRPr="002A1897" w:rsidRDefault="00635F38"/>
    <w:sectPr w:rsidR="00635F38" w:rsidRPr="002A1897" w:rsidSect="008B6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E16"/>
    <w:rsid w:val="00033D9C"/>
    <w:rsid w:val="0004499F"/>
    <w:rsid w:val="000C37DC"/>
    <w:rsid w:val="00126A47"/>
    <w:rsid w:val="00147E16"/>
    <w:rsid w:val="001875F0"/>
    <w:rsid w:val="001D0947"/>
    <w:rsid w:val="00225D5F"/>
    <w:rsid w:val="00254FE4"/>
    <w:rsid w:val="002A1897"/>
    <w:rsid w:val="002C7CEA"/>
    <w:rsid w:val="00375748"/>
    <w:rsid w:val="003B52F2"/>
    <w:rsid w:val="003E36E1"/>
    <w:rsid w:val="0044028A"/>
    <w:rsid w:val="00450004"/>
    <w:rsid w:val="004660FA"/>
    <w:rsid w:val="004726CF"/>
    <w:rsid w:val="004F4FBF"/>
    <w:rsid w:val="005636C5"/>
    <w:rsid w:val="00586C34"/>
    <w:rsid w:val="005E1B10"/>
    <w:rsid w:val="005F3291"/>
    <w:rsid w:val="00605575"/>
    <w:rsid w:val="00605B5F"/>
    <w:rsid w:val="00635F38"/>
    <w:rsid w:val="006A464E"/>
    <w:rsid w:val="00781F90"/>
    <w:rsid w:val="007A1F33"/>
    <w:rsid w:val="00832B57"/>
    <w:rsid w:val="0088583F"/>
    <w:rsid w:val="008A1E16"/>
    <w:rsid w:val="008B6A02"/>
    <w:rsid w:val="008D70D6"/>
    <w:rsid w:val="0090177F"/>
    <w:rsid w:val="0090419B"/>
    <w:rsid w:val="009F7C04"/>
    <w:rsid w:val="00A153A9"/>
    <w:rsid w:val="00A75985"/>
    <w:rsid w:val="00AA0675"/>
    <w:rsid w:val="00AA466B"/>
    <w:rsid w:val="00AB0668"/>
    <w:rsid w:val="00B27C5B"/>
    <w:rsid w:val="00B8757F"/>
    <w:rsid w:val="00BF3447"/>
    <w:rsid w:val="00C83546"/>
    <w:rsid w:val="00C955FD"/>
    <w:rsid w:val="00CB352C"/>
    <w:rsid w:val="00E533A9"/>
    <w:rsid w:val="00E55C3B"/>
    <w:rsid w:val="00E67480"/>
    <w:rsid w:val="00E83D51"/>
    <w:rsid w:val="00EF095B"/>
    <w:rsid w:val="00F95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E1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A1E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1E16"/>
    <w:rPr>
      <w:rFonts w:ascii="Tahoma" w:hAnsi="Tahoma" w:cs="Tahoma"/>
      <w:sz w:val="16"/>
      <w:szCs w:val="16"/>
      <w:lang w:eastAsia="uk-UA"/>
    </w:rPr>
  </w:style>
  <w:style w:type="paragraph" w:customStyle="1" w:styleId="1">
    <w:name w:val="Без інтервалів1"/>
    <w:uiPriority w:val="99"/>
    <w:rsid w:val="00147E16"/>
    <w:rPr>
      <w:rFonts w:eastAsia="Times New Roman"/>
    </w:rPr>
  </w:style>
  <w:style w:type="paragraph" w:customStyle="1" w:styleId="3">
    <w:name w:val="Без інтервалів3"/>
    <w:uiPriority w:val="99"/>
    <w:rsid w:val="00A75985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00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274</TotalTime>
  <Pages>2</Pages>
  <Words>1044</Words>
  <Characters>5951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25</cp:revision>
  <cp:lastPrinted>2021-12-26T15:03:00Z</cp:lastPrinted>
  <dcterms:created xsi:type="dcterms:W3CDTF">2020-05-12T08:53:00Z</dcterms:created>
  <dcterms:modified xsi:type="dcterms:W3CDTF">2021-12-26T15:03:00Z</dcterms:modified>
</cp:coreProperties>
</file>