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B5" w:rsidRDefault="007929B5" w:rsidP="0061606E">
      <w:pPr>
        <w:ind w:right="-5"/>
        <w:jc w:val="both"/>
        <w:rPr>
          <w:lang w:val="uk-UA"/>
        </w:rPr>
      </w:pPr>
    </w:p>
    <w:p w:rsidR="007929B5" w:rsidRDefault="007929B5" w:rsidP="0061606E">
      <w:pPr>
        <w:ind w:right="-5"/>
        <w:jc w:val="both"/>
        <w:rPr>
          <w:lang w:val="uk-UA"/>
        </w:rPr>
      </w:pPr>
    </w:p>
    <w:p w:rsidR="007929B5" w:rsidRDefault="007929B5" w:rsidP="0061606E">
      <w:pPr>
        <w:tabs>
          <w:tab w:val="left" w:pos="3900"/>
        </w:tabs>
        <w:spacing w:line="276" w:lineRule="auto"/>
        <w:jc w:val="center"/>
        <w:rPr>
          <w:b/>
        </w:rPr>
      </w:pPr>
      <w:r w:rsidRPr="00A4202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>
        <w:rPr>
          <w:b/>
        </w:rPr>
        <w:t xml:space="preserve"> </w:t>
      </w:r>
    </w:p>
    <w:p w:rsidR="007929B5" w:rsidRDefault="007929B5" w:rsidP="0061606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7929B5" w:rsidRPr="00CB27AB" w:rsidRDefault="007929B5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B27AB">
        <w:rPr>
          <w:lang w:eastAsia="ru-RU"/>
        </w:rPr>
        <w:t xml:space="preserve">НАГІРЯНСЬКА </w:t>
      </w:r>
      <w:r w:rsidRPr="00CB27AB">
        <w:rPr>
          <w:lang w:eastAsia="ru-RU"/>
        </w:rPr>
        <w:tab/>
        <w:t xml:space="preserve"> С І Л Ь С Ь К А   Р А Д А</w:t>
      </w:r>
    </w:p>
    <w:p w:rsidR="007929B5" w:rsidRPr="00CB27AB" w:rsidRDefault="007929B5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B27AB">
        <w:rPr>
          <w:lang w:eastAsia="ru-RU"/>
        </w:rPr>
        <w:t>ЧОРТКІВСЬКОГО РАЙОНУ ТЕРНОПІЛЬСЬКОЇ ОБЛАСТІ</w:t>
      </w:r>
    </w:p>
    <w:p w:rsidR="007929B5" w:rsidRPr="00CB27AB" w:rsidRDefault="007929B5" w:rsidP="0061606E">
      <w:pPr>
        <w:spacing w:line="276" w:lineRule="auto"/>
        <w:jc w:val="center"/>
        <w:outlineLvl w:val="0"/>
        <w:rPr>
          <w:lang w:val="uk-UA" w:eastAsia="ru-RU"/>
        </w:rPr>
      </w:pPr>
      <w:r w:rsidRPr="00CB27AB">
        <w:rPr>
          <w:lang w:val="uk-UA" w:eastAsia="ru-RU"/>
        </w:rPr>
        <w:t>ВОСЬМЕ СКЛИКАННЯ</w:t>
      </w:r>
    </w:p>
    <w:p w:rsidR="007929B5" w:rsidRPr="00CB27AB" w:rsidRDefault="007929B5" w:rsidP="00A23DB3">
      <w:pPr>
        <w:spacing w:line="276" w:lineRule="auto"/>
        <w:jc w:val="center"/>
        <w:outlineLvl w:val="0"/>
        <w:rPr>
          <w:lang w:val="uk-UA" w:eastAsia="ru-RU"/>
        </w:rPr>
      </w:pPr>
      <w:r w:rsidRPr="00CB27AB">
        <w:rPr>
          <w:lang w:val="uk-UA" w:eastAsia="ru-RU"/>
        </w:rPr>
        <w:t>ЧОТИРНАДЦЯТА</w:t>
      </w:r>
      <w:bookmarkStart w:id="0" w:name="_GoBack"/>
      <w:bookmarkEnd w:id="0"/>
      <w:r w:rsidRPr="00CB27AB">
        <w:rPr>
          <w:lang w:val="uk-UA" w:eastAsia="ru-RU"/>
        </w:rPr>
        <w:t xml:space="preserve">  СЕСІЯ</w:t>
      </w:r>
    </w:p>
    <w:p w:rsidR="007929B5" w:rsidRPr="00CB27AB" w:rsidRDefault="007929B5" w:rsidP="00CB27AB">
      <w:pPr>
        <w:spacing w:line="276" w:lineRule="auto"/>
        <w:jc w:val="center"/>
        <w:outlineLvl w:val="0"/>
        <w:rPr>
          <w:lang w:val="uk-UA" w:eastAsia="ru-RU"/>
        </w:rPr>
      </w:pPr>
      <w:r w:rsidRPr="00CB27AB">
        <w:rPr>
          <w:lang w:val="uk-UA" w:eastAsia="ru-RU"/>
        </w:rPr>
        <w:t>РІШЕННЯ</w:t>
      </w:r>
    </w:p>
    <w:p w:rsidR="007929B5" w:rsidRPr="00CB27AB" w:rsidRDefault="007929B5" w:rsidP="00CB27AB">
      <w:pPr>
        <w:spacing w:line="276" w:lineRule="auto"/>
        <w:outlineLvl w:val="0"/>
        <w:rPr>
          <w:lang w:val="uk-UA" w:eastAsia="ru-RU"/>
        </w:rPr>
      </w:pPr>
      <w:r w:rsidRPr="00CB27AB">
        <w:rPr>
          <w:lang w:val="uk-UA"/>
        </w:rPr>
        <w:t>17 листопада 2021</w:t>
      </w:r>
      <w:r w:rsidRPr="00CB27AB">
        <w:t xml:space="preserve"> року                  </w:t>
      </w:r>
      <w:r>
        <w:rPr>
          <w:lang w:val="uk-UA"/>
        </w:rPr>
        <w:t xml:space="preserve">            </w:t>
      </w:r>
      <w:r w:rsidRPr="00CB27AB">
        <w:t xml:space="preserve">  №</w:t>
      </w:r>
      <w:r w:rsidRPr="00CB27AB">
        <w:rPr>
          <w:lang w:val="uk-UA"/>
        </w:rPr>
        <w:t xml:space="preserve"> 576 </w:t>
      </w:r>
    </w:p>
    <w:p w:rsidR="007929B5" w:rsidRPr="00CB27AB" w:rsidRDefault="007929B5" w:rsidP="00CB27AB">
      <w:pPr>
        <w:outlineLvl w:val="0"/>
        <w:rPr>
          <w:lang w:val="uk-UA"/>
        </w:rPr>
      </w:pPr>
      <w:r w:rsidRPr="00CB27AB">
        <w:rPr>
          <w:lang w:val="uk-UA"/>
        </w:rPr>
        <w:t>с-ще Нагірянка</w:t>
      </w:r>
    </w:p>
    <w:p w:rsidR="007929B5" w:rsidRDefault="007929B5" w:rsidP="0061606E">
      <w:pPr>
        <w:spacing w:line="276" w:lineRule="auto"/>
        <w:outlineLvl w:val="0"/>
        <w:rPr>
          <w:b/>
          <w:lang w:val="uk-UA" w:eastAsia="ru-RU"/>
        </w:rPr>
      </w:pPr>
    </w:p>
    <w:p w:rsidR="007929B5" w:rsidRPr="00CB27AB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CB27AB">
        <w:rPr>
          <w:b/>
          <w:bCs/>
          <w:spacing w:val="-12"/>
          <w:lang w:val="uk-UA"/>
        </w:rPr>
        <w:t xml:space="preserve">Про надання дозволу на розроблення </w:t>
      </w:r>
    </w:p>
    <w:p w:rsidR="007929B5" w:rsidRPr="00CB27AB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CB27AB">
        <w:rPr>
          <w:b/>
          <w:bCs/>
          <w:spacing w:val="-12"/>
          <w:lang w:val="uk-UA"/>
        </w:rPr>
        <w:t xml:space="preserve">проекту землеустрою щодо відведення </w:t>
      </w:r>
    </w:p>
    <w:p w:rsidR="007929B5" w:rsidRPr="00CB27AB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CB27AB">
        <w:rPr>
          <w:b/>
          <w:bCs/>
          <w:spacing w:val="-12"/>
          <w:lang w:val="uk-UA"/>
        </w:rPr>
        <w:t xml:space="preserve">земельних ділянок громадянам у </w:t>
      </w:r>
    </w:p>
    <w:p w:rsidR="007929B5" w:rsidRPr="00CB27AB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CB27AB">
        <w:rPr>
          <w:b/>
          <w:bCs/>
          <w:spacing w:val="-12"/>
          <w:lang w:val="uk-UA"/>
        </w:rPr>
        <w:t xml:space="preserve">приватну власність для ведення </w:t>
      </w:r>
    </w:p>
    <w:p w:rsidR="007929B5" w:rsidRPr="00CB27AB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CB27AB">
        <w:rPr>
          <w:b/>
          <w:bCs/>
          <w:spacing w:val="-12"/>
          <w:lang w:val="uk-UA"/>
        </w:rPr>
        <w:t xml:space="preserve">особистого селянського господарства </w:t>
      </w:r>
    </w:p>
    <w:p w:rsidR="007929B5" w:rsidRDefault="007929B5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7929B5" w:rsidRDefault="007929B5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7929B5" w:rsidRDefault="007929B5" w:rsidP="0061606E">
      <w:pPr>
        <w:ind w:right="-5"/>
        <w:rPr>
          <w:b/>
          <w:lang w:val="uk-UA"/>
        </w:rPr>
      </w:pPr>
    </w:p>
    <w:p w:rsidR="007929B5" w:rsidRDefault="007929B5" w:rsidP="0061606E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929B5" w:rsidRDefault="007929B5" w:rsidP="0061606E">
      <w:pPr>
        <w:spacing w:line="100" w:lineRule="atLeast"/>
        <w:jc w:val="both"/>
        <w:rPr>
          <w:lang w:val="uk-UA"/>
        </w:rPr>
      </w:pP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1.</w:t>
      </w:r>
      <w:r w:rsidRPr="00A23DB3">
        <w:rPr>
          <w:lang w:val="uk-UA"/>
        </w:rPr>
        <w:t xml:space="preserve">Надати дозвіл </w:t>
      </w:r>
      <w:r w:rsidRPr="00A23DB3">
        <w:rPr>
          <w:b/>
          <w:lang w:val="uk-UA"/>
        </w:rPr>
        <w:t>Бегма Михайлу Васильовичу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230 га"/>
        </w:smartTagPr>
        <w:r w:rsidRPr="00A23DB3">
          <w:rPr>
            <w:spacing w:val="-12"/>
            <w:lang w:val="uk-UA"/>
          </w:rPr>
          <w:t>0,2230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Сосулівка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2.Надати дозвіл </w:t>
      </w:r>
      <w:r w:rsidRPr="00A23DB3">
        <w:rPr>
          <w:b/>
          <w:lang w:val="uk-UA"/>
        </w:rPr>
        <w:t>Гедеону Олександру Яковичу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Шульгпнівка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3.Надати дозвіл </w:t>
      </w:r>
      <w:r w:rsidRPr="00A23DB3">
        <w:rPr>
          <w:b/>
          <w:lang w:val="uk-UA"/>
        </w:rPr>
        <w:t>Кулині Галині Онуфріївні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500 га"/>
        </w:smartTagPr>
        <w:r w:rsidRPr="00A23DB3">
          <w:rPr>
            <w:spacing w:val="-12"/>
            <w:lang w:val="uk-UA"/>
          </w:rPr>
          <w:t>0,6500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500 га"/>
        </w:smartTagPr>
        <w:r w:rsidRPr="00A23DB3">
          <w:rPr>
            <w:spacing w:val="-12"/>
            <w:lang w:val="uk-UA"/>
          </w:rPr>
          <w:t>0,0500 га</w:t>
        </w:r>
      </w:smartTag>
      <w:r w:rsidRPr="00A23DB3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6000 га"/>
        </w:smartTagPr>
        <w:r w:rsidRPr="00A23DB3">
          <w:rPr>
            <w:spacing w:val="-12"/>
            <w:lang w:val="uk-UA"/>
          </w:rPr>
          <w:t>0,6000 га</w:t>
        </w:r>
      </w:smartTag>
      <w:r w:rsidRPr="00A23DB3">
        <w:rPr>
          <w:spacing w:val="-12"/>
          <w:lang w:val="uk-UA"/>
        </w:rPr>
        <w:t xml:space="preserve">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4.Надати дозвіл </w:t>
      </w:r>
      <w:r w:rsidRPr="00A23DB3">
        <w:rPr>
          <w:b/>
          <w:lang w:val="uk-UA"/>
        </w:rPr>
        <w:t>Луцишин Вірі Павлівні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 га"/>
        </w:smartTagPr>
        <w:r w:rsidRPr="00A23DB3">
          <w:rPr>
            <w:spacing w:val="-12"/>
            <w:lang w:val="uk-UA"/>
          </w:rPr>
          <w:t>0,10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5.Надати дозвіл </w:t>
      </w:r>
      <w:r w:rsidRPr="00A23DB3">
        <w:rPr>
          <w:b/>
          <w:lang w:val="uk-UA"/>
        </w:rPr>
        <w:t>Зубчик Світлані Омелянівні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724 га"/>
        </w:smartTagPr>
        <w:r w:rsidRPr="00A23DB3">
          <w:rPr>
            <w:spacing w:val="-12"/>
            <w:lang w:val="uk-UA"/>
          </w:rPr>
          <w:t>0,4724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900 га"/>
        </w:smartTagPr>
        <w:r w:rsidRPr="00A23DB3">
          <w:rPr>
            <w:spacing w:val="-12"/>
            <w:lang w:val="uk-UA"/>
          </w:rPr>
          <w:t>0,0900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59 га"/>
        </w:smartTagPr>
        <w:r w:rsidRPr="00A23DB3">
          <w:rPr>
            <w:spacing w:val="-12"/>
            <w:lang w:val="uk-UA"/>
          </w:rPr>
          <w:t>0,1859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965 га"/>
        </w:smartTagPr>
        <w:r w:rsidRPr="00A23DB3">
          <w:rPr>
            <w:spacing w:val="-12"/>
            <w:lang w:val="uk-UA"/>
          </w:rPr>
          <w:t>0,1965 га</w:t>
        </w:r>
      </w:smartTag>
      <w:r w:rsidRPr="00A23DB3">
        <w:rPr>
          <w:spacing w:val="-12"/>
          <w:lang w:val="uk-UA"/>
        </w:rPr>
        <w:t xml:space="preserve">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6.Надати дозвіл </w:t>
      </w:r>
      <w:r w:rsidRPr="00A23DB3">
        <w:rPr>
          <w:b/>
          <w:lang w:val="uk-UA"/>
        </w:rPr>
        <w:t>Байдак Ользі Омелянівні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50 га"/>
        </w:smartTagPr>
        <w:r w:rsidRPr="00A23DB3">
          <w:rPr>
            <w:spacing w:val="-12"/>
            <w:lang w:val="uk-UA"/>
          </w:rPr>
          <w:t>0,2650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800 га"/>
        </w:smartTagPr>
        <w:r w:rsidRPr="00A23DB3">
          <w:rPr>
            <w:spacing w:val="-12"/>
            <w:lang w:val="uk-UA"/>
          </w:rPr>
          <w:t>0,1800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50 га"/>
        </w:smartTagPr>
        <w:r w:rsidRPr="00A23DB3">
          <w:rPr>
            <w:spacing w:val="-12"/>
            <w:lang w:val="uk-UA"/>
          </w:rPr>
          <w:t>0,0850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3D144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7.Надати дозвіл </w:t>
      </w:r>
      <w:r w:rsidRPr="00A23DB3">
        <w:rPr>
          <w:b/>
          <w:lang w:val="uk-UA"/>
        </w:rPr>
        <w:t>Тупісь Надії Антонівні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700 га"/>
        </w:smartTagPr>
        <w:r w:rsidRPr="00A23DB3">
          <w:rPr>
            <w:spacing w:val="-12"/>
            <w:lang w:val="uk-UA"/>
          </w:rPr>
          <w:t>0,7700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700 га"/>
        </w:smartTagPr>
        <w:r w:rsidRPr="00A23DB3">
          <w:rPr>
            <w:spacing w:val="-12"/>
            <w:lang w:val="uk-UA"/>
          </w:rPr>
          <w:t>0,2700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96036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8.Надати дозвіл </w:t>
      </w:r>
      <w:r w:rsidRPr="00A23DB3">
        <w:rPr>
          <w:b/>
          <w:lang w:val="uk-UA"/>
        </w:rPr>
        <w:t>Яричевській Ользі Антонівні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700 га"/>
        </w:smartTagPr>
        <w:r w:rsidRPr="00A23DB3">
          <w:rPr>
            <w:spacing w:val="-12"/>
            <w:lang w:val="uk-UA"/>
          </w:rPr>
          <w:t>0,6700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900 га"/>
        </w:smartTagPr>
        <w:r w:rsidRPr="00A23DB3">
          <w:rPr>
            <w:spacing w:val="-12"/>
            <w:lang w:val="uk-UA"/>
          </w:rPr>
          <w:t>0,3900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800 га"/>
        </w:smartTagPr>
        <w:r w:rsidRPr="00A23DB3">
          <w:rPr>
            <w:spacing w:val="-12"/>
            <w:lang w:val="uk-UA"/>
          </w:rPr>
          <w:t>0,2800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96036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9.Надати дозвіл </w:t>
      </w:r>
      <w:r w:rsidRPr="00A23DB3">
        <w:rPr>
          <w:b/>
          <w:lang w:val="uk-UA"/>
        </w:rPr>
        <w:t>Атаманчуку Оресту Ярославовичу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000 га"/>
        </w:smartTagPr>
        <w:r w:rsidRPr="00A23DB3">
          <w:rPr>
            <w:spacing w:val="-12"/>
            <w:lang w:val="uk-UA"/>
          </w:rPr>
          <w:t>0,4000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700 га"/>
        </w:smartTagPr>
        <w:r w:rsidRPr="00A23DB3">
          <w:rPr>
            <w:spacing w:val="-12"/>
            <w:lang w:val="uk-UA"/>
          </w:rPr>
          <w:t>0,1700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00 га"/>
        </w:smartTagPr>
        <w:r w:rsidRPr="00A23DB3">
          <w:rPr>
            <w:spacing w:val="-12"/>
            <w:lang w:val="uk-UA"/>
          </w:rPr>
          <w:t>0,2300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E732FC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10.Надати дозвіл </w:t>
      </w:r>
      <w:r w:rsidRPr="00A23DB3">
        <w:rPr>
          <w:b/>
          <w:lang w:val="uk-UA"/>
        </w:rPr>
        <w:t>Гбурику Йосипу Станіславовичу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0 га"/>
        </w:smartTagPr>
        <w:r w:rsidRPr="00A23DB3">
          <w:rPr>
            <w:spacing w:val="-12"/>
            <w:lang w:val="uk-UA"/>
          </w:rPr>
          <w:t xml:space="preserve">0,50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E732FC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11.Надати дозвіл </w:t>
      </w:r>
      <w:r w:rsidRPr="00A23DB3">
        <w:rPr>
          <w:b/>
          <w:lang w:val="uk-UA"/>
        </w:rPr>
        <w:t>Бобовській Олександрі Євгенівні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4 га"/>
        </w:smartTagPr>
        <w:r w:rsidRPr="00A23DB3">
          <w:rPr>
            <w:spacing w:val="-12"/>
            <w:lang w:val="uk-UA"/>
          </w:rPr>
          <w:t xml:space="preserve">0,44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12.Надати дозвіл </w:t>
      </w:r>
      <w:r w:rsidRPr="00A23DB3">
        <w:rPr>
          <w:b/>
          <w:lang w:val="uk-UA"/>
        </w:rPr>
        <w:t>Замковій Марії Романівні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360 га"/>
        </w:smartTagPr>
        <w:r w:rsidRPr="00A23DB3">
          <w:rPr>
            <w:spacing w:val="-12"/>
            <w:lang w:val="uk-UA"/>
          </w:rPr>
          <w:t xml:space="preserve">0,1360 </w:t>
        </w:r>
        <w:r w:rsidRPr="00A23DB3">
          <w:rPr>
            <w:spacing w:val="-12"/>
            <w:shd w:val="clear" w:color="auto" w:fill="FFFFFF"/>
            <w:lang w:val="uk-UA"/>
          </w:rPr>
          <w:t>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13.Надати дозвіл </w:t>
      </w:r>
      <w:r w:rsidRPr="00A23DB3">
        <w:rPr>
          <w:b/>
          <w:lang w:val="uk-UA"/>
        </w:rPr>
        <w:t>Герасимів Богдану Ярославовичу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600 га"/>
        </w:smartTagPr>
        <w:r w:rsidRPr="00A23DB3">
          <w:rPr>
            <w:spacing w:val="-12"/>
            <w:lang w:val="uk-UA"/>
          </w:rPr>
          <w:t>0,4600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600 га"/>
        </w:smartTagPr>
        <w:r w:rsidRPr="00A23DB3">
          <w:rPr>
            <w:spacing w:val="-12"/>
            <w:lang w:val="uk-UA"/>
          </w:rPr>
          <w:t>0,1600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00 га"/>
        </w:smartTagPr>
        <w:r w:rsidRPr="00A23DB3">
          <w:rPr>
            <w:spacing w:val="-12"/>
            <w:lang w:val="uk-UA"/>
          </w:rPr>
          <w:t>0,3000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Долина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794F89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14.Надати дозвіл </w:t>
      </w:r>
      <w:r w:rsidRPr="00A23DB3">
        <w:rPr>
          <w:b/>
          <w:lang w:val="uk-UA"/>
        </w:rPr>
        <w:t>Сидор Галині Павлівні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15 га"/>
        </w:smartTagPr>
        <w:r w:rsidRPr="00A23DB3">
          <w:rPr>
            <w:spacing w:val="-12"/>
            <w:lang w:val="uk-UA"/>
          </w:rPr>
          <w:t>0,3015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15 га"/>
        </w:smartTagPr>
        <w:r w:rsidRPr="00A23DB3">
          <w:rPr>
            <w:spacing w:val="-12"/>
            <w:lang w:val="uk-UA"/>
          </w:rPr>
          <w:t>0,2015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4C570A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15..Надати дозвіл </w:t>
      </w:r>
      <w:r w:rsidRPr="00A23DB3">
        <w:rPr>
          <w:b/>
          <w:lang w:val="uk-UA"/>
        </w:rPr>
        <w:t>Сидор Петру Михайловичу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225 га"/>
        </w:smartTagPr>
        <w:r w:rsidRPr="00A23DB3">
          <w:rPr>
            <w:spacing w:val="-12"/>
            <w:lang w:val="uk-UA"/>
          </w:rPr>
          <w:t>0,5225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225 га"/>
        </w:smartTagPr>
        <w:r w:rsidRPr="00A23DB3">
          <w:rPr>
            <w:spacing w:val="-12"/>
            <w:lang w:val="uk-UA"/>
          </w:rPr>
          <w:t>0,2225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A23DB3">
          <w:rPr>
            <w:spacing w:val="-12"/>
            <w:lang w:val="uk-UA"/>
          </w:rPr>
          <w:t>0,2000 га</w:t>
        </w:r>
      </w:smartTag>
      <w:r w:rsidRPr="00A23DB3">
        <w:rPr>
          <w:spacing w:val="-12"/>
          <w:lang w:val="uk-UA"/>
        </w:rPr>
        <w:t xml:space="preserve">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4C570A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16.Надати дозвіл </w:t>
      </w:r>
      <w:r w:rsidRPr="00A23DB3">
        <w:rPr>
          <w:b/>
          <w:lang w:val="uk-UA"/>
        </w:rPr>
        <w:t>Чуйко Ярославі Іванівні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334 га"/>
        </w:smartTagPr>
        <w:r w:rsidRPr="00A23DB3">
          <w:rPr>
            <w:spacing w:val="-12"/>
            <w:lang w:val="uk-UA"/>
          </w:rPr>
          <w:t>0,3334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A23DB3">
          <w:rPr>
            <w:spacing w:val="-12"/>
            <w:lang w:val="uk-UA"/>
          </w:rPr>
          <w:t>0,1000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34 га"/>
        </w:smartTagPr>
        <w:r w:rsidRPr="00A23DB3">
          <w:rPr>
            <w:spacing w:val="-12"/>
            <w:lang w:val="uk-UA"/>
          </w:rPr>
          <w:t>0,2334 га</w:t>
        </w:r>
      </w:smartTag>
      <w:r w:rsidRPr="00A23DB3">
        <w:rPr>
          <w:spacing w:val="-12"/>
          <w:lang w:val="uk-UA"/>
        </w:rPr>
        <w:t xml:space="preserve">,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53833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17.Надати дозвіл </w:t>
      </w:r>
      <w:r w:rsidRPr="00A23DB3">
        <w:rPr>
          <w:b/>
          <w:lang w:val="uk-UA"/>
        </w:rPr>
        <w:t>Герасимів Миколі Володимировичу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5 га"/>
        </w:smartTagPr>
        <w:r w:rsidRPr="00A23DB3">
          <w:rPr>
            <w:spacing w:val="-12"/>
            <w:lang w:val="uk-UA"/>
          </w:rPr>
          <w:t>0,65</w:t>
        </w:r>
        <w:r w:rsidRPr="00A23DB3">
          <w:rPr>
            <w:spacing w:val="-12"/>
            <w:shd w:val="clear" w:color="auto" w:fill="FFFFFF"/>
            <w:lang w:val="uk-UA"/>
          </w:rPr>
          <w:t xml:space="preserve"> г</w:t>
        </w:r>
        <w:r w:rsidRPr="00A23DB3">
          <w:rPr>
            <w:spacing w:val="-12"/>
            <w:lang w:val="uk-UA"/>
          </w:rPr>
          <w:t>а</w:t>
        </w:r>
      </w:smartTag>
      <w:r w:rsidRPr="00A23DB3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500 га"/>
        </w:smartTagPr>
        <w:r w:rsidRPr="00A23DB3">
          <w:rPr>
            <w:spacing w:val="-12"/>
            <w:lang w:val="uk-UA"/>
          </w:rPr>
          <w:t>0,3500 га</w:t>
        </w:r>
      </w:smartTag>
      <w:r w:rsidRPr="00A23DB3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68 га"/>
        </w:smartTagPr>
        <w:r w:rsidRPr="00A23DB3">
          <w:rPr>
            <w:spacing w:val="-12"/>
            <w:lang w:val="uk-UA"/>
          </w:rPr>
          <w:t>0,3068 га</w:t>
        </w:r>
      </w:smartTag>
      <w:r w:rsidRPr="00A23DB3">
        <w:rPr>
          <w:spacing w:val="-12"/>
          <w:lang w:val="uk-UA"/>
        </w:rPr>
        <w:t xml:space="preserve">, 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Долина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653833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18.Надати дозвіл </w:t>
      </w:r>
      <w:r w:rsidRPr="00A23DB3">
        <w:rPr>
          <w:b/>
          <w:lang w:val="uk-UA"/>
        </w:rPr>
        <w:t>Москалик Марії Володимирівні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0,32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в тому числі: 0,18 га, 0,14 га,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Заболотівка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1075E8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19.Надати дозвіл </w:t>
      </w:r>
      <w:r w:rsidRPr="00A23DB3">
        <w:rPr>
          <w:b/>
          <w:lang w:val="uk-UA"/>
        </w:rPr>
        <w:t>Гаврищук Марії Володимирівні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0,20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по вул. Заводська, 9 в с-щі Нагірянка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89116C">
      <w:pPr>
        <w:spacing w:line="100" w:lineRule="atLeast"/>
        <w:jc w:val="both"/>
        <w:rPr>
          <w:b/>
          <w:i/>
          <w:lang w:val="uk-UA"/>
        </w:rPr>
      </w:pPr>
      <w:r w:rsidRPr="00A23DB3">
        <w:rPr>
          <w:lang w:val="uk-UA"/>
        </w:rPr>
        <w:t xml:space="preserve">       20.Надати дозвіл </w:t>
      </w:r>
      <w:r w:rsidRPr="00A23DB3">
        <w:rPr>
          <w:b/>
          <w:lang w:val="uk-UA"/>
        </w:rPr>
        <w:t>Романів Василю Романовичу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1,10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A23DB3">
        <w:rPr>
          <w:lang w:val="uk-UA"/>
        </w:rPr>
        <w:t xml:space="preserve">за рахунок земель не наданих у власність або постійне користування в межах населеного пункту/ сільськогосподарські землі / рілля). </w:t>
      </w:r>
    </w:p>
    <w:p w:rsidR="007929B5" w:rsidRPr="00A23DB3" w:rsidRDefault="007929B5" w:rsidP="009A48A6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21.Надати дозвіл </w:t>
      </w:r>
      <w:r w:rsidRPr="00A23DB3">
        <w:rPr>
          <w:b/>
          <w:lang w:val="uk-UA"/>
        </w:rPr>
        <w:t>Березовській Іванні Василівні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0,3021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в тому числі: 0,1184 га, 0,1837 га,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Сосулівка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D44715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22.Надати дозвіл </w:t>
      </w:r>
      <w:r w:rsidRPr="00A23DB3">
        <w:rPr>
          <w:b/>
          <w:lang w:val="uk-UA"/>
        </w:rPr>
        <w:t>Гураль Любові Валентинівні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0,5600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Мухавка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  23.Надати дозвіл </w:t>
      </w:r>
      <w:r w:rsidRPr="00A23DB3">
        <w:rPr>
          <w:b/>
          <w:lang w:val="uk-UA"/>
        </w:rPr>
        <w:t>Курчак Любові Іванівні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0,7301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 xml:space="preserve">а, у приватну власність </w:t>
      </w:r>
      <w:r w:rsidRPr="00A23DB3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A23DB3" w:rsidRDefault="007929B5" w:rsidP="00D106A1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A23DB3">
        <w:rPr>
          <w:lang w:val="uk-UA"/>
        </w:rPr>
        <w:t>2</w:t>
      </w:r>
      <w:r>
        <w:rPr>
          <w:lang w:val="uk-UA"/>
        </w:rPr>
        <w:t>4</w:t>
      </w:r>
      <w:r w:rsidRPr="00A23DB3">
        <w:rPr>
          <w:lang w:val="uk-UA"/>
        </w:rPr>
        <w:t xml:space="preserve">.Надати дозвіл </w:t>
      </w:r>
      <w:r>
        <w:rPr>
          <w:b/>
          <w:lang w:val="uk-UA"/>
        </w:rPr>
        <w:t>Швагла Оксані Тимофіївні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</w:t>
      </w:r>
      <w:r>
        <w:rPr>
          <w:spacing w:val="-12"/>
          <w:lang w:val="uk-UA"/>
        </w:rPr>
        <w:t>7969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>а</w:t>
      </w:r>
      <w:r>
        <w:rPr>
          <w:spacing w:val="-12"/>
          <w:lang w:val="uk-UA"/>
        </w:rPr>
        <w:t>, в тому числі: 0,5969</w:t>
      </w:r>
      <w:r w:rsidRPr="00A23DB3">
        <w:rPr>
          <w:spacing w:val="-12"/>
          <w:lang w:val="uk-UA"/>
        </w:rPr>
        <w:t xml:space="preserve"> га, 0,</w:t>
      </w:r>
      <w:r>
        <w:rPr>
          <w:spacing w:val="-12"/>
          <w:lang w:val="uk-UA"/>
        </w:rPr>
        <w:t>2000</w:t>
      </w:r>
      <w:r w:rsidRPr="00A23DB3">
        <w:rPr>
          <w:spacing w:val="-12"/>
          <w:lang w:val="uk-UA"/>
        </w:rPr>
        <w:t xml:space="preserve"> га, у приватну власність </w:t>
      </w:r>
      <w:r w:rsidRPr="00A23DB3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A23DB3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929B5" w:rsidRPr="00712D4E" w:rsidRDefault="007929B5" w:rsidP="0061606E">
      <w:pPr>
        <w:spacing w:line="100" w:lineRule="atLeast"/>
        <w:jc w:val="both"/>
        <w:rPr>
          <w:lang w:val="uk-UA"/>
        </w:rPr>
      </w:pPr>
      <w:r w:rsidRPr="00A23DB3">
        <w:rPr>
          <w:lang w:val="uk-UA"/>
        </w:rPr>
        <w:t xml:space="preserve">        </w:t>
      </w:r>
      <w:r>
        <w:rPr>
          <w:lang w:val="uk-UA"/>
        </w:rPr>
        <w:t xml:space="preserve">  </w:t>
      </w:r>
      <w:r w:rsidRPr="00A23DB3">
        <w:rPr>
          <w:lang w:val="uk-UA"/>
        </w:rPr>
        <w:t>2</w:t>
      </w:r>
      <w:r>
        <w:rPr>
          <w:lang w:val="uk-UA"/>
        </w:rPr>
        <w:t>5</w:t>
      </w:r>
      <w:r w:rsidRPr="00A23DB3">
        <w:rPr>
          <w:lang w:val="uk-UA"/>
        </w:rPr>
        <w:t xml:space="preserve">.Надати дозвіл </w:t>
      </w:r>
      <w:r>
        <w:rPr>
          <w:b/>
          <w:lang w:val="uk-UA"/>
        </w:rPr>
        <w:t>Мазяр Любові Федорівні</w:t>
      </w:r>
      <w:r w:rsidRPr="00A23DB3">
        <w:rPr>
          <w:b/>
          <w:bCs/>
          <w:spacing w:val="-12"/>
          <w:lang w:val="uk-UA"/>
        </w:rPr>
        <w:t xml:space="preserve"> </w:t>
      </w:r>
      <w:r w:rsidRPr="00A23DB3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</w:t>
      </w:r>
      <w:r>
        <w:rPr>
          <w:spacing w:val="-12"/>
          <w:lang w:val="uk-UA"/>
        </w:rPr>
        <w:t>4358</w:t>
      </w:r>
      <w:r w:rsidRPr="00A23DB3">
        <w:rPr>
          <w:spacing w:val="-12"/>
          <w:shd w:val="clear" w:color="auto" w:fill="FFFFFF"/>
          <w:lang w:val="uk-UA"/>
        </w:rPr>
        <w:t xml:space="preserve"> г</w:t>
      </w:r>
      <w:r w:rsidRPr="00A23DB3">
        <w:rPr>
          <w:spacing w:val="-12"/>
          <w:lang w:val="uk-UA"/>
        </w:rPr>
        <w:t>а</w:t>
      </w:r>
      <w:r>
        <w:rPr>
          <w:spacing w:val="-12"/>
          <w:lang w:val="uk-UA"/>
        </w:rPr>
        <w:t>, в тому числі: 0,3506</w:t>
      </w:r>
      <w:r w:rsidRPr="00A23DB3">
        <w:rPr>
          <w:spacing w:val="-12"/>
          <w:lang w:val="uk-UA"/>
        </w:rPr>
        <w:t xml:space="preserve"> га, 0,</w:t>
      </w:r>
      <w:r>
        <w:rPr>
          <w:spacing w:val="-12"/>
          <w:lang w:val="uk-UA"/>
        </w:rPr>
        <w:t>0852</w:t>
      </w:r>
      <w:r w:rsidRPr="00A23DB3">
        <w:rPr>
          <w:spacing w:val="-12"/>
          <w:lang w:val="uk-UA"/>
        </w:rPr>
        <w:t xml:space="preserve"> га, у приватну власність </w:t>
      </w:r>
      <w:r w:rsidRPr="00A23DB3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A23DB3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A23DB3">
        <w:rPr>
          <w:lang w:val="uk-UA"/>
        </w:rPr>
        <w:t>за рахунок земель не наданих у власність або постійне користування в межах населеного пункту/ сільс</w:t>
      </w:r>
      <w:r>
        <w:rPr>
          <w:lang w:val="uk-UA"/>
        </w:rPr>
        <w:t>ькогосподарські землі / рілля).</w:t>
      </w:r>
    </w:p>
    <w:p w:rsidR="007929B5" w:rsidRDefault="007929B5" w:rsidP="0061606E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lang w:val="uk-UA"/>
        </w:rPr>
        <w:tab/>
        <w:t>26</w:t>
      </w:r>
      <w:r w:rsidRPr="00712D4E">
        <w:rPr>
          <w:lang w:val="uk-UA"/>
        </w:rPr>
        <w:t>.Проект землеустрою щодо відведення земельної ділянки у власність подати для розгляду та затвердження у встановленому законодавством</w:t>
      </w:r>
      <w:r>
        <w:rPr>
          <w:lang w:val="uk-UA"/>
        </w:rPr>
        <w:t xml:space="preserve"> порядку.</w:t>
      </w:r>
    </w:p>
    <w:p w:rsidR="007929B5" w:rsidRDefault="007929B5" w:rsidP="0061606E">
      <w:pPr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lang w:val="uk-UA"/>
        </w:rPr>
        <w:tab/>
        <w:t>27.Копію рішення направити заявнику.</w:t>
      </w:r>
    </w:p>
    <w:p w:rsidR="007929B5" w:rsidRDefault="007929B5" w:rsidP="0061606E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</w:t>
      </w:r>
      <w:r>
        <w:rPr>
          <w:lang w:val="uk-UA" w:eastAsia="ru-RU"/>
        </w:rPr>
        <w:tab/>
        <w:t>28. Контроль за виконанням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7929B5" w:rsidRDefault="007929B5" w:rsidP="0061606E">
      <w:pPr>
        <w:spacing w:line="276" w:lineRule="auto"/>
        <w:jc w:val="both"/>
        <w:rPr>
          <w:lang w:val="uk-UA" w:eastAsia="ru-RU"/>
        </w:rPr>
      </w:pPr>
    </w:p>
    <w:p w:rsidR="007929B5" w:rsidRDefault="007929B5" w:rsidP="0061606E">
      <w:pPr>
        <w:jc w:val="both"/>
        <w:rPr>
          <w:lang w:val="uk-UA"/>
        </w:rPr>
      </w:pPr>
    </w:p>
    <w:p w:rsidR="007929B5" w:rsidRDefault="007929B5" w:rsidP="0061606E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7929B5" w:rsidRDefault="007929B5" w:rsidP="0061606E">
      <w:pPr>
        <w:rPr>
          <w:lang w:val="uk-UA"/>
        </w:rPr>
      </w:pPr>
    </w:p>
    <w:p w:rsidR="007929B5" w:rsidRDefault="007929B5" w:rsidP="0061606E">
      <w:pPr>
        <w:rPr>
          <w:lang w:val="uk-UA"/>
        </w:rPr>
      </w:pPr>
    </w:p>
    <w:p w:rsidR="007929B5" w:rsidRDefault="007929B5" w:rsidP="0061606E">
      <w:pPr>
        <w:rPr>
          <w:lang w:val="uk-UA"/>
        </w:rPr>
      </w:pPr>
    </w:p>
    <w:p w:rsidR="007929B5" w:rsidRDefault="007929B5" w:rsidP="0061606E">
      <w:pPr>
        <w:rPr>
          <w:lang w:val="uk-UA"/>
        </w:rPr>
      </w:pPr>
    </w:p>
    <w:p w:rsidR="007929B5" w:rsidRDefault="007929B5">
      <w:pPr>
        <w:rPr>
          <w:lang w:val="uk-UA"/>
        </w:rPr>
      </w:pPr>
    </w:p>
    <w:p w:rsidR="007929B5" w:rsidRDefault="007929B5">
      <w:pPr>
        <w:rPr>
          <w:lang w:val="uk-UA"/>
        </w:rPr>
      </w:pPr>
    </w:p>
    <w:sectPr w:rsidR="007929B5" w:rsidSect="0074428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E8"/>
    <w:rsid w:val="0000232E"/>
    <w:rsid w:val="000059A4"/>
    <w:rsid w:val="000636FF"/>
    <w:rsid w:val="001075E8"/>
    <w:rsid w:val="001D6699"/>
    <w:rsid w:val="00286F4F"/>
    <w:rsid w:val="002A70B8"/>
    <w:rsid w:val="003D1449"/>
    <w:rsid w:val="003E4860"/>
    <w:rsid w:val="003F69CC"/>
    <w:rsid w:val="00460553"/>
    <w:rsid w:val="004C01E8"/>
    <w:rsid w:val="004C570A"/>
    <w:rsid w:val="00520260"/>
    <w:rsid w:val="0055033F"/>
    <w:rsid w:val="005767C8"/>
    <w:rsid w:val="00581C93"/>
    <w:rsid w:val="005A630F"/>
    <w:rsid w:val="005B06A4"/>
    <w:rsid w:val="005D6664"/>
    <w:rsid w:val="0061606E"/>
    <w:rsid w:val="006354E6"/>
    <w:rsid w:val="00653833"/>
    <w:rsid w:val="00712D4E"/>
    <w:rsid w:val="00744286"/>
    <w:rsid w:val="007929B5"/>
    <w:rsid w:val="00794F89"/>
    <w:rsid w:val="007D224D"/>
    <w:rsid w:val="0089116C"/>
    <w:rsid w:val="008C5D38"/>
    <w:rsid w:val="00906EE1"/>
    <w:rsid w:val="00960369"/>
    <w:rsid w:val="00982279"/>
    <w:rsid w:val="00994EDD"/>
    <w:rsid w:val="009A48A6"/>
    <w:rsid w:val="00A23DB3"/>
    <w:rsid w:val="00A42028"/>
    <w:rsid w:val="00A95E26"/>
    <w:rsid w:val="00AC6AB0"/>
    <w:rsid w:val="00AE1487"/>
    <w:rsid w:val="00B43228"/>
    <w:rsid w:val="00B72FEC"/>
    <w:rsid w:val="00C52D7A"/>
    <w:rsid w:val="00CB27AB"/>
    <w:rsid w:val="00D00D83"/>
    <w:rsid w:val="00D106A1"/>
    <w:rsid w:val="00D44715"/>
    <w:rsid w:val="00E732FC"/>
    <w:rsid w:val="00F10388"/>
    <w:rsid w:val="00F2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E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61606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4</Pages>
  <Words>1794</Words>
  <Characters>10230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21</cp:revision>
  <dcterms:created xsi:type="dcterms:W3CDTF">2021-11-12T11:57:00Z</dcterms:created>
  <dcterms:modified xsi:type="dcterms:W3CDTF">2021-11-26T10:59:00Z</dcterms:modified>
</cp:coreProperties>
</file>