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B19" w:rsidRPr="005120D0" w:rsidRDefault="00050B19" w:rsidP="007727BC">
      <w:pPr>
        <w:tabs>
          <w:tab w:val="left" w:pos="4200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20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60015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4.25pt;visibility:visible">
            <v:imagedata r:id="rId5" o:title=""/>
          </v:shape>
        </w:pict>
      </w:r>
    </w:p>
    <w:p w:rsidR="00050B19" w:rsidRPr="005120D0" w:rsidRDefault="00050B19" w:rsidP="007727BC">
      <w:pPr>
        <w:pStyle w:val="Caption"/>
        <w:rPr>
          <w:b w:val="0"/>
          <w:szCs w:val="28"/>
        </w:rPr>
      </w:pPr>
      <w:r w:rsidRPr="005120D0">
        <w:rPr>
          <w:b w:val="0"/>
          <w:szCs w:val="28"/>
        </w:rPr>
        <w:t>НАГІРЯНСЬКА СІЛЬСЬКА РАДА</w:t>
      </w:r>
    </w:p>
    <w:p w:rsidR="00050B19" w:rsidRPr="005120D0" w:rsidRDefault="00050B19" w:rsidP="007727BC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 w:rsidRPr="005120D0">
        <w:rPr>
          <w:rFonts w:ascii="Times New Roman" w:hAnsi="Times New Roman"/>
          <w:sz w:val="28"/>
          <w:szCs w:val="28"/>
          <w:lang w:val="uk-UA"/>
        </w:rPr>
        <w:t>ЧОРТКІВСЬКОГО РАЙОНУ ТЕРНОПІЛЬСЬКОЇ ОБЛАСТІ</w:t>
      </w:r>
    </w:p>
    <w:p w:rsidR="00050B19" w:rsidRDefault="00050B19" w:rsidP="007727BC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 w:rsidRPr="005120D0">
        <w:rPr>
          <w:rFonts w:ascii="Times New Roman" w:hAnsi="Times New Roman"/>
          <w:sz w:val="28"/>
          <w:szCs w:val="28"/>
          <w:lang w:val="uk-UA"/>
        </w:rPr>
        <w:t>ВОСЬМЕ СКЛИКАННЯ</w:t>
      </w:r>
    </w:p>
    <w:p w:rsidR="00050B19" w:rsidRDefault="00050B19" w:rsidP="007727BC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ЧОТИРНАДЦЯТА СЕСІЯ</w:t>
      </w:r>
    </w:p>
    <w:p w:rsidR="00050B19" w:rsidRPr="005120D0" w:rsidRDefault="00050B19" w:rsidP="007727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120D0">
        <w:rPr>
          <w:rFonts w:ascii="Times New Roman" w:hAnsi="Times New Roman"/>
          <w:color w:val="000000"/>
          <w:sz w:val="28"/>
          <w:szCs w:val="28"/>
          <w:lang w:val="uk-UA" w:eastAsia="ru-RU"/>
        </w:rPr>
        <w:t>РІШЕННЯ</w:t>
      </w:r>
    </w:p>
    <w:p w:rsidR="00050B19" w:rsidRPr="007727BC" w:rsidRDefault="00050B19" w:rsidP="007727B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086B1D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 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17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листопада 2021 року             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№ 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557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7727BC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Про внесення змін до рішення Нагірянської сільської ради</w:t>
      </w:r>
      <w:r w:rsidRPr="007727BC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  <w:t xml:space="preserve">від 23 лютого 2021 року № 231 « </w:t>
      </w:r>
      <w:r w:rsidRPr="001D4CA1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Про затвердження </w:t>
      </w:r>
      <w:r w:rsidRPr="007727B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1D4CA1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рограми </w:t>
      </w:r>
    </w:p>
    <w:p w:rsidR="00050B19" w:rsidRDefault="00050B19" w:rsidP="007727B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7727B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фінансової підтримки закладів первинної медицини,</w:t>
      </w:r>
    </w:p>
    <w:p w:rsidR="00050B19" w:rsidRDefault="00050B19" w:rsidP="007727B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7727B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що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7727B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розташовані на території  Нагірянської сільської ради </w:t>
      </w:r>
    </w:p>
    <w:p w:rsidR="00050B19" w:rsidRPr="007727BC" w:rsidRDefault="00050B19" w:rsidP="007727B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uk-UA" w:eastAsia="ru-RU"/>
        </w:rPr>
      </w:pPr>
      <w:r w:rsidRPr="007727B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на 2021 рік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»</w:t>
      </w:r>
    </w:p>
    <w:p w:rsidR="00050B19" w:rsidRPr="007727BC" w:rsidRDefault="00050B19" w:rsidP="007727BC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  <w:lang w:val="uk-UA" w:eastAsia="ru-RU"/>
        </w:rPr>
      </w:pPr>
    </w:p>
    <w:p w:rsidR="00050B19" w:rsidRDefault="00050B19" w:rsidP="007727BC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050B19" w:rsidRDefault="00050B19" w:rsidP="007727B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uk-UA" w:eastAsia="ru-RU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Керуючись </w:t>
      </w:r>
      <w:r w:rsidRPr="00EF4652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п. 22 частини першої ст.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F4652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26 Закону України «Про місцеве самоврядування в Україні», </w:t>
      </w:r>
      <w:r w:rsidRPr="00EF4652">
        <w:rPr>
          <w:rFonts w:ascii="Times New Roman" w:hAnsi="Times New Roman"/>
          <w:snapToGrid w:val="0"/>
          <w:sz w:val="24"/>
          <w:szCs w:val="24"/>
          <w:lang w:val="uk-UA" w:eastAsia="ru-RU"/>
        </w:rPr>
        <w:t xml:space="preserve">враховуючи пропозиції постійної комісії 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Нагірянської сільської ради з питань бюджету та соціально - економічного розвитку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від   </w:t>
      </w:r>
      <w:r>
        <w:rPr>
          <w:rFonts w:ascii="Times New Roman" w:hAnsi="Times New Roman"/>
          <w:sz w:val="24"/>
          <w:szCs w:val="24"/>
          <w:lang w:val="uk-UA" w:eastAsia="ru-RU"/>
        </w:rPr>
        <w:t>15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л</w:t>
      </w:r>
      <w:r>
        <w:rPr>
          <w:rFonts w:ascii="Times New Roman" w:hAnsi="Times New Roman"/>
          <w:sz w:val="24"/>
          <w:szCs w:val="24"/>
          <w:lang w:val="uk-UA" w:eastAsia="ru-RU"/>
        </w:rPr>
        <w:t>истопада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2021 року, Нагірянська </w:t>
      </w:r>
      <w:r w:rsidRPr="00EF4652">
        <w:rPr>
          <w:rFonts w:ascii="Times New Roman" w:hAnsi="Times New Roman"/>
          <w:snapToGrid w:val="0"/>
          <w:sz w:val="24"/>
          <w:szCs w:val="24"/>
          <w:lang w:val="uk-UA" w:eastAsia="ru-RU"/>
        </w:rPr>
        <w:t>сільська рада</w:t>
      </w:r>
      <w:r w:rsidRPr="00EF4652">
        <w:rPr>
          <w:rFonts w:ascii="Arial" w:hAnsi="Arial" w:cs="Arial"/>
          <w:sz w:val="24"/>
          <w:szCs w:val="24"/>
          <w:lang w:eastAsia="ru-RU"/>
        </w:rPr>
        <w:t> </w:t>
      </w:r>
    </w:p>
    <w:p w:rsidR="00050B19" w:rsidRPr="009724E5" w:rsidRDefault="00050B19" w:rsidP="007727B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uk-UA" w:eastAsia="ru-RU"/>
        </w:rPr>
      </w:pPr>
    </w:p>
    <w:p w:rsidR="00050B19" w:rsidRPr="009724E5" w:rsidRDefault="00050B19" w:rsidP="007727B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9724E5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:rsidR="00050B19" w:rsidRPr="00EF4652" w:rsidRDefault="00050B19" w:rsidP="007727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050B19" w:rsidRPr="00EF4652" w:rsidRDefault="00050B19" w:rsidP="00C31CD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       1. Внести зміни до рішення сільської ради</w:t>
      </w:r>
      <w:r w:rsidRPr="00147F2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147F20">
        <w:rPr>
          <w:rFonts w:ascii="Times New Roman" w:hAnsi="Times New Roman"/>
          <w:color w:val="000000"/>
          <w:sz w:val="24"/>
          <w:szCs w:val="24"/>
          <w:lang w:val="uk-UA" w:eastAsia="ru-RU"/>
        </w:rPr>
        <w:t>від 23 лютого 2021 року № 23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1</w:t>
      </w:r>
      <w:r w:rsidRPr="00C31CDD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« </w:t>
      </w:r>
      <w:r w:rsidRPr="00C31CDD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Про затвердження Програми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C31CDD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фінансової підтримки закладів первинної медицини,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C31CDD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що розташовані на території  Нагірянської сільської ради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C31CDD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на 2021 рік»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147F2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згідно з </w:t>
      </w:r>
      <w:r w:rsidRPr="00EF4652">
        <w:rPr>
          <w:rFonts w:ascii="Times New Roman" w:hAnsi="Times New Roman"/>
          <w:bCs/>
          <w:sz w:val="24"/>
          <w:szCs w:val="24"/>
          <w:lang w:val="uk-UA" w:eastAsia="zh-CN"/>
        </w:rPr>
        <w:t>додат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ком</w:t>
      </w:r>
      <w:r w:rsidRPr="00EF4652">
        <w:rPr>
          <w:rFonts w:ascii="Times New Roman" w:hAnsi="Times New Roman"/>
          <w:bCs/>
          <w:sz w:val="24"/>
          <w:szCs w:val="24"/>
          <w:lang w:val="uk-UA" w:eastAsia="zh-CN"/>
        </w:rPr>
        <w:t xml:space="preserve"> 1. </w:t>
      </w:r>
    </w:p>
    <w:p w:rsidR="00050B19" w:rsidRPr="00EF4652" w:rsidRDefault="00050B19" w:rsidP="007727BC">
      <w:pPr>
        <w:suppressAutoHyphens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</w:p>
    <w:p w:rsidR="00050B19" w:rsidRDefault="00050B19" w:rsidP="007727BC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>2. Контроль за виконанням рішення покласти на заступника голови Нагірянської сільської ради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(Йосип ЗІБРІВСЬКИЙ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050B19" w:rsidRDefault="00050B19" w:rsidP="007727BC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050B19" w:rsidRPr="00D91E15" w:rsidRDefault="00050B19" w:rsidP="007727BC">
      <w:pPr>
        <w:pStyle w:val="BodyText"/>
        <w:spacing w:after="0" w:line="240" w:lineRule="auto"/>
        <w:rPr>
          <w:rFonts w:ascii="Times New Roman" w:hAnsi="Times New Roman"/>
          <w:bCs/>
          <w:sz w:val="24"/>
          <w:szCs w:val="24"/>
          <w:lang w:val="uk-UA" w:eastAsia="zh-CN"/>
        </w:rPr>
      </w:pPr>
    </w:p>
    <w:p w:rsidR="00050B19" w:rsidRPr="00D91E15" w:rsidRDefault="00050B19" w:rsidP="007727BC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050B19" w:rsidRDefault="00050B19" w:rsidP="007727BC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050B19" w:rsidRPr="0089304E" w:rsidRDefault="00050B19" w:rsidP="007727BC">
      <w:pPr>
        <w:tabs>
          <w:tab w:val="left" w:pos="1305"/>
        </w:tabs>
        <w:rPr>
          <w:rFonts w:ascii="Times New Roman" w:hAnsi="Times New Roman"/>
          <w:sz w:val="24"/>
          <w:szCs w:val="24"/>
          <w:lang w:val="uk-UA"/>
        </w:rPr>
      </w:pPr>
    </w:p>
    <w:p w:rsidR="00050B19" w:rsidRDefault="00050B19" w:rsidP="007727BC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147F20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050B19" w:rsidRDefault="00050B19" w:rsidP="007727BC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50B19" w:rsidRDefault="00050B19" w:rsidP="007727BC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50B19" w:rsidRDefault="00050B19" w:rsidP="007727BC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50B19" w:rsidRDefault="00050B19" w:rsidP="007727BC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50B19" w:rsidRDefault="00050B19" w:rsidP="007727BC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50B19" w:rsidRPr="00147F20" w:rsidRDefault="00050B19" w:rsidP="007727BC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50B19" w:rsidRDefault="00050B19">
      <w:pPr>
        <w:rPr>
          <w:lang w:val="uk-UA"/>
        </w:rPr>
      </w:pPr>
    </w:p>
    <w:p w:rsidR="00050B19" w:rsidRPr="00335FAB" w:rsidRDefault="00050B19" w:rsidP="00793965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050B19" w:rsidRPr="00335FAB" w:rsidRDefault="00050B19" w:rsidP="00793965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до рішення Нагірянської сільської ради</w:t>
      </w:r>
    </w:p>
    <w:p w:rsidR="00050B19" w:rsidRPr="00335FAB" w:rsidRDefault="00050B19" w:rsidP="00793965">
      <w:pPr>
        <w:tabs>
          <w:tab w:val="left" w:pos="74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17   листопада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2021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35FAB">
        <w:rPr>
          <w:rFonts w:ascii="Times New Roman" w:hAnsi="Times New Roman"/>
          <w:sz w:val="24"/>
          <w:szCs w:val="24"/>
          <w:lang w:val="uk-UA"/>
        </w:rPr>
        <w:t>року №</w:t>
      </w:r>
      <w:r>
        <w:rPr>
          <w:rFonts w:ascii="Times New Roman" w:hAnsi="Times New Roman"/>
          <w:sz w:val="24"/>
          <w:szCs w:val="24"/>
          <w:lang w:val="uk-UA"/>
        </w:rPr>
        <w:t xml:space="preserve"> 557</w:t>
      </w:r>
    </w:p>
    <w:p w:rsidR="00050B19" w:rsidRDefault="00050B19" w:rsidP="00793965">
      <w:pPr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050B19" w:rsidRDefault="00050B19" w:rsidP="00793965">
      <w:pPr>
        <w:rPr>
          <w:rFonts w:ascii="Times New Roman" w:hAnsi="Times New Roman"/>
          <w:sz w:val="24"/>
          <w:szCs w:val="24"/>
          <w:lang w:val="uk-UA"/>
        </w:rPr>
      </w:pPr>
    </w:p>
    <w:p w:rsidR="00050B19" w:rsidRPr="001D4CA1" w:rsidRDefault="00050B19" w:rsidP="001D4C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1D4CA1">
        <w:rPr>
          <w:rFonts w:ascii="Times New Roman" w:hAnsi="Times New Roman"/>
          <w:b/>
          <w:bCs/>
          <w:sz w:val="24"/>
          <w:szCs w:val="24"/>
          <w:lang w:val="uk-UA" w:eastAsia="zh-CN"/>
        </w:rPr>
        <w:t>Зміни до</w:t>
      </w:r>
      <w:r w:rsidRPr="001D4CA1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рішення Нагірянської сільської ради</w:t>
      </w:r>
      <w:r w:rsidRPr="001D4CA1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  <w:t xml:space="preserve">      від 23 лютого 2021 року № 231 </w:t>
      </w:r>
      <w:r w:rsidRPr="001D4CA1"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«Про затвердження Програми </w:t>
      </w:r>
      <w:r w:rsidRPr="001D4CA1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фінансової підтримки закладів первинної медицини, що розташовані на території Нагірянської сільської ради на 2021 рік</w:t>
      </w: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>»</w:t>
      </w:r>
    </w:p>
    <w:p w:rsidR="00050B19" w:rsidRDefault="00050B19" w:rsidP="001D4C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050B19" w:rsidRDefault="00050B19" w:rsidP="001D4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     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   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У розділі «Паспорт Програми»,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в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пункті 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8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Очікуваний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обсяг фінанс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ування Програми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>» суму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119 500,00 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>грн.» замінити на суму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262 100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грн.»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У підпункті 8.1 «Кошти сільського бюджету» суму «119 500 грн.» замінити на суму «262 100 грн.»</w:t>
      </w:r>
    </w:p>
    <w:p w:rsidR="00050B19" w:rsidRPr="001D4CA1" w:rsidRDefault="00050B19" w:rsidP="001D4CA1">
      <w:pPr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zh-CN"/>
        </w:rPr>
        <w:tab/>
        <w:t>У розділі «</w:t>
      </w:r>
      <w:r w:rsidRPr="001D4CA1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5.Фінансова забезпеченість Програми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»</w:t>
      </w:r>
      <w:r w:rsidRPr="007B6E90">
        <w:rPr>
          <w:rFonts w:ascii="Arial" w:hAnsi="Arial" w:cs="Arial"/>
          <w:sz w:val="21"/>
          <w:szCs w:val="21"/>
          <w:lang w:eastAsia="ru-RU"/>
        </w:rPr>
        <w:t> </w:t>
      </w:r>
      <w:r w:rsidRPr="001D4CA1">
        <w:rPr>
          <w:rFonts w:ascii="Times New Roman" w:hAnsi="Times New Roman"/>
          <w:sz w:val="24"/>
          <w:szCs w:val="24"/>
          <w:lang w:val="uk-UA" w:eastAsia="ru-RU"/>
        </w:rPr>
        <w:t xml:space="preserve">пункт </w:t>
      </w:r>
      <w:r>
        <w:rPr>
          <w:rFonts w:ascii="Times New Roman" w:hAnsi="Times New Roman"/>
          <w:sz w:val="24"/>
          <w:szCs w:val="24"/>
          <w:lang w:val="uk-UA" w:eastAsia="ru-RU"/>
        </w:rPr>
        <w:t>«</w:t>
      </w:r>
      <w:r w:rsidRPr="001D4CA1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Обсяги та джерела фінансування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» викласти в такій редакції</w:t>
      </w:r>
      <w:r w:rsidRPr="001D4CA1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050B19" w:rsidRPr="007B6E90" w:rsidRDefault="00050B19" w:rsidP="001D4CA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eastAsia="ru-RU"/>
        </w:rPr>
      </w:pPr>
    </w:p>
    <w:tbl>
      <w:tblPr>
        <w:tblW w:w="949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/>
      </w:tblPr>
      <w:tblGrid>
        <w:gridCol w:w="3118"/>
        <w:gridCol w:w="2693"/>
        <w:gridCol w:w="1844"/>
        <w:gridCol w:w="1843"/>
      </w:tblGrid>
      <w:tr w:rsidR="00050B19" w:rsidRPr="00C4091D" w:rsidTr="000D52B2">
        <w:trPr>
          <w:trHeight w:val="508"/>
        </w:trPr>
        <w:tc>
          <w:tcPr>
            <w:tcW w:w="31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B19" w:rsidRPr="000D52B2" w:rsidRDefault="00050B19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Джерела фінансування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B19" w:rsidRPr="000D52B2" w:rsidRDefault="00050B19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Призначення видатків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B19" w:rsidRPr="000D52B2" w:rsidRDefault="00050B19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Обсяг фінансування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B19" w:rsidRPr="000D52B2" w:rsidRDefault="00050B19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2021 рік</w:t>
            </w:r>
          </w:p>
        </w:tc>
      </w:tr>
      <w:tr w:rsidR="00050B19" w:rsidRPr="00C4091D" w:rsidTr="000D52B2">
        <w:tc>
          <w:tcPr>
            <w:tcW w:w="3118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B19" w:rsidRPr="000D52B2" w:rsidRDefault="00050B19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Нагірянський</w:t>
            </w: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B19" w:rsidRPr="000D52B2" w:rsidRDefault="00050B19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Відшкодування видатків на енергоносії закладів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B19" w:rsidRPr="000D52B2" w:rsidRDefault="00050B19" w:rsidP="000D5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262 100</w:t>
            </w: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,00</w:t>
            </w: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</w:tcBorders>
          </w:tcPr>
          <w:p w:rsidR="00050B19" w:rsidRPr="00C4091D" w:rsidRDefault="00050B19">
            <w:pPr>
              <w:rPr>
                <w:rFonts w:ascii="Times New Roman" w:hAnsi="Times New Roman"/>
                <w:sz w:val="24"/>
                <w:szCs w:val="24"/>
              </w:rPr>
            </w:pPr>
            <w:r w:rsidRPr="00C4091D">
              <w:rPr>
                <w:rFonts w:ascii="Times New Roman" w:hAnsi="Times New Roman"/>
                <w:sz w:val="24"/>
                <w:szCs w:val="24"/>
              </w:rPr>
              <w:t>262 100,00 грн.</w:t>
            </w:r>
          </w:p>
        </w:tc>
      </w:tr>
      <w:tr w:rsidR="00050B19" w:rsidRPr="00C4091D" w:rsidTr="000D52B2">
        <w:tc>
          <w:tcPr>
            <w:tcW w:w="3118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B19" w:rsidRPr="000D52B2" w:rsidRDefault="00050B19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Всього: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B19" w:rsidRPr="000D52B2" w:rsidRDefault="00050B19" w:rsidP="005A6660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B19" w:rsidRPr="000D52B2" w:rsidRDefault="00050B19" w:rsidP="000D5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262 100,00 грн.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</w:tcBorders>
          </w:tcPr>
          <w:p w:rsidR="00050B19" w:rsidRPr="00C4091D" w:rsidRDefault="00050B19">
            <w:pPr>
              <w:rPr>
                <w:rFonts w:ascii="Times New Roman" w:hAnsi="Times New Roman"/>
                <w:sz w:val="24"/>
                <w:szCs w:val="24"/>
              </w:rPr>
            </w:pPr>
            <w:r w:rsidRPr="00C4091D">
              <w:rPr>
                <w:rFonts w:ascii="Times New Roman" w:hAnsi="Times New Roman"/>
                <w:sz w:val="24"/>
                <w:szCs w:val="24"/>
              </w:rPr>
              <w:t>262 100,00 грн.</w:t>
            </w:r>
          </w:p>
        </w:tc>
      </w:tr>
    </w:tbl>
    <w:p w:rsidR="00050B19" w:rsidRDefault="00050B19" w:rsidP="001D4CA1">
      <w:pPr>
        <w:shd w:val="clear" w:color="auto" w:fill="FFFFFF"/>
        <w:spacing w:after="16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  <w:r w:rsidRPr="00B51BCE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050B19" w:rsidRPr="000F07A1" w:rsidRDefault="00050B19" w:rsidP="000D52B2">
      <w:pPr>
        <w:shd w:val="clear" w:color="auto" w:fill="FFFFFF"/>
        <w:spacing w:after="160" w:line="240" w:lineRule="auto"/>
        <w:ind w:right="850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050B19" w:rsidRPr="007B6E90" w:rsidRDefault="00050B19" w:rsidP="001D4CA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050B19" w:rsidRPr="007B6E90" w:rsidRDefault="00050B19" w:rsidP="001D4CA1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sz w:val="21"/>
          <w:szCs w:val="21"/>
          <w:lang w:val="uk-UA" w:eastAsia="ru-RU"/>
        </w:rPr>
      </w:pPr>
    </w:p>
    <w:p w:rsidR="00050B19" w:rsidRPr="000D52B2" w:rsidRDefault="00050B19" w:rsidP="001D4CA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0D52B2">
        <w:rPr>
          <w:rFonts w:ascii="Times New Roman" w:hAnsi="Times New Roman"/>
          <w:color w:val="2D1614"/>
          <w:sz w:val="24"/>
          <w:szCs w:val="24"/>
          <w:lang w:val="uk-UA" w:eastAsia="uk-UA"/>
        </w:rPr>
        <w:t>Секретар Нагірянської сільської ради                                      Галина БУРЯК</w:t>
      </w:r>
    </w:p>
    <w:p w:rsidR="00050B19" w:rsidRPr="000D52B2" w:rsidRDefault="00050B19">
      <w:pPr>
        <w:rPr>
          <w:sz w:val="24"/>
          <w:szCs w:val="24"/>
          <w:lang w:val="uk-UA"/>
        </w:rPr>
      </w:pPr>
    </w:p>
    <w:sectPr w:rsidR="00050B19" w:rsidRPr="000D52B2" w:rsidSect="009724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53170"/>
    <w:multiLevelType w:val="multilevel"/>
    <w:tmpl w:val="8E06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2F1931"/>
    <w:multiLevelType w:val="multilevel"/>
    <w:tmpl w:val="2590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3A8D"/>
    <w:rsid w:val="00050B19"/>
    <w:rsid w:val="00086B1D"/>
    <w:rsid w:val="000D52B2"/>
    <w:rsid w:val="000F07A1"/>
    <w:rsid w:val="00147F20"/>
    <w:rsid w:val="001D4CA1"/>
    <w:rsid w:val="00297DCD"/>
    <w:rsid w:val="003139DB"/>
    <w:rsid w:val="00333A8D"/>
    <w:rsid w:val="00335FAB"/>
    <w:rsid w:val="003B62CD"/>
    <w:rsid w:val="005120D0"/>
    <w:rsid w:val="005A6660"/>
    <w:rsid w:val="00660015"/>
    <w:rsid w:val="007727BC"/>
    <w:rsid w:val="00793965"/>
    <w:rsid w:val="007B04C1"/>
    <w:rsid w:val="007B6E90"/>
    <w:rsid w:val="0089304E"/>
    <w:rsid w:val="009724E5"/>
    <w:rsid w:val="009C3DD5"/>
    <w:rsid w:val="009D23B7"/>
    <w:rsid w:val="00AC2812"/>
    <w:rsid w:val="00AC2AD0"/>
    <w:rsid w:val="00AD3475"/>
    <w:rsid w:val="00B311AE"/>
    <w:rsid w:val="00B51BCE"/>
    <w:rsid w:val="00B6693B"/>
    <w:rsid w:val="00C31CDD"/>
    <w:rsid w:val="00C4091D"/>
    <w:rsid w:val="00CA0E60"/>
    <w:rsid w:val="00D20BD7"/>
    <w:rsid w:val="00D91E15"/>
    <w:rsid w:val="00E46702"/>
    <w:rsid w:val="00EF4652"/>
    <w:rsid w:val="00F12B5A"/>
    <w:rsid w:val="00F2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7BC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7727B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7727BC"/>
    <w:rPr>
      <w:lang w:val="ru-RU" w:eastAsia="en-US"/>
    </w:rPr>
  </w:style>
  <w:style w:type="paragraph" w:styleId="BodyText">
    <w:name w:val="Body Text"/>
    <w:basedOn w:val="Normal"/>
    <w:link w:val="BodyTextChar"/>
    <w:uiPriority w:val="99"/>
    <w:rsid w:val="007727B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727B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72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27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C2812"/>
    <w:pPr>
      <w:ind w:left="720"/>
      <w:contextualSpacing/>
    </w:pPr>
  </w:style>
  <w:style w:type="paragraph" w:customStyle="1" w:styleId="NoSpacing1">
    <w:name w:val="No Spacing1"/>
    <w:uiPriority w:val="99"/>
    <w:rsid w:val="001D4CA1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386</Words>
  <Characters>2204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10</cp:revision>
  <dcterms:created xsi:type="dcterms:W3CDTF">2021-11-15T10:07:00Z</dcterms:created>
  <dcterms:modified xsi:type="dcterms:W3CDTF">2021-11-26T09:56:00Z</dcterms:modified>
</cp:coreProperties>
</file>