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9B" w:rsidRDefault="00D0019B" w:rsidP="00934C8E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D0019B" w:rsidRDefault="00D0019B" w:rsidP="00934C8E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D0019B" w:rsidRPr="009D7294" w:rsidRDefault="00D0019B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D0019B" w:rsidRDefault="00D0019B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D0019B" w:rsidRPr="009D7294" w:rsidRDefault="00D0019B" w:rsidP="00934C8E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ВОСЬМЕ СКЛИКАННЯ</w:t>
      </w:r>
    </w:p>
    <w:p w:rsidR="00D0019B" w:rsidRPr="009D7294" w:rsidRDefault="00D0019B" w:rsidP="0023692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9D7294">
        <w:rPr>
          <w:rFonts w:ascii="Times New Roman" w:hAnsi="Times New Roman"/>
          <w:sz w:val="24"/>
          <w:szCs w:val="24"/>
        </w:rPr>
        <w:t xml:space="preserve">ЧОТИРНАДЦЯТА СЕСІЯ </w:t>
      </w:r>
    </w:p>
    <w:bookmarkEnd w:id="0"/>
    <w:p w:rsidR="00D0019B" w:rsidRPr="009D7294" w:rsidRDefault="00D0019B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РІШЕННЯ</w:t>
      </w:r>
    </w:p>
    <w:p w:rsidR="00D0019B" w:rsidRPr="009D7294" w:rsidRDefault="00D0019B" w:rsidP="00934C8E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листопада</w:t>
      </w:r>
      <w:r w:rsidRPr="009D7294">
        <w:rPr>
          <w:rFonts w:ascii="Times New Roman" w:hAnsi="Times New Roman"/>
          <w:sz w:val="24"/>
          <w:szCs w:val="24"/>
        </w:rPr>
        <w:t xml:space="preserve"> 2021 року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9D7294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574</w:t>
      </w:r>
    </w:p>
    <w:p w:rsidR="00D0019B" w:rsidRPr="009D7294" w:rsidRDefault="00D0019B" w:rsidP="00934C8E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с-ще Нагірянка</w:t>
      </w:r>
    </w:p>
    <w:p w:rsidR="00D0019B" w:rsidRPr="009D7294" w:rsidRDefault="00D0019B" w:rsidP="00934C8E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D0019B" w:rsidRPr="009D7294" w:rsidRDefault="00D0019B" w:rsidP="00934C8E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 xml:space="preserve">земельних ділянок </w:t>
      </w:r>
    </w:p>
    <w:p w:rsidR="00D0019B" w:rsidRDefault="00D0019B" w:rsidP="00934C8E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8A758D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0019B" w:rsidRDefault="00D0019B" w:rsidP="00934C8E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D0019B" w:rsidRPr="00210F77" w:rsidRDefault="00D0019B" w:rsidP="00934C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0019B" w:rsidRDefault="00D0019B" w:rsidP="009D729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4234E5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Луцишин Мар’яна Ярославовича </w:t>
      </w:r>
      <w:r w:rsidRPr="0023692C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D0019B" w:rsidRPr="004234E5" w:rsidRDefault="00D0019B" w:rsidP="009D729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D6783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 селянського господарства згідно поданої заяви  гр. Радельніцької Галини Іванівни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74 га"/>
        </w:smartTagPr>
        <w:r w:rsidRPr="0023692C">
          <w:rPr>
            <w:rFonts w:ascii="Times New Roman" w:hAnsi="Times New Roman"/>
            <w:sz w:val="24"/>
            <w:szCs w:val="24"/>
          </w:rPr>
          <w:t>0,74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D0019B" w:rsidRPr="00AD6783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D6783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 гр. Підсадної Ольги Іванівни 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Улашківці Чортківського району  Тернопільської області.</w:t>
      </w:r>
    </w:p>
    <w:p w:rsidR="00D0019B" w:rsidRPr="0023692C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D6783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 гр. Романів Романа Олександровича загальною площею – </w:t>
      </w:r>
      <w:smartTag w:uri="urn:schemas-microsoft-com:office:smarttags" w:element="metricconverter">
        <w:smartTagPr>
          <w:attr w:name="ProductID" w:val="0,8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0,85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D0019B" w:rsidRPr="0023692C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D6783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 гр. Романів Наталії Омелянівни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0,25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D0019B" w:rsidRPr="0023692C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D6783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692C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 селянського господарства згідно поданої заяви  гр. Березовської Марії Михайлівни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3021 га"/>
        </w:smartTagPr>
        <w:r w:rsidRPr="0023692C">
          <w:rPr>
            <w:rFonts w:ascii="Times New Roman" w:hAnsi="Times New Roman"/>
            <w:sz w:val="24"/>
            <w:szCs w:val="24"/>
          </w:rPr>
          <w:t>0,3021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С</w:t>
      </w:r>
      <w:r w:rsidRPr="0023692C">
        <w:rPr>
          <w:rFonts w:ascii="Times New Roman" w:hAnsi="Times New Roman"/>
          <w:sz w:val="24"/>
          <w:szCs w:val="24"/>
          <w:lang w:val="uk-UA"/>
        </w:rPr>
        <w:t>осулівка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D0019B" w:rsidRPr="00AD6783" w:rsidRDefault="00D0019B" w:rsidP="004234E5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019B" w:rsidRDefault="00D0019B" w:rsidP="004234E5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AD6783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692C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D0019B" w:rsidRDefault="00D0019B" w:rsidP="004234E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D0019B" w:rsidRPr="0023692C" w:rsidRDefault="00D0019B" w:rsidP="004234E5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D0019B" w:rsidRPr="0023692C" w:rsidRDefault="00D0019B" w:rsidP="00934C8E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D0019B" w:rsidRDefault="00D0019B" w:rsidP="009D729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Ігор КІНДРАТ          </w:t>
      </w:r>
    </w:p>
    <w:sectPr w:rsidR="00D0019B" w:rsidSect="009D72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2514"/>
    <w:multiLevelType w:val="multilevel"/>
    <w:tmpl w:val="C6D69E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5CE2012A"/>
    <w:multiLevelType w:val="hybridMultilevel"/>
    <w:tmpl w:val="D9483C6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F882292E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E50CF6"/>
    <w:multiLevelType w:val="hybridMultilevel"/>
    <w:tmpl w:val="58E23C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5"/>
    <w:rsid w:val="000F188F"/>
    <w:rsid w:val="00150836"/>
    <w:rsid w:val="00210F77"/>
    <w:rsid w:val="0023692C"/>
    <w:rsid w:val="00241CDF"/>
    <w:rsid w:val="00277285"/>
    <w:rsid w:val="002D2DCD"/>
    <w:rsid w:val="004234E5"/>
    <w:rsid w:val="00571D9E"/>
    <w:rsid w:val="006A21A4"/>
    <w:rsid w:val="00700125"/>
    <w:rsid w:val="00747B29"/>
    <w:rsid w:val="008A758D"/>
    <w:rsid w:val="00934C8E"/>
    <w:rsid w:val="00954539"/>
    <w:rsid w:val="00985647"/>
    <w:rsid w:val="009D7294"/>
    <w:rsid w:val="00A63C8B"/>
    <w:rsid w:val="00AD6783"/>
    <w:rsid w:val="00B63F0D"/>
    <w:rsid w:val="00BE0F8E"/>
    <w:rsid w:val="00D0019B"/>
    <w:rsid w:val="00D17BB9"/>
    <w:rsid w:val="00D82F39"/>
    <w:rsid w:val="00EF054B"/>
    <w:rsid w:val="00F54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C8E"/>
    <w:pPr>
      <w:ind w:left="720"/>
      <w:contextualSpacing/>
    </w:pPr>
  </w:style>
  <w:style w:type="paragraph" w:customStyle="1" w:styleId="1">
    <w:name w:val="Без інтервалів1"/>
    <w:uiPriority w:val="99"/>
    <w:rsid w:val="00934C8E"/>
    <w:rPr>
      <w:rFonts w:eastAsia="Times New Roman"/>
    </w:rPr>
  </w:style>
  <w:style w:type="paragraph" w:customStyle="1" w:styleId="3">
    <w:name w:val="Без інтервалів3"/>
    <w:uiPriority w:val="99"/>
    <w:rsid w:val="00934C8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363</Words>
  <Characters>2070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cp:lastPrinted>2021-11-17T09:26:00Z</cp:lastPrinted>
  <dcterms:created xsi:type="dcterms:W3CDTF">2021-11-12T13:31:00Z</dcterms:created>
  <dcterms:modified xsi:type="dcterms:W3CDTF">2021-11-25T09:46:00Z</dcterms:modified>
</cp:coreProperties>
</file>