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75" w:rsidRPr="007A3AFD" w:rsidRDefault="00E41475" w:rsidP="0023044C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</w:p>
    <w:p w:rsidR="00E41475" w:rsidRDefault="00E41475" w:rsidP="0023044C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:rsidR="00E41475" w:rsidRDefault="00E41475" w:rsidP="0023044C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765FD5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E41475" w:rsidRDefault="00E41475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E41475" w:rsidRDefault="00E41475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E41475" w:rsidRDefault="00E41475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E41475" w:rsidRPr="00962919" w:rsidRDefault="00E41475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П’ЯТНАДЦЯТА  </w:t>
      </w:r>
      <w:r>
        <w:rPr>
          <w:rFonts w:ascii="Times New Roman" w:hAnsi="Times New Roman"/>
          <w:sz w:val="24"/>
          <w:szCs w:val="24"/>
        </w:rPr>
        <w:t xml:space="preserve"> СЕСІЯ</w:t>
      </w:r>
    </w:p>
    <w:p w:rsidR="00E41475" w:rsidRPr="004D45BC" w:rsidRDefault="00E41475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E41475" w:rsidRDefault="00E41475" w:rsidP="004D45BC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 w:rsidRPr="00EA122B">
        <w:rPr>
          <w:rFonts w:ascii="Times New Roman" w:hAnsi="Times New Roman"/>
          <w:sz w:val="24"/>
          <w:szCs w:val="24"/>
        </w:rPr>
        <w:t xml:space="preserve">15 </w:t>
      </w:r>
      <w:r>
        <w:rPr>
          <w:rFonts w:ascii="Times New Roman" w:hAnsi="Times New Roman"/>
          <w:sz w:val="24"/>
          <w:szCs w:val="24"/>
          <w:lang w:val="uk-UA"/>
        </w:rPr>
        <w:t xml:space="preserve">грудня </w:t>
      </w:r>
      <w:r>
        <w:rPr>
          <w:rFonts w:ascii="Times New Roman" w:hAnsi="Times New Roman"/>
          <w:sz w:val="24"/>
          <w:szCs w:val="24"/>
        </w:rPr>
        <w:t xml:space="preserve">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608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E41475" w:rsidRDefault="00E41475" w:rsidP="004D45BC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с-ще Нагірянка</w:t>
      </w:r>
    </w:p>
    <w:p w:rsidR="00E41475" w:rsidRDefault="00E41475" w:rsidP="0023044C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E41475" w:rsidRPr="00D620A7" w:rsidTr="00817D9B">
        <w:tc>
          <w:tcPr>
            <w:tcW w:w="5868" w:type="dxa"/>
          </w:tcPr>
          <w:p w:rsidR="00E41475" w:rsidRDefault="00E41475" w:rsidP="00817D9B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887D31"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 xml:space="preserve"> та передачу громадянам безоплатно у приватну власність земельних ділянок</w:t>
            </w:r>
          </w:p>
        </w:tc>
        <w:tc>
          <w:tcPr>
            <w:tcW w:w="2376" w:type="dxa"/>
          </w:tcPr>
          <w:p w:rsidR="00E41475" w:rsidRDefault="00E41475" w:rsidP="00817D9B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E41475" w:rsidRPr="00E77AC1" w:rsidRDefault="00E41475" w:rsidP="0023044C">
      <w:pPr>
        <w:spacing w:line="100" w:lineRule="atLeast"/>
        <w:jc w:val="both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16415B">
        <w:rPr>
          <w:rFonts w:ascii="Times New Roman" w:hAnsi="Times New Roman"/>
          <w:sz w:val="24"/>
          <w:szCs w:val="24"/>
          <w:lang w:val="uk-UA"/>
        </w:rPr>
        <w:t>Розглянувши звернення громадян,</w:t>
      </w:r>
      <w:r>
        <w:rPr>
          <w:rFonts w:ascii="Times New Roman" w:hAnsi="Times New Roman"/>
          <w:sz w:val="24"/>
          <w:szCs w:val="24"/>
          <w:lang w:val="uk-UA"/>
        </w:rPr>
        <w:t xml:space="preserve"> відповідно до статей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 12,</w:t>
      </w:r>
      <w:r>
        <w:rPr>
          <w:rFonts w:ascii="Times New Roman" w:hAnsi="Times New Roman"/>
          <w:sz w:val="24"/>
          <w:szCs w:val="24"/>
          <w:lang w:val="uk-UA"/>
        </w:rPr>
        <w:t xml:space="preserve"> 33, 40, </w:t>
      </w:r>
      <w:r w:rsidRPr="0016415B">
        <w:rPr>
          <w:rFonts w:ascii="Times New Roman" w:hAnsi="Times New Roman"/>
          <w:sz w:val="24"/>
          <w:szCs w:val="24"/>
          <w:lang w:val="uk-UA"/>
        </w:rPr>
        <w:t>79,</w:t>
      </w:r>
      <w:r>
        <w:rPr>
          <w:rFonts w:ascii="Times New Roman" w:hAnsi="Times New Roman"/>
          <w:sz w:val="24"/>
          <w:szCs w:val="24"/>
          <w:lang w:val="uk-UA"/>
        </w:rPr>
        <w:t xml:space="preserve"> 81,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107,</w:t>
      </w:r>
      <w:r>
        <w:rPr>
          <w:rFonts w:ascii="Times New Roman" w:hAnsi="Times New Roman"/>
          <w:sz w:val="24"/>
          <w:szCs w:val="24"/>
          <w:lang w:val="uk-UA"/>
        </w:rPr>
        <w:t xml:space="preserve"> 116,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118, </w:t>
      </w:r>
      <w:r>
        <w:rPr>
          <w:rFonts w:ascii="Times New Roman" w:hAnsi="Times New Roman"/>
          <w:sz w:val="24"/>
          <w:szCs w:val="24"/>
          <w:lang w:val="uk-UA"/>
        </w:rPr>
        <w:t xml:space="preserve">120, </w:t>
      </w:r>
      <w:r w:rsidRPr="0016415B">
        <w:rPr>
          <w:rFonts w:ascii="Times New Roman" w:hAnsi="Times New Roman"/>
          <w:sz w:val="24"/>
          <w:szCs w:val="24"/>
          <w:lang w:val="uk-UA"/>
        </w:rPr>
        <w:t>121,</w:t>
      </w:r>
      <w:r>
        <w:rPr>
          <w:rFonts w:ascii="Times New Roman" w:hAnsi="Times New Roman"/>
          <w:sz w:val="24"/>
          <w:szCs w:val="24"/>
          <w:lang w:val="uk-UA"/>
        </w:rPr>
        <w:t xml:space="preserve"> 122,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125, 126</w:t>
      </w:r>
      <w:r>
        <w:rPr>
          <w:rFonts w:ascii="Times New Roman" w:hAnsi="Times New Roman"/>
          <w:sz w:val="24"/>
          <w:szCs w:val="24"/>
          <w:lang w:val="uk-UA"/>
        </w:rPr>
        <w:t>, 186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ст. 25</w:t>
      </w:r>
      <w:r>
        <w:rPr>
          <w:rFonts w:ascii="Times New Roman" w:hAnsi="Times New Roman"/>
          <w:sz w:val="24"/>
          <w:szCs w:val="24"/>
          <w:lang w:val="uk-UA"/>
        </w:rPr>
        <w:t>, 55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Закону України «Про землеустрій», Закону України «Про державний земельний кадастр», ст. 26 Закону України «Про Місцеве самоврядування  в Україні»</w:t>
      </w:r>
      <w:r>
        <w:rPr>
          <w:lang w:val="uk-UA"/>
        </w:rPr>
        <w:t xml:space="preserve"> </w:t>
      </w:r>
      <w:r w:rsidRPr="0016415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16415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16415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</w:t>
      </w:r>
      <w:r>
        <w:rPr>
          <w:rFonts w:ascii="Times New Roman" w:hAnsi="Times New Roman"/>
          <w:sz w:val="24"/>
          <w:szCs w:val="24"/>
          <w:lang w:val="uk-UA"/>
        </w:rPr>
        <w:t xml:space="preserve">талого розвитку, сільська рада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E41475" w:rsidRDefault="00E41475" w:rsidP="0023044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E41475" w:rsidRPr="002675C5" w:rsidRDefault="00E41475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D45BC">
        <w:rPr>
          <w:rFonts w:ascii="Times New Roman" w:hAnsi="Times New Roman"/>
          <w:b/>
          <w:sz w:val="24"/>
          <w:szCs w:val="24"/>
        </w:rPr>
        <w:t>1.</w:t>
      </w:r>
      <w:r w:rsidRPr="002675C5">
        <w:rPr>
          <w:rFonts w:ascii="Times New Roman" w:hAnsi="Times New Roman"/>
          <w:sz w:val="24"/>
          <w:szCs w:val="24"/>
        </w:rPr>
        <w:t xml:space="preserve"> Затвердити  технічну документацію із землеустрою щодо встановлення (відновлення) меж земельної ділянки в натурі (на місцевості) та передати  безоплатно у приватну власність земельні ділянки громадянам:</w:t>
      </w:r>
    </w:p>
    <w:p w:rsidR="00E41475" w:rsidRPr="00156593" w:rsidRDefault="00E41475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156593">
        <w:rPr>
          <w:rFonts w:ascii="Times New Roman" w:hAnsi="Times New Roman"/>
          <w:sz w:val="24"/>
          <w:szCs w:val="24"/>
        </w:rPr>
        <w:t>1.1.</w:t>
      </w:r>
      <w:r w:rsidRPr="0015659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Танчак Надії Омелянівні</w:t>
      </w:r>
      <w:r w:rsidRPr="0015659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56593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428 га"/>
        </w:smartTagPr>
        <w:r>
          <w:rPr>
            <w:rFonts w:ascii="Times New Roman" w:hAnsi="Times New Roman"/>
            <w:color w:val="FF0000"/>
            <w:sz w:val="24"/>
            <w:szCs w:val="24"/>
          </w:rPr>
          <w:t>0,6428</w:t>
        </w:r>
        <w:r w:rsidRPr="0015659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156593">
          <w:rPr>
            <w:rFonts w:ascii="Times New Roman" w:hAnsi="Times New Roman"/>
            <w:sz w:val="24"/>
            <w:szCs w:val="24"/>
          </w:rPr>
          <w:t>га</w:t>
        </w:r>
      </w:smartTag>
      <w:r w:rsidRPr="00156593">
        <w:rPr>
          <w:rFonts w:ascii="Times New Roman" w:hAnsi="Times New Roman"/>
          <w:sz w:val="24"/>
          <w:szCs w:val="24"/>
        </w:rPr>
        <w:t xml:space="preserve"> в с. </w:t>
      </w:r>
      <w:r w:rsidRPr="00156593">
        <w:rPr>
          <w:rFonts w:ascii="Times New Roman" w:hAnsi="Times New Roman"/>
          <w:color w:val="FF0000"/>
          <w:sz w:val="24"/>
          <w:szCs w:val="24"/>
        </w:rPr>
        <w:t>Ягільниця</w:t>
      </w:r>
      <w:r w:rsidRPr="00156593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156593" w:rsidRDefault="00E41475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156593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68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0,3680</w:t>
        </w:r>
        <w:r w:rsidRPr="0015659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156593">
          <w:rPr>
            <w:rFonts w:ascii="Times New Roman" w:hAnsi="Times New Roman"/>
            <w:sz w:val="24"/>
            <w:szCs w:val="24"/>
          </w:rPr>
          <w:t>га</w:t>
        </w:r>
      </w:smartTag>
      <w:r w:rsidRPr="00156593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156593">
        <w:rPr>
          <w:rFonts w:ascii="Times New Roman" w:hAnsi="Times New Roman"/>
          <w:color w:val="FF0000"/>
          <w:sz w:val="24"/>
          <w:szCs w:val="24"/>
        </w:rPr>
        <w:t>61255898</w:t>
      </w:r>
      <w:r>
        <w:rPr>
          <w:rFonts w:ascii="Times New Roman" w:hAnsi="Times New Roman"/>
          <w:color w:val="FF0000"/>
          <w:sz w:val="24"/>
          <w:szCs w:val="24"/>
        </w:rPr>
        <w:t>00:01</w:t>
      </w:r>
      <w:r w:rsidRPr="00156593">
        <w:rPr>
          <w:rFonts w:ascii="Times New Roman" w:hAnsi="Times New Roman"/>
          <w:color w:val="FF0000"/>
          <w:sz w:val="24"/>
          <w:szCs w:val="24"/>
        </w:rPr>
        <w:t>:001</w:t>
      </w:r>
      <w:r>
        <w:rPr>
          <w:rFonts w:ascii="Times New Roman" w:hAnsi="Times New Roman"/>
          <w:sz w:val="24"/>
          <w:szCs w:val="24"/>
        </w:rPr>
        <w:t>:3154</w:t>
      </w:r>
      <w:r w:rsidRPr="00156593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156593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0,0800</w:t>
        </w:r>
        <w:r w:rsidRPr="0015659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156593">
          <w:rPr>
            <w:rFonts w:ascii="Times New Roman" w:hAnsi="Times New Roman"/>
            <w:sz w:val="24"/>
            <w:szCs w:val="24"/>
          </w:rPr>
          <w:t>га</w:t>
        </w:r>
      </w:smartTag>
      <w:r w:rsidRPr="00156593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156593">
        <w:rPr>
          <w:rFonts w:ascii="Times New Roman" w:hAnsi="Times New Roman"/>
          <w:color w:val="FF0000"/>
          <w:sz w:val="24"/>
          <w:szCs w:val="24"/>
        </w:rPr>
        <w:t>6125589800:02:001</w:t>
      </w:r>
      <w:r>
        <w:rPr>
          <w:rFonts w:ascii="Times New Roman" w:hAnsi="Times New Roman"/>
          <w:sz w:val="24"/>
          <w:szCs w:val="24"/>
        </w:rPr>
        <w:t>:0077;</w:t>
      </w:r>
    </w:p>
    <w:p w:rsidR="00E41475" w:rsidRDefault="00E41475" w:rsidP="00036D5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156593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948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0,1948</w:t>
        </w:r>
        <w:r w:rsidRPr="0015659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156593">
          <w:rPr>
            <w:rFonts w:ascii="Times New Roman" w:hAnsi="Times New Roman"/>
            <w:sz w:val="24"/>
            <w:szCs w:val="24"/>
          </w:rPr>
          <w:t>га</w:t>
        </w:r>
      </w:smartTag>
      <w:r w:rsidRPr="00156593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156593">
        <w:rPr>
          <w:rFonts w:ascii="Times New Roman" w:hAnsi="Times New Roman"/>
          <w:color w:val="FF0000"/>
          <w:sz w:val="24"/>
          <w:szCs w:val="24"/>
        </w:rPr>
        <w:t>6125589800:02:001</w:t>
      </w:r>
      <w:r>
        <w:rPr>
          <w:rFonts w:ascii="Times New Roman" w:hAnsi="Times New Roman"/>
          <w:sz w:val="24"/>
          <w:szCs w:val="24"/>
        </w:rPr>
        <w:t>:0070.</w:t>
      </w:r>
    </w:p>
    <w:p w:rsidR="00E41475" w:rsidRPr="00D076D0" w:rsidRDefault="00E41475" w:rsidP="00D076D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D076D0">
        <w:rPr>
          <w:rFonts w:ascii="Times New Roman" w:hAnsi="Times New Roman"/>
          <w:sz w:val="24"/>
          <w:szCs w:val="24"/>
        </w:rPr>
        <w:t>1.2.</w:t>
      </w:r>
      <w:r w:rsidRPr="00D076D0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Танчак Надії Омелянівні</w:t>
      </w:r>
      <w:r w:rsidRPr="00D076D0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D076D0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325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0,0325</w:t>
        </w:r>
        <w:r w:rsidRPr="00D076D0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D076D0">
          <w:rPr>
            <w:rFonts w:ascii="Times New Roman" w:hAnsi="Times New Roman"/>
            <w:sz w:val="24"/>
            <w:szCs w:val="24"/>
          </w:rPr>
          <w:t>га</w:t>
        </w:r>
      </w:smartTag>
      <w:r w:rsidRPr="00D076D0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Робітнича, 16</w:t>
      </w:r>
      <w:r>
        <w:rPr>
          <w:rFonts w:ascii="Times New Roman" w:hAnsi="Times New Roman"/>
          <w:sz w:val="24"/>
          <w:szCs w:val="24"/>
        </w:rPr>
        <w:t>,</w:t>
      </w:r>
      <w:r w:rsidRPr="00D076D0">
        <w:rPr>
          <w:rFonts w:ascii="Times New Roman" w:hAnsi="Times New Roman"/>
          <w:sz w:val="24"/>
          <w:szCs w:val="24"/>
        </w:rPr>
        <w:t xml:space="preserve"> в с. </w:t>
      </w:r>
      <w:r w:rsidRPr="00D076D0">
        <w:rPr>
          <w:rFonts w:ascii="Times New Roman" w:hAnsi="Times New Roman"/>
          <w:color w:val="FF0000"/>
          <w:sz w:val="24"/>
          <w:szCs w:val="24"/>
        </w:rPr>
        <w:t>Ягільниця</w:t>
      </w:r>
      <w:r w:rsidRPr="00D076D0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D076D0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D076D0">
        <w:rPr>
          <w:rFonts w:ascii="Times New Roman" w:hAnsi="Times New Roman"/>
          <w:sz w:val="24"/>
          <w:szCs w:val="24"/>
        </w:rPr>
        <w:t>.</w:t>
      </w:r>
    </w:p>
    <w:p w:rsidR="00E41475" w:rsidRPr="00D076D0" w:rsidRDefault="00E41475" w:rsidP="00D076D0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76D0">
        <w:rPr>
          <w:rFonts w:ascii="Times New Roman" w:hAnsi="Times New Roman"/>
          <w:sz w:val="24"/>
          <w:szCs w:val="24"/>
        </w:rPr>
        <w:t xml:space="preserve">   Кадастровий номер: </w:t>
      </w:r>
      <w:r w:rsidRPr="00D076D0">
        <w:rPr>
          <w:rFonts w:ascii="Times New Roman" w:hAnsi="Times New Roman"/>
          <w:color w:val="FF0000"/>
          <w:sz w:val="24"/>
          <w:szCs w:val="24"/>
        </w:rPr>
        <w:t>6125589800:02:001</w:t>
      </w:r>
      <w:r w:rsidRPr="00D076D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006</w:t>
      </w:r>
      <w:r w:rsidRPr="00D076D0">
        <w:rPr>
          <w:rFonts w:ascii="Times New Roman" w:hAnsi="Times New Roman"/>
          <w:sz w:val="24"/>
          <w:szCs w:val="24"/>
          <w:lang w:val="ru-RU"/>
        </w:rPr>
        <w:t>5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Cs/>
          <w:sz w:val="24"/>
          <w:szCs w:val="24"/>
        </w:rPr>
        <w:t xml:space="preserve"> </w:t>
      </w:r>
    </w:p>
    <w:p w:rsidR="00E41475" w:rsidRPr="00357E62" w:rsidRDefault="00E41475" w:rsidP="00357E62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             1.3.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Дерманській Парасці Михайлівні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209 га"/>
        </w:smartTagP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0,6209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 w:rsidRPr="00357E62">
        <w:rPr>
          <w:rFonts w:ascii="Times New Roman" w:hAnsi="Times New Roman"/>
          <w:color w:val="FF0000"/>
          <w:sz w:val="24"/>
          <w:szCs w:val="24"/>
        </w:rPr>
        <w:t>Ягільниця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357E6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3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0,3300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357E62">
        <w:rPr>
          <w:rFonts w:ascii="Times New Roman" w:hAnsi="Times New Roman"/>
          <w:color w:val="FF0000"/>
          <w:sz w:val="24"/>
          <w:szCs w:val="24"/>
        </w:rPr>
        <w:t>6125589800:02:001</w:t>
      </w:r>
      <w:r>
        <w:rPr>
          <w:rFonts w:ascii="Times New Roman" w:hAnsi="Times New Roman"/>
          <w:sz w:val="24"/>
          <w:szCs w:val="24"/>
        </w:rPr>
        <w:t>:1072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3C009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55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0,2550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357E62">
        <w:rPr>
          <w:rFonts w:ascii="Times New Roman" w:hAnsi="Times New Roman"/>
          <w:color w:val="FF0000"/>
          <w:sz w:val="24"/>
          <w:szCs w:val="24"/>
        </w:rPr>
        <w:t>6125589800:02:001</w:t>
      </w:r>
      <w:r>
        <w:rPr>
          <w:rFonts w:ascii="Times New Roman" w:hAnsi="Times New Roman"/>
          <w:sz w:val="24"/>
          <w:szCs w:val="24"/>
        </w:rPr>
        <w:t>:0072;</w:t>
      </w:r>
    </w:p>
    <w:p w:rsidR="00E41475" w:rsidRDefault="00E41475" w:rsidP="00EA122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50 га"/>
        </w:smartTagPr>
        <w:r>
          <w:rPr>
            <w:rFonts w:ascii="Times New Roman" w:hAnsi="Times New Roman"/>
            <w:color w:val="FF0000"/>
            <w:sz w:val="24"/>
            <w:szCs w:val="24"/>
          </w:rPr>
          <w:t xml:space="preserve">0,2050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6125589800:02:001</w:t>
      </w:r>
      <w:r>
        <w:rPr>
          <w:rFonts w:ascii="Times New Roman" w:hAnsi="Times New Roman"/>
          <w:sz w:val="24"/>
          <w:szCs w:val="24"/>
        </w:rPr>
        <w:t>:0076.</w:t>
      </w:r>
    </w:p>
    <w:p w:rsidR="00E41475" w:rsidRDefault="00E41475" w:rsidP="003C009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1475" w:rsidRPr="00D076D0" w:rsidRDefault="00E41475" w:rsidP="003C009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Дерманській Парасці Михайлівні</w:t>
      </w:r>
      <w:r w:rsidRPr="00D076D0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D076D0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0,2150</w:t>
        </w:r>
        <w:r w:rsidRPr="00D076D0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D076D0">
          <w:rPr>
            <w:rFonts w:ascii="Times New Roman" w:hAnsi="Times New Roman"/>
            <w:sz w:val="24"/>
            <w:szCs w:val="24"/>
          </w:rPr>
          <w:t>га</w:t>
        </w:r>
      </w:smartTag>
      <w:r w:rsidRPr="00D076D0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Робітнича, 14</w:t>
      </w:r>
      <w:r>
        <w:rPr>
          <w:rFonts w:ascii="Times New Roman" w:hAnsi="Times New Roman"/>
          <w:sz w:val="24"/>
          <w:szCs w:val="24"/>
        </w:rPr>
        <w:t>,</w:t>
      </w:r>
      <w:r w:rsidRPr="00D076D0">
        <w:rPr>
          <w:rFonts w:ascii="Times New Roman" w:hAnsi="Times New Roman"/>
          <w:sz w:val="24"/>
          <w:szCs w:val="24"/>
        </w:rPr>
        <w:t xml:space="preserve"> в с. </w:t>
      </w:r>
      <w:r w:rsidRPr="00D076D0">
        <w:rPr>
          <w:rFonts w:ascii="Times New Roman" w:hAnsi="Times New Roman"/>
          <w:color w:val="FF0000"/>
          <w:sz w:val="24"/>
          <w:szCs w:val="24"/>
        </w:rPr>
        <w:t>Ягільниця</w:t>
      </w:r>
      <w:r w:rsidRPr="00D076D0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D076D0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D076D0">
        <w:rPr>
          <w:rFonts w:ascii="Times New Roman" w:hAnsi="Times New Roman"/>
          <w:sz w:val="24"/>
          <w:szCs w:val="24"/>
        </w:rPr>
        <w:t>.</w:t>
      </w:r>
    </w:p>
    <w:p w:rsidR="00E41475" w:rsidRPr="00D076D0" w:rsidRDefault="00E41475" w:rsidP="003C0099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76D0">
        <w:rPr>
          <w:rFonts w:ascii="Times New Roman" w:hAnsi="Times New Roman"/>
          <w:sz w:val="24"/>
          <w:szCs w:val="24"/>
        </w:rPr>
        <w:t xml:space="preserve">   Кадастровий номер: </w:t>
      </w:r>
      <w:r w:rsidRPr="00D076D0">
        <w:rPr>
          <w:rFonts w:ascii="Times New Roman" w:hAnsi="Times New Roman"/>
          <w:color w:val="FF0000"/>
          <w:sz w:val="24"/>
          <w:szCs w:val="24"/>
        </w:rPr>
        <w:t>6125589800:02:001</w:t>
      </w:r>
      <w:r w:rsidRPr="00D076D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007</w:t>
      </w:r>
      <w:r w:rsidRPr="00D076D0">
        <w:rPr>
          <w:rFonts w:ascii="Times New Roman" w:hAnsi="Times New Roman"/>
          <w:sz w:val="24"/>
          <w:szCs w:val="24"/>
          <w:lang w:val="ru-RU"/>
        </w:rPr>
        <w:t>5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Cs/>
          <w:sz w:val="24"/>
          <w:szCs w:val="24"/>
        </w:rPr>
        <w:t xml:space="preserve"> </w:t>
      </w:r>
    </w:p>
    <w:p w:rsidR="00E41475" w:rsidRPr="00357E62" w:rsidRDefault="00E41475" w:rsidP="00731A41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1.5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Чередник Стефанії Петрівні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0,2270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Улашківці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731A4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0,1400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61255883</w:t>
      </w:r>
      <w:r w:rsidRPr="00357E62">
        <w:rPr>
          <w:rFonts w:ascii="Times New Roman" w:hAnsi="Times New Roman"/>
          <w:color w:val="FF0000"/>
          <w:sz w:val="24"/>
          <w:szCs w:val="24"/>
        </w:rPr>
        <w:t>00:02:001</w:t>
      </w:r>
      <w:r>
        <w:rPr>
          <w:rFonts w:ascii="Times New Roman" w:hAnsi="Times New Roman"/>
          <w:sz w:val="24"/>
          <w:szCs w:val="24"/>
        </w:rPr>
        <w:t>:0018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731A4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0,0870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61255883</w:t>
      </w:r>
      <w:r w:rsidRPr="00357E62">
        <w:rPr>
          <w:rFonts w:ascii="Times New Roman" w:hAnsi="Times New Roman"/>
          <w:color w:val="FF0000"/>
          <w:sz w:val="24"/>
          <w:szCs w:val="24"/>
        </w:rPr>
        <w:t>00:02:001</w:t>
      </w:r>
      <w:r>
        <w:rPr>
          <w:rFonts w:ascii="Times New Roman" w:hAnsi="Times New Roman"/>
          <w:sz w:val="24"/>
          <w:szCs w:val="24"/>
        </w:rPr>
        <w:t>:0020</w:t>
      </w:r>
      <w:r w:rsidRPr="00357E62">
        <w:rPr>
          <w:rFonts w:ascii="Times New Roman" w:hAnsi="Times New Roman"/>
          <w:sz w:val="24"/>
          <w:szCs w:val="24"/>
        </w:rPr>
        <w:t>.</w:t>
      </w:r>
    </w:p>
    <w:p w:rsidR="00E41475" w:rsidRPr="00D076D0" w:rsidRDefault="00E41475" w:rsidP="00EC714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Чередник Стефанії Петрівні</w:t>
      </w:r>
      <w:r w:rsidRPr="00D076D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076D0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0,0530</w:t>
        </w:r>
        <w:r w:rsidRPr="00D076D0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D076D0">
          <w:rPr>
            <w:rFonts w:ascii="Times New Roman" w:hAnsi="Times New Roman"/>
            <w:sz w:val="24"/>
            <w:szCs w:val="24"/>
          </w:rPr>
          <w:t>га</w:t>
        </w:r>
      </w:smartTag>
      <w:r w:rsidRPr="00D076D0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Шевченка Т., 33</w:t>
      </w:r>
      <w:r>
        <w:rPr>
          <w:rFonts w:ascii="Times New Roman" w:hAnsi="Times New Roman"/>
          <w:sz w:val="24"/>
          <w:szCs w:val="24"/>
        </w:rPr>
        <w:t>,</w:t>
      </w:r>
      <w:r w:rsidRPr="00D076D0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Улашківці</w:t>
      </w:r>
      <w:r w:rsidRPr="00D076D0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D076D0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D076D0">
        <w:rPr>
          <w:rFonts w:ascii="Times New Roman" w:hAnsi="Times New Roman"/>
          <w:sz w:val="24"/>
          <w:szCs w:val="24"/>
        </w:rPr>
        <w:t>.</w:t>
      </w:r>
    </w:p>
    <w:p w:rsidR="00E41475" w:rsidRPr="00D076D0" w:rsidRDefault="00E41475" w:rsidP="00EC714E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76D0">
        <w:rPr>
          <w:rFonts w:ascii="Times New Roman" w:hAnsi="Times New Roman"/>
          <w:sz w:val="24"/>
          <w:szCs w:val="24"/>
        </w:rPr>
        <w:t xml:space="preserve">   Кадастровий номер: </w:t>
      </w:r>
      <w:r>
        <w:rPr>
          <w:rFonts w:ascii="Times New Roman" w:hAnsi="Times New Roman"/>
          <w:color w:val="FF0000"/>
          <w:sz w:val="24"/>
          <w:szCs w:val="24"/>
        </w:rPr>
        <w:t>61255883</w:t>
      </w:r>
      <w:r w:rsidRPr="00D076D0">
        <w:rPr>
          <w:rFonts w:ascii="Times New Roman" w:hAnsi="Times New Roman"/>
          <w:color w:val="FF0000"/>
          <w:sz w:val="24"/>
          <w:szCs w:val="24"/>
        </w:rPr>
        <w:t>00:02:001</w:t>
      </w:r>
      <w:r w:rsidRPr="00D076D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0019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Cs/>
          <w:sz w:val="24"/>
          <w:szCs w:val="24"/>
        </w:rPr>
        <w:t xml:space="preserve"> </w:t>
      </w:r>
    </w:p>
    <w:p w:rsidR="00E41475" w:rsidRPr="00D076D0" w:rsidRDefault="00E41475" w:rsidP="00DE1AB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Дмитруку Роману Яремійовичу</w:t>
      </w:r>
      <w:r w:rsidRPr="00D076D0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D076D0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0,0471</w:t>
        </w:r>
        <w:r w:rsidRPr="00D076D0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D076D0">
          <w:rPr>
            <w:rFonts w:ascii="Times New Roman" w:hAnsi="Times New Roman"/>
            <w:sz w:val="24"/>
            <w:szCs w:val="24"/>
          </w:rPr>
          <w:t>га</w:t>
        </w:r>
      </w:smartTag>
      <w:r w:rsidRPr="00D076D0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Сонячна, 19</w:t>
      </w:r>
      <w:r>
        <w:rPr>
          <w:rFonts w:ascii="Times New Roman" w:hAnsi="Times New Roman"/>
          <w:sz w:val="24"/>
          <w:szCs w:val="24"/>
        </w:rPr>
        <w:t>,</w:t>
      </w:r>
      <w:r w:rsidRPr="00D076D0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Улашківці</w:t>
      </w:r>
      <w:r w:rsidRPr="00D076D0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D076D0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D076D0">
        <w:rPr>
          <w:rFonts w:ascii="Times New Roman" w:hAnsi="Times New Roman"/>
          <w:sz w:val="24"/>
          <w:szCs w:val="24"/>
        </w:rPr>
        <w:t>.</w:t>
      </w:r>
    </w:p>
    <w:p w:rsidR="00E41475" w:rsidRPr="00D076D0" w:rsidRDefault="00E41475" w:rsidP="00DE1AB5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76D0">
        <w:rPr>
          <w:rFonts w:ascii="Times New Roman" w:hAnsi="Times New Roman"/>
          <w:sz w:val="24"/>
          <w:szCs w:val="24"/>
        </w:rPr>
        <w:t xml:space="preserve">   Кадастровий номер: </w:t>
      </w:r>
      <w:r>
        <w:rPr>
          <w:rFonts w:ascii="Times New Roman" w:hAnsi="Times New Roman"/>
          <w:color w:val="FF0000"/>
          <w:sz w:val="24"/>
          <w:szCs w:val="24"/>
        </w:rPr>
        <w:t>6125588300:02:002</w:t>
      </w:r>
      <w:r w:rsidRPr="00D076D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0283</w:t>
      </w:r>
      <w:r w:rsidRPr="00D076D0">
        <w:rPr>
          <w:rFonts w:ascii="Times New Roman" w:hAnsi="Times New Roman"/>
          <w:sz w:val="24"/>
          <w:szCs w:val="24"/>
        </w:rPr>
        <w:t>.</w:t>
      </w:r>
      <w:r w:rsidRPr="00D076D0">
        <w:rPr>
          <w:rFonts w:ascii="Times New Roman" w:hAnsi="Times New Roman"/>
          <w:bCs/>
          <w:sz w:val="24"/>
          <w:szCs w:val="24"/>
        </w:rPr>
        <w:t xml:space="preserve"> </w:t>
      </w:r>
    </w:p>
    <w:p w:rsidR="00E41475" w:rsidRPr="00357E62" w:rsidRDefault="00E41475" w:rsidP="009060EF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1.8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Попадюк Іванні Михайлівні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0,2780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Улашківці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9060E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0,1280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6125588300:02:002</w:t>
      </w:r>
      <w:r>
        <w:rPr>
          <w:rFonts w:ascii="Times New Roman" w:hAnsi="Times New Roman"/>
          <w:sz w:val="24"/>
          <w:szCs w:val="24"/>
        </w:rPr>
        <w:t>:0264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9060E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0,1500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6125588300:02:002</w:t>
      </w:r>
      <w:r>
        <w:rPr>
          <w:rFonts w:ascii="Times New Roman" w:hAnsi="Times New Roman"/>
          <w:sz w:val="24"/>
          <w:szCs w:val="24"/>
        </w:rPr>
        <w:t>:0272</w:t>
      </w:r>
      <w:r w:rsidRPr="00357E62">
        <w:rPr>
          <w:rFonts w:ascii="Times New Roman" w:hAnsi="Times New Roman"/>
          <w:sz w:val="24"/>
          <w:szCs w:val="24"/>
        </w:rPr>
        <w:t>.</w:t>
      </w:r>
    </w:p>
    <w:p w:rsidR="00E41475" w:rsidRPr="009F39C1" w:rsidRDefault="00E41475" w:rsidP="00573635">
      <w:pPr>
        <w:pStyle w:val="1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9F39C1">
        <w:rPr>
          <w:rFonts w:ascii="Times New Roman" w:hAnsi="Times New Roman"/>
          <w:color w:val="FF0000"/>
          <w:sz w:val="24"/>
          <w:szCs w:val="24"/>
        </w:rPr>
        <w:t>1.9.</w:t>
      </w:r>
      <w:r w:rsidRPr="009F39C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9F39C1">
        <w:rPr>
          <w:rFonts w:ascii="Times New Roman" w:hAnsi="Times New Roman"/>
          <w:b/>
          <w:color w:val="FF0000"/>
          <w:sz w:val="24"/>
          <w:szCs w:val="24"/>
        </w:rPr>
        <w:t>Бартків Надії Ярославівні</w:t>
      </w:r>
      <w:r w:rsidRPr="009F39C1">
        <w:rPr>
          <w:rFonts w:ascii="Times New Roman" w:hAnsi="Times New Roman"/>
          <w:color w:val="FF0000"/>
          <w:sz w:val="24"/>
          <w:szCs w:val="24"/>
        </w:rPr>
        <w:t xml:space="preserve"> 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 w:rsidRPr="009F39C1">
          <w:rPr>
            <w:rFonts w:ascii="Times New Roman" w:hAnsi="Times New Roman"/>
            <w:color w:val="FF0000"/>
            <w:sz w:val="24"/>
            <w:szCs w:val="24"/>
          </w:rPr>
          <w:t>0,1049 га</w:t>
        </w:r>
      </w:smartTag>
      <w:r w:rsidRPr="009F39C1">
        <w:rPr>
          <w:rFonts w:ascii="Times New Roman" w:hAnsi="Times New Roman"/>
          <w:color w:val="FF0000"/>
          <w:sz w:val="24"/>
          <w:szCs w:val="24"/>
        </w:rPr>
        <w:t xml:space="preserve"> по вул. Котляревського І., 42, в с. Милівці Чортківського району Тернопільської області </w:t>
      </w:r>
      <w:r w:rsidRPr="009F39C1">
        <w:rPr>
          <w:rFonts w:ascii="Times New Roman" w:hAnsi="Times New Roman"/>
          <w:bCs/>
          <w:color w:val="FF0000"/>
          <w:sz w:val="24"/>
          <w:szCs w:val="24"/>
        </w:rPr>
        <w:t>у приватну власність</w:t>
      </w:r>
      <w:r w:rsidRPr="009F39C1">
        <w:rPr>
          <w:rFonts w:ascii="Times New Roman" w:hAnsi="Times New Roman"/>
          <w:color w:val="FF0000"/>
          <w:sz w:val="24"/>
          <w:szCs w:val="24"/>
        </w:rPr>
        <w:t>.</w:t>
      </w:r>
    </w:p>
    <w:p w:rsidR="00E41475" w:rsidRPr="009F39C1" w:rsidRDefault="00E41475" w:rsidP="00573635">
      <w:pPr>
        <w:pStyle w:val="1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9F39C1">
        <w:rPr>
          <w:rFonts w:ascii="Times New Roman" w:hAnsi="Times New Roman"/>
          <w:color w:val="FF0000"/>
          <w:sz w:val="24"/>
          <w:szCs w:val="24"/>
        </w:rPr>
        <w:t xml:space="preserve">   Кадастровий номер: 6125585700:02:002:</w:t>
      </w:r>
      <w:r w:rsidRPr="009F39C1">
        <w:rPr>
          <w:rFonts w:ascii="Times New Roman" w:hAnsi="Times New Roman"/>
          <w:color w:val="FF0000"/>
          <w:sz w:val="24"/>
          <w:szCs w:val="24"/>
          <w:lang w:val="ru-RU"/>
        </w:rPr>
        <w:t>0063</w:t>
      </w:r>
      <w:r w:rsidRPr="009F39C1">
        <w:rPr>
          <w:rFonts w:ascii="Times New Roman" w:hAnsi="Times New Roman"/>
          <w:color w:val="FF0000"/>
          <w:sz w:val="24"/>
          <w:szCs w:val="24"/>
        </w:rPr>
        <w:t>.</w:t>
      </w:r>
      <w:r w:rsidRPr="009F39C1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</w:p>
    <w:p w:rsidR="00E41475" w:rsidRPr="00357E62" w:rsidRDefault="00E41475" w:rsidP="00B510FD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1.10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Бартків Надії Ярославівні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0,5901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Милівці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B510F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0,1800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6125585700:02:002</w:t>
      </w:r>
      <w:r>
        <w:rPr>
          <w:rFonts w:ascii="Times New Roman" w:hAnsi="Times New Roman"/>
          <w:sz w:val="24"/>
          <w:szCs w:val="24"/>
        </w:rPr>
        <w:t>:0060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B510F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0,4101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6125585700:02:003</w:t>
      </w:r>
      <w:r>
        <w:rPr>
          <w:rFonts w:ascii="Times New Roman" w:hAnsi="Times New Roman"/>
          <w:sz w:val="24"/>
          <w:szCs w:val="24"/>
        </w:rPr>
        <w:t>:0016</w:t>
      </w:r>
      <w:r w:rsidRPr="00357E62">
        <w:rPr>
          <w:rFonts w:ascii="Times New Roman" w:hAnsi="Times New Roman"/>
          <w:sz w:val="24"/>
          <w:szCs w:val="24"/>
        </w:rPr>
        <w:t>.</w:t>
      </w:r>
    </w:p>
    <w:p w:rsidR="00E41475" w:rsidRPr="00357E62" w:rsidRDefault="00E41475" w:rsidP="002071A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071AC"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1.11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Горячко Петру Васильовичу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0,5901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Стара Ягільниця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0,1994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:0097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0,2731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:0096;</w:t>
      </w:r>
    </w:p>
    <w:p w:rsidR="00E41475" w:rsidRDefault="00E41475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0,4334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:0073;</w:t>
      </w:r>
    </w:p>
    <w:p w:rsidR="00E41475" w:rsidRDefault="00E41475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0,3300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:0120;</w:t>
      </w:r>
    </w:p>
    <w:p w:rsidR="00E41475" w:rsidRDefault="00E41475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0,0866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:0082.</w:t>
      </w:r>
    </w:p>
    <w:p w:rsidR="00E41475" w:rsidRPr="00EE27EC" w:rsidRDefault="00E41475" w:rsidP="002071A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>1.12.</w:t>
      </w:r>
      <w:r w:rsidRPr="00EE27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E27EC">
        <w:rPr>
          <w:rFonts w:ascii="Times New Roman" w:hAnsi="Times New Roman"/>
          <w:b/>
          <w:color w:val="FF0000"/>
          <w:sz w:val="24"/>
          <w:szCs w:val="24"/>
        </w:rPr>
        <w:t>Горячко Петру Васильовичу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EE27EC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 w:rsidRPr="00EE27EC">
          <w:rPr>
            <w:rFonts w:ascii="Times New Roman" w:hAnsi="Times New Roman"/>
            <w:color w:val="FF0000"/>
            <w:sz w:val="24"/>
            <w:szCs w:val="24"/>
          </w:rPr>
          <w:t xml:space="preserve">0,1700 </w:t>
        </w:r>
        <w:r w:rsidRPr="00EE27EC">
          <w:rPr>
            <w:rFonts w:ascii="Times New Roman" w:hAnsi="Times New Roman"/>
            <w:sz w:val="24"/>
            <w:szCs w:val="24"/>
          </w:rPr>
          <w:t>га</w:t>
        </w:r>
      </w:smartTag>
      <w:r w:rsidRPr="00EE27EC">
        <w:rPr>
          <w:rFonts w:ascii="Times New Roman" w:hAnsi="Times New Roman"/>
          <w:sz w:val="24"/>
          <w:szCs w:val="24"/>
        </w:rPr>
        <w:t xml:space="preserve"> по вул. 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Шевченка, 30, </w:t>
      </w:r>
      <w:r w:rsidRPr="00EE27EC">
        <w:rPr>
          <w:rFonts w:ascii="Times New Roman" w:hAnsi="Times New Roman"/>
          <w:sz w:val="24"/>
          <w:szCs w:val="24"/>
        </w:rPr>
        <w:t xml:space="preserve">в с. Стара Ягільниця Чортківського району Тернопільської області </w:t>
      </w:r>
      <w:r w:rsidRPr="00EE27EC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E27EC">
        <w:rPr>
          <w:rFonts w:ascii="Times New Roman" w:hAnsi="Times New Roman"/>
          <w:sz w:val="24"/>
          <w:szCs w:val="24"/>
        </w:rPr>
        <w:t>.</w:t>
      </w:r>
    </w:p>
    <w:p w:rsidR="00E41475" w:rsidRPr="006E3FB7" w:rsidRDefault="00E41475" w:rsidP="002071AC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 w:rsidRPr="00EE27EC">
        <w:rPr>
          <w:rFonts w:ascii="Times New Roman" w:hAnsi="Times New Roman"/>
          <w:sz w:val="24"/>
          <w:szCs w:val="24"/>
          <w:lang w:val="ru-RU"/>
        </w:rPr>
        <w:t>0075</w:t>
      </w:r>
      <w:r w:rsidRPr="00EE27EC">
        <w:rPr>
          <w:rFonts w:ascii="Times New Roman" w:hAnsi="Times New Roman"/>
          <w:sz w:val="24"/>
          <w:szCs w:val="24"/>
        </w:rPr>
        <w:t>.</w:t>
      </w:r>
      <w:r w:rsidRPr="006E3FB7">
        <w:rPr>
          <w:rFonts w:ascii="Times New Roman" w:hAnsi="Times New Roman"/>
          <w:bCs/>
          <w:sz w:val="24"/>
          <w:szCs w:val="24"/>
        </w:rPr>
        <w:t xml:space="preserve"> </w:t>
      </w:r>
    </w:p>
    <w:p w:rsidR="00E41475" w:rsidRPr="00EE27EC" w:rsidRDefault="00E41475" w:rsidP="00506ED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1.13</w:t>
      </w:r>
      <w:r w:rsidRPr="00EE27EC">
        <w:rPr>
          <w:rFonts w:ascii="Times New Roman" w:hAnsi="Times New Roman"/>
          <w:sz w:val="24"/>
          <w:szCs w:val="24"/>
        </w:rPr>
        <w:t>.</w:t>
      </w:r>
      <w:r w:rsidRPr="00EE27E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Папушка Тетяні Михайлівні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EE27EC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0,0777</w:t>
        </w:r>
        <w:r w:rsidRPr="00EE27EC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EE27EC">
          <w:rPr>
            <w:rFonts w:ascii="Times New Roman" w:hAnsi="Times New Roman"/>
            <w:sz w:val="24"/>
            <w:szCs w:val="24"/>
          </w:rPr>
          <w:t>га</w:t>
        </w:r>
      </w:smartTag>
      <w:r w:rsidRPr="00EE27EC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Л. Українки, 2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с. Шульганівка</w:t>
      </w:r>
      <w:r w:rsidRPr="00EE27EC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EE27EC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E27EC">
        <w:rPr>
          <w:rFonts w:ascii="Times New Roman" w:hAnsi="Times New Roman"/>
          <w:sz w:val="24"/>
          <w:szCs w:val="24"/>
        </w:rPr>
        <w:t>.</w:t>
      </w:r>
    </w:p>
    <w:p w:rsidR="00E41475" w:rsidRPr="006E3FB7" w:rsidRDefault="00E41475" w:rsidP="00506EDF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 w:rsidRPr="00EE27EC">
        <w:rPr>
          <w:rFonts w:ascii="Times New Roman" w:hAnsi="Times New Roman"/>
          <w:sz w:val="24"/>
          <w:szCs w:val="24"/>
          <w:lang w:val="ru-RU"/>
        </w:rPr>
        <w:t>0075</w:t>
      </w:r>
      <w:r w:rsidRPr="00EE27EC">
        <w:rPr>
          <w:rFonts w:ascii="Times New Roman" w:hAnsi="Times New Roman"/>
          <w:sz w:val="24"/>
          <w:szCs w:val="24"/>
        </w:rPr>
        <w:t>.</w:t>
      </w:r>
      <w:r w:rsidRPr="006E3FB7">
        <w:rPr>
          <w:rFonts w:ascii="Times New Roman" w:hAnsi="Times New Roman"/>
          <w:bCs/>
          <w:sz w:val="24"/>
          <w:szCs w:val="24"/>
        </w:rPr>
        <w:t xml:space="preserve"> </w:t>
      </w:r>
    </w:p>
    <w:p w:rsidR="00E41475" w:rsidRPr="00357E62" w:rsidRDefault="00E41475" w:rsidP="009C4A06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071AC"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1.14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Папушка Тетяні Михайлівні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1,0750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Шульганівка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9C4A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0,3500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6125589500:02:001</w:t>
      </w:r>
      <w:r>
        <w:rPr>
          <w:rFonts w:ascii="Times New Roman" w:hAnsi="Times New Roman"/>
          <w:sz w:val="24"/>
          <w:szCs w:val="24"/>
        </w:rPr>
        <w:t>:0111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9C4A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6125589500:02:001</w:t>
      </w:r>
      <w:r>
        <w:rPr>
          <w:rFonts w:ascii="Times New Roman" w:hAnsi="Times New Roman"/>
          <w:sz w:val="24"/>
          <w:szCs w:val="24"/>
        </w:rPr>
        <w:t>:0114;</w:t>
      </w:r>
    </w:p>
    <w:p w:rsidR="00E41475" w:rsidRDefault="00E41475" w:rsidP="009C4A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6125589500:01:001</w:t>
      </w:r>
      <w:r>
        <w:rPr>
          <w:rFonts w:ascii="Times New Roman" w:hAnsi="Times New Roman"/>
          <w:sz w:val="24"/>
          <w:szCs w:val="24"/>
        </w:rPr>
        <w:t>:0538;</w:t>
      </w:r>
    </w:p>
    <w:p w:rsidR="00E41475" w:rsidRDefault="00E41475" w:rsidP="009C4A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6125589500:02:001</w:t>
      </w:r>
      <w:r>
        <w:rPr>
          <w:rFonts w:ascii="Times New Roman" w:hAnsi="Times New Roman"/>
          <w:sz w:val="24"/>
          <w:szCs w:val="24"/>
        </w:rPr>
        <w:t>:0109;</w:t>
      </w:r>
    </w:p>
    <w:p w:rsidR="00E41475" w:rsidRDefault="00E41475" w:rsidP="009C4A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0,3250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6125589500:02:001</w:t>
      </w:r>
      <w:r>
        <w:rPr>
          <w:rFonts w:ascii="Times New Roman" w:hAnsi="Times New Roman"/>
          <w:sz w:val="24"/>
          <w:szCs w:val="24"/>
        </w:rPr>
        <w:t>:0110.</w:t>
      </w:r>
    </w:p>
    <w:p w:rsidR="00E41475" w:rsidRPr="00EE27EC" w:rsidRDefault="00E41475" w:rsidP="00C047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1.15</w:t>
      </w:r>
      <w:r w:rsidRPr="00EE27EC">
        <w:rPr>
          <w:rFonts w:ascii="Times New Roman" w:hAnsi="Times New Roman"/>
          <w:sz w:val="24"/>
          <w:szCs w:val="24"/>
        </w:rPr>
        <w:t>.</w:t>
      </w:r>
      <w:r w:rsidRPr="00EE27E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Нагребецькій Ганні Марянівні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E27EC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0,0794</w:t>
        </w:r>
        <w:r w:rsidRPr="00EE27EC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EE27EC">
          <w:rPr>
            <w:rFonts w:ascii="Times New Roman" w:hAnsi="Times New Roman"/>
            <w:sz w:val="24"/>
            <w:szCs w:val="24"/>
          </w:rPr>
          <w:t>га</w:t>
        </w:r>
      </w:smartTag>
      <w:r w:rsidRPr="00EE27EC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Л. Українки, 29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с. Милівці</w:t>
      </w:r>
      <w:r w:rsidRPr="00EE27EC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EE27EC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E27EC">
        <w:rPr>
          <w:rFonts w:ascii="Times New Roman" w:hAnsi="Times New Roman"/>
          <w:sz w:val="24"/>
          <w:szCs w:val="24"/>
        </w:rPr>
        <w:t>.</w:t>
      </w:r>
    </w:p>
    <w:p w:rsidR="00E41475" w:rsidRDefault="00E41475" w:rsidP="00C0478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 xml:space="preserve">   Кадастровий номер: </w:t>
      </w:r>
      <w:r>
        <w:rPr>
          <w:rFonts w:ascii="Times New Roman" w:hAnsi="Times New Roman"/>
          <w:sz w:val="24"/>
          <w:szCs w:val="24"/>
        </w:rPr>
        <w:t>6125585700:02:002</w:t>
      </w:r>
      <w:r w:rsidRPr="00EE27E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0059</w:t>
      </w:r>
      <w:r w:rsidRPr="00EE27EC">
        <w:rPr>
          <w:rFonts w:ascii="Times New Roman" w:hAnsi="Times New Roman"/>
          <w:sz w:val="24"/>
          <w:szCs w:val="24"/>
        </w:rPr>
        <w:t>.</w:t>
      </w:r>
      <w:r w:rsidRPr="006E3FB7">
        <w:rPr>
          <w:rFonts w:ascii="Times New Roman" w:hAnsi="Times New Roman"/>
          <w:bCs/>
          <w:sz w:val="24"/>
          <w:szCs w:val="24"/>
        </w:rPr>
        <w:t xml:space="preserve"> </w:t>
      </w:r>
    </w:p>
    <w:p w:rsidR="00E41475" w:rsidRPr="00357E62" w:rsidRDefault="00E41475" w:rsidP="009445D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1.16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Федорців Володимиру Івановичу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0,4000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Черкавщина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9445D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0,4000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6125587600:03:001</w:t>
      </w:r>
      <w:r>
        <w:rPr>
          <w:rFonts w:ascii="Times New Roman" w:hAnsi="Times New Roman"/>
          <w:sz w:val="24"/>
          <w:szCs w:val="24"/>
        </w:rPr>
        <w:t>:0046.</w:t>
      </w:r>
    </w:p>
    <w:p w:rsidR="00E41475" w:rsidRPr="00357E62" w:rsidRDefault="00E41475" w:rsidP="007F2F15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1.17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Павлів Ольга Іванівна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0,8900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Черкавщина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7F2F1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0,8900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6125587600:03:001</w:t>
      </w:r>
      <w:r>
        <w:rPr>
          <w:rFonts w:ascii="Times New Roman" w:hAnsi="Times New Roman"/>
          <w:sz w:val="24"/>
          <w:szCs w:val="24"/>
        </w:rPr>
        <w:t>:0048.</w:t>
      </w:r>
    </w:p>
    <w:p w:rsidR="00E41475" w:rsidRPr="00EE27EC" w:rsidRDefault="00E41475" w:rsidP="001125D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1.18</w:t>
      </w:r>
      <w:r w:rsidRPr="00EE27EC">
        <w:rPr>
          <w:rFonts w:ascii="Times New Roman" w:hAnsi="Times New Roman"/>
          <w:sz w:val="24"/>
          <w:szCs w:val="24"/>
        </w:rPr>
        <w:t>.</w:t>
      </w:r>
      <w:r w:rsidRPr="00EE27E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Голодрига Миколі Васильовичу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EE27EC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0,05</w:t>
        </w:r>
        <w:r w:rsidRPr="00EE27EC">
          <w:rPr>
            <w:rFonts w:ascii="Times New Roman" w:hAnsi="Times New Roman"/>
            <w:color w:val="FF0000"/>
            <w:sz w:val="24"/>
            <w:szCs w:val="24"/>
          </w:rPr>
          <w:t xml:space="preserve">00 </w:t>
        </w:r>
        <w:r w:rsidRPr="00EE27EC">
          <w:rPr>
            <w:rFonts w:ascii="Times New Roman" w:hAnsi="Times New Roman"/>
            <w:sz w:val="24"/>
            <w:szCs w:val="24"/>
          </w:rPr>
          <w:t>га</w:t>
        </w:r>
      </w:smartTag>
      <w:r w:rsidRPr="00EE27EC">
        <w:rPr>
          <w:rFonts w:ascii="Times New Roman" w:hAnsi="Times New Roman"/>
          <w:sz w:val="24"/>
          <w:szCs w:val="24"/>
        </w:rPr>
        <w:t xml:space="preserve"> по вул. </w:t>
      </w:r>
      <w:r>
        <w:rPr>
          <w:rFonts w:ascii="Times New Roman" w:hAnsi="Times New Roman"/>
          <w:color w:val="FF0000"/>
          <w:sz w:val="24"/>
          <w:szCs w:val="24"/>
        </w:rPr>
        <w:t>С. Білоус, 22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E27EC">
        <w:rPr>
          <w:rFonts w:ascii="Times New Roman" w:hAnsi="Times New Roman"/>
          <w:sz w:val="24"/>
          <w:szCs w:val="24"/>
        </w:rPr>
        <w:t xml:space="preserve">в с. Стара Ягільниця Чортківського району Тернопільської області </w:t>
      </w:r>
      <w:r w:rsidRPr="00EE27EC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E27EC">
        <w:rPr>
          <w:rFonts w:ascii="Times New Roman" w:hAnsi="Times New Roman"/>
          <w:sz w:val="24"/>
          <w:szCs w:val="24"/>
        </w:rPr>
        <w:t>.</w:t>
      </w:r>
    </w:p>
    <w:p w:rsidR="00E41475" w:rsidRPr="006E3FB7" w:rsidRDefault="00E41475" w:rsidP="001125D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>
        <w:rPr>
          <w:rFonts w:ascii="Times New Roman" w:hAnsi="Times New Roman"/>
          <w:sz w:val="24"/>
          <w:szCs w:val="24"/>
          <w:lang w:val="ru-RU"/>
        </w:rPr>
        <w:t>0098</w:t>
      </w:r>
      <w:r w:rsidRPr="00EE27EC">
        <w:rPr>
          <w:rFonts w:ascii="Times New Roman" w:hAnsi="Times New Roman"/>
          <w:sz w:val="24"/>
          <w:szCs w:val="24"/>
        </w:rPr>
        <w:t>.</w:t>
      </w:r>
      <w:r w:rsidRPr="006E3FB7">
        <w:rPr>
          <w:rFonts w:ascii="Times New Roman" w:hAnsi="Times New Roman"/>
          <w:bCs/>
          <w:sz w:val="24"/>
          <w:szCs w:val="24"/>
        </w:rPr>
        <w:t xml:space="preserve"> </w:t>
      </w:r>
    </w:p>
    <w:p w:rsidR="00E41475" w:rsidRPr="00357E62" w:rsidRDefault="00E41475" w:rsidP="00C766B0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071AC"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1.19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Голодрига Миколі Васильовичу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0,4000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Стара Ягільниця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C766B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0,3000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:0125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C766B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0,1000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>
        <w:rPr>
          <w:rFonts w:ascii="Times New Roman" w:hAnsi="Times New Roman"/>
          <w:sz w:val="24"/>
          <w:szCs w:val="24"/>
        </w:rPr>
        <w:t>:0124.</w:t>
      </w:r>
    </w:p>
    <w:p w:rsidR="00E41475" w:rsidRPr="00357E62" w:rsidRDefault="00E41475" w:rsidP="002D034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1.20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Татарин Степан Петрович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0,9434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color w:val="FF0000"/>
          <w:sz w:val="24"/>
          <w:szCs w:val="24"/>
        </w:rPr>
        <w:t>Долина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2D03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0,2632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:0066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2D03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0,1055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:0075;</w:t>
      </w:r>
    </w:p>
    <w:p w:rsidR="00E41475" w:rsidRDefault="00E41475" w:rsidP="002D03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0,1408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:0064;</w:t>
      </w:r>
    </w:p>
    <w:p w:rsidR="00E41475" w:rsidRDefault="00E41475" w:rsidP="002D03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0,1500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:0079;</w:t>
      </w:r>
    </w:p>
    <w:p w:rsidR="00E41475" w:rsidRDefault="00E41475" w:rsidP="002D03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0,1340</w:t>
        </w:r>
        <w:r w:rsidRPr="00357E62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357E62">
          <w:rPr>
            <w:rFonts w:ascii="Times New Roman" w:hAnsi="Times New Roman"/>
            <w:sz w:val="24"/>
            <w:szCs w:val="24"/>
          </w:rPr>
          <w:t>га</w:t>
        </w:r>
      </w:smartTag>
      <w:r w:rsidRPr="00357E62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:0065.</w:t>
      </w:r>
    </w:p>
    <w:p w:rsidR="00E41475" w:rsidRPr="006D1238" w:rsidRDefault="00E41475" w:rsidP="006D123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6D1238">
        <w:rPr>
          <w:rFonts w:ascii="Times New Roman" w:hAnsi="Times New Roman"/>
          <w:bCs/>
          <w:sz w:val="24"/>
          <w:szCs w:val="24"/>
        </w:rPr>
        <w:t>1.21.</w:t>
      </w:r>
      <w:r w:rsidRPr="006D12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1238">
        <w:rPr>
          <w:rFonts w:ascii="Times New Roman" w:hAnsi="Times New Roman"/>
          <w:b/>
          <w:bCs/>
          <w:color w:val="FF0000"/>
          <w:sz w:val="24"/>
          <w:szCs w:val="24"/>
        </w:rPr>
        <w:t xml:space="preserve">Татарин Степану Петровичу 2/3, Татарин Оксані Ярославівні 1/3  </w:t>
      </w:r>
      <w:r w:rsidRPr="006D1238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 w:rsidRPr="006D1238">
        <w:rPr>
          <w:rFonts w:ascii="Times New Roman" w:hAnsi="Times New Roman"/>
          <w:color w:val="FF0000"/>
          <w:sz w:val="24"/>
          <w:szCs w:val="24"/>
        </w:rPr>
        <w:t xml:space="preserve">0,1499 </w:t>
      </w:r>
      <w:r w:rsidRPr="006D1238">
        <w:rPr>
          <w:rFonts w:ascii="Times New Roman" w:hAnsi="Times New Roman"/>
          <w:sz w:val="24"/>
          <w:szCs w:val="24"/>
        </w:rPr>
        <w:t xml:space="preserve">га по вул. </w:t>
      </w:r>
      <w:r w:rsidRPr="006D1238">
        <w:rPr>
          <w:rFonts w:ascii="Times New Roman" w:hAnsi="Times New Roman"/>
          <w:color w:val="FF0000"/>
          <w:sz w:val="24"/>
          <w:szCs w:val="24"/>
        </w:rPr>
        <w:t>Сонячна</w:t>
      </w:r>
      <w:r w:rsidRPr="006D1238">
        <w:rPr>
          <w:rFonts w:ascii="Times New Roman" w:hAnsi="Times New Roman"/>
          <w:sz w:val="24"/>
          <w:szCs w:val="24"/>
        </w:rPr>
        <w:t xml:space="preserve">, 3 в с. </w:t>
      </w:r>
      <w:r w:rsidRPr="006D1238">
        <w:rPr>
          <w:rFonts w:ascii="Times New Roman" w:hAnsi="Times New Roman"/>
          <w:color w:val="FF0000"/>
          <w:sz w:val="24"/>
          <w:szCs w:val="24"/>
        </w:rPr>
        <w:t>Долина</w:t>
      </w:r>
      <w:r w:rsidRPr="006D1238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6D1238">
        <w:rPr>
          <w:rFonts w:ascii="Times New Roman" w:hAnsi="Times New Roman"/>
          <w:bCs/>
          <w:sz w:val="24"/>
          <w:szCs w:val="24"/>
        </w:rPr>
        <w:t>у приватну спільну часткову власність</w:t>
      </w:r>
      <w:r w:rsidRPr="006D1238">
        <w:rPr>
          <w:rFonts w:ascii="Times New Roman" w:hAnsi="Times New Roman"/>
          <w:sz w:val="24"/>
          <w:szCs w:val="24"/>
        </w:rPr>
        <w:t xml:space="preserve">. </w:t>
      </w:r>
    </w:p>
    <w:p w:rsidR="00E41475" w:rsidRDefault="00E41475" w:rsidP="006D1238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1238">
        <w:rPr>
          <w:rFonts w:ascii="Times New Roman" w:hAnsi="Times New Roman"/>
          <w:sz w:val="24"/>
          <w:szCs w:val="24"/>
        </w:rPr>
        <w:t xml:space="preserve">Кадастровий номер: </w:t>
      </w:r>
      <w:r w:rsidRPr="006D1238">
        <w:rPr>
          <w:rFonts w:ascii="Times New Roman" w:hAnsi="Times New Roman"/>
          <w:color w:val="FF0000"/>
          <w:sz w:val="24"/>
          <w:szCs w:val="24"/>
        </w:rPr>
        <w:t>6125589500:03:001</w:t>
      </w:r>
      <w:r w:rsidRPr="006D1238">
        <w:rPr>
          <w:rFonts w:ascii="Times New Roman" w:hAnsi="Times New Roman"/>
          <w:sz w:val="24"/>
          <w:szCs w:val="24"/>
        </w:rPr>
        <w:t>:</w:t>
      </w:r>
      <w:r w:rsidRPr="006D1238">
        <w:rPr>
          <w:rFonts w:ascii="Times New Roman" w:hAnsi="Times New Roman"/>
          <w:sz w:val="24"/>
          <w:szCs w:val="24"/>
          <w:lang w:val="ru-RU"/>
        </w:rPr>
        <w:t>0062</w:t>
      </w:r>
      <w:r w:rsidRPr="006D1238">
        <w:rPr>
          <w:rFonts w:ascii="Times New Roman" w:hAnsi="Times New Roman"/>
          <w:sz w:val="24"/>
          <w:szCs w:val="24"/>
        </w:rPr>
        <w:t>.</w:t>
      </w:r>
      <w:r w:rsidRPr="002C61B5">
        <w:rPr>
          <w:rFonts w:ascii="Times New Roman" w:hAnsi="Times New Roman"/>
          <w:bCs/>
          <w:sz w:val="24"/>
          <w:szCs w:val="24"/>
        </w:rPr>
        <w:t xml:space="preserve">   </w:t>
      </w:r>
    </w:p>
    <w:p w:rsidR="00E41475" w:rsidRPr="00357E62" w:rsidRDefault="00E41475" w:rsidP="00A000C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1.2</w:t>
      </w:r>
      <w:r w:rsidRPr="00994211">
        <w:rPr>
          <w:rFonts w:ascii="Times New Roman" w:hAnsi="Times New Roman"/>
          <w:sz w:val="24"/>
          <w:szCs w:val="24"/>
          <w:lang w:val="ru-RU"/>
        </w:rPr>
        <w:t>2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Татарин Степан Петрович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r>
        <w:rPr>
          <w:rFonts w:ascii="Times New Roman" w:hAnsi="Times New Roman"/>
          <w:color w:val="FF0000"/>
          <w:sz w:val="24"/>
          <w:szCs w:val="24"/>
        </w:rPr>
        <w:t>0,9434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в с. </w:t>
      </w:r>
      <w:r>
        <w:rPr>
          <w:rFonts w:ascii="Times New Roman" w:hAnsi="Times New Roman"/>
          <w:color w:val="FF0000"/>
          <w:sz w:val="24"/>
          <w:szCs w:val="24"/>
        </w:rPr>
        <w:t>Долина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A00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0,2632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:0066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A00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0,1055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:0075;</w:t>
      </w:r>
    </w:p>
    <w:p w:rsidR="00E41475" w:rsidRDefault="00E41475" w:rsidP="00A00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0,1408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:0064;</w:t>
      </w:r>
    </w:p>
    <w:p w:rsidR="00E41475" w:rsidRDefault="00E41475" w:rsidP="00A00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0,1500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:0079;</w:t>
      </w:r>
    </w:p>
    <w:p w:rsidR="00E41475" w:rsidRDefault="00E41475" w:rsidP="00A00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0,1340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6125589500:03:001</w:t>
      </w:r>
      <w:r>
        <w:rPr>
          <w:rFonts w:ascii="Times New Roman" w:hAnsi="Times New Roman"/>
          <w:sz w:val="24"/>
          <w:szCs w:val="24"/>
        </w:rPr>
        <w:t>:0065.</w:t>
      </w:r>
    </w:p>
    <w:p w:rsidR="00E41475" w:rsidRPr="00357E62" w:rsidRDefault="00E41475" w:rsidP="00994211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1.2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Поворозник Зеновію Іванович</w:t>
      </w:r>
      <w:r w:rsidRPr="001C6CF7">
        <w:rPr>
          <w:rFonts w:ascii="Times New Roman" w:hAnsi="Times New Roman"/>
          <w:b/>
          <w:color w:val="FF0000"/>
          <w:sz w:val="24"/>
          <w:szCs w:val="24"/>
          <w:lang w:val="ru-RU"/>
        </w:rPr>
        <w:t>у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r>
        <w:rPr>
          <w:rFonts w:ascii="Times New Roman" w:hAnsi="Times New Roman"/>
          <w:color w:val="FF0000"/>
          <w:sz w:val="24"/>
          <w:szCs w:val="24"/>
        </w:rPr>
        <w:t>0,5419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га в с. </w:t>
      </w:r>
      <w:r w:rsidRPr="001C6CF7">
        <w:rPr>
          <w:rFonts w:ascii="Times New Roman" w:hAnsi="Times New Roman"/>
          <w:color w:val="FF0000"/>
          <w:sz w:val="24"/>
          <w:szCs w:val="24"/>
        </w:rPr>
        <w:t>Заболотівка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99421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0,0329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6125588300:02:002</w:t>
      </w:r>
      <w:r>
        <w:rPr>
          <w:rFonts w:ascii="Times New Roman" w:hAnsi="Times New Roman"/>
          <w:sz w:val="24"/>
          <w:szCs w:val="24"/>
        </w:rPr>
        <w:t>:0300</w:t>
      </w:r>
      <w:r w:rsidRPr="00357E62">
        <w:rPr>
          <w:rFonts w:ascii="Times New Roman" w:hAnsi="Times New Roman"/>
          <w:sz w:val="24"/>
          <w:szCs w:val="24"/>
        </w:rPr>
        <w:t>;</w:t>
      </w:r>
    </w:p>
    <w:p w:rsidR="00E41475" w:rsidRDefault="00E41475" w:rsidP="0099421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0,3200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6125583100:02:001</w:t>
      </w:r>
      <w:r>
        <w:rPr>
          <w:rFonts w:ascii="Times New Roman" w:hAnsi="Times New Roman"/>
          <w:sz w:val="24"/>
          <w:szCs w:val="24"/>
        </w:rPr>
        <w:t>:0062;</w:t>
      </w:r>
    </w:p>
    <w:p w:rsidR="00E41475" w:rsidRDefault="00E41475" w:rsidP="0099421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0,1090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6125583100:01:001</w:t>
      </w:r>
      <w:r>
        <w:rPr>
          <w:rFonts w:ascii="Times New Roman" w:hAnsi="Times New Roman"/>
          <w:sz w:val="24"/>
          <w:szCs w:val="24"/>
        </w:rPr>
        <w:t>:0043;</w:t>
      </w:r>
    </w:p>
    <w:p w:rsidR="00E41475" w:rsidRDefault="00E41475" w:rsidP="003106F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0,0800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6125583100:02:001</w:t>
      </w:r>
      <w:r>
        <w:rPr>
          <w:rFonts w:ascii="Times New Roman" w:hAnsi="Times New Roman"/>
          <w:sz w:val="24"/>
          <w:szCs w:val="24"/>
        </w:rPr>
        <w:t>:0060.</w:t>
      </w:r>
      <w:bookmarkStart w:id="0" w:name="_GoBack"/>
      <w:bookmarkEnd w:id="0"/>
    </w:p>
    <w:p w:rsidR="00E41475" w:rsidRPr="00EE27EC" w:rsidRDefault="00E41475" w:rsidP="00D6036D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1.24</w:t>
      </w:r>
      <w:r w:rsidRPr="00EE27EC">
        <w:rPr>
          <w:rFonts w:ascii="Times New Roman" w:hAnsi="Times New Roman"/>
          <w:sz w:val="24"/>
          <w:szCs w:val="24"/>
        </w:rPr>
        <w:t>.</w:t>
      </w:r>
      <w:r w:rsidRPr="00EE27E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Войцьо Василю Ігоровичу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E27EC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>
        <w:rPr>
          <w:rFonts w:ascii="Times New Roman" w:hAnsi="Times New Roman"/>
          <w:color w:val="FF0000"/>
          <w:sz w:val="24"/>
          <w:szCs w:val="24"/>
        </w:rPr>
        <w:t>0,0640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E27EC">
        <w:rPr>
          <w:rFonts w:ascii="Times New Roman" w:hAnsi="Times New Roman"/>
          <w:sz w:val="24"/>
          <w:szCs w:val="24"/>
        </w:rPr>
        <w:t xml:space="preserve">га по вул. </w:t>
      </w:r>
      <w:r>
        <w:rPr>
          <w:rFonts w:ascii="Times New Roman" w:hAnsi="Times New Roman"/>
          <w:sz w:val="24"/>
          <w:szCs w:val="24"/>
        </w:rPr>
        <w:t>Шевченка Т.</w:t>
      </w:r>
      <w:r>
        <w:rPr>
          <w:rFonts w:ascii="Times New Roman" w:hAnsi="Times New Roman"/>
          <w:color w:val="FF0000"/>
          <w:sz w:val="24"/>
          <w:szCs w:val="24"/>
        </w:rPr>
        <w:t>, 54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с. Долина</w:t>
      </w:r>
      <w:r w:rsidRPr="00EE27EC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EE27EC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E27EC">
        <w:rPr>
          <w:rFonts w:ascii="Times New Roman" w:hAnsi="Times New Roman"/>
          <w:sz w:val="24"/>
          <w:szCs w:val="24"/>
        </w:rPr>
        <w:t>.</w:t>
      </w:r>
    </w:p>
    <w:p w:rsidR="00E41475" w:rsidRPr="006E3FB7" w:rsidRDefault="00E41475" w:rsidP="00D6036D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27EC">
        <w:rPr>
          <w:rFonts w:ascii="Times New Roman" w:hAnsi="Times New Roman"/>
          <w:sz w:val="24"/>
          <w:szCs w:val="24"/>
        </w:rPr>
        <w:t xml:space="preserve">   Кадастровий номер: 612558</w:t>
      </w:r>
      <w:r>
        <w:rPr>
          <w:rFonts w:ascii="Times New Roman" w:hAnsi="Times New Roman"/>
          <w:sz w:val="24"/>
          <w:szCs w:val="24"/>
        </w:rPr>
        <w:t>95</w:t>
      </w:r>
      <w:r w:rsidRPr="00EE27EC">
        <w:rPr>
          <w:rFonts w:ascii="Times New Roman" w:hAnsi="Times New Roman"/>
          <w:sz w:val="24"/>
          <w:szCs w:val="24"/>
        </w:rPr>
        <w:t>00:02:001:</w:t>
      </w:r>
      <w:r w:rsidRPr="00EE27EC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103</w:t>
      </w:r>
      <w:r w:rsidRPr="00EE27EC">
        <w:rPr>
          <w:rFonts w:ascii="Times New Roman" w:hAnsi="Times New Roman"/>
          <w:sz w:val="24"/>
          <w:szCs w:val="24"/>
        </w:rPr>
        <w:t>.</w:t>
      </w:r>
      <w:r w:rsidRPr="006E3FB7">
        <w:rPr>
          <w:rFonts w:ascii="Times New Roman" w:hAnsi="Times New Roman"/>
          <w:bCs/>
          <w:sz w:val="24"/>
          <w:szCs w:val="24"/>
        </w:rPr>
        <w:t xml:space="preserve"> </w:t>
      </w:r>
    </w:p>
    <w:p w:rsidR="00E41475" w:rsidRPr="00357E62" w:rsidRDefault="00E41475" w:rsidP="00D6036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071AC"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1.25</w:t>
      </w:r>
      <w:r w:rsidRPr="00357E62">
        <w:rPr>
          <w:rFonts w:ascii="Times New Roman" w:hAnsi="Times New Roman"/>
          <w:sz w:val="24"/>
          <w:szCs w:val="24"/>
        </w:rPr>
        <w:t>.</w:t>
      </w:r>
      <w:r w:rsidRPr="00357E62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Войцьо Василю Ігоровичу</w:t>
      </w:r>
      <w:r w:rsidRPr="00EE27E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color w:val="FF0000"/>
          <w:sz w:val="24"/>
          <w:szCs w:val="24"/>
        </w:rPr>
        <w:t>,1400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в с. </w:t>
      </w:r>
      <w:r>
        <w:rPr>
          <w:rFonts w:ascii="Times New Roman" w:hAnsi="Times New Roman"/>
          <w:sz w:val="24"/>
          <w:szCs w:val="24"/>
        </w:rPr>
        <w:t>Долина</w:t>
      </w:r>
      <w:r w:rsidRPr="00357E62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E41475" w:rsidRPr="00357E62" w:rsidRDefault="00E41475" w:rsidP="00D6036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357E6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FF0000"/>
          <w:sz w:val="24"/>
          <w:szCs w:val="24"/>
        </w:rPr>
        <w:t>0,1400</w:t>
      </w:r>
      <w:r w:rsidRPr="00357E6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7E62">
        <w:rPr>
          <w:rFonts w:ascii="Times New Roman" w:hAnsi="Times New Roman"/>
          <w:sz w:val="24"/>
          <w:szCs w:val="24"/>
        </w:rPr>
        <w:t xml:space="preserve">га - кадастровий  номер: </w:t>
      </w:r>
      <w:r w:rsidRPr="00EE27EC">
        <w:rPr>
          <w:rFonts w:ascii="Times New Roman" w:hAnsi="Times New Roman"/>
          <w:sz w:val="24"/>
          <w:szCs w:val="24"/>
        </w:rPr>
        <w:t>612558</w:t>
      </w:r>
      <w:r>
        <w:rPr>
          <w:rFonts w:ascii="Times New Roman" w:hAnsi="Times New Roman"/>
          <w:sz w:val="24"/>
          <w:szCs w:val="24"/>
        </w:rPr>
        <w:t>95</w:t>
      </w:r>
      <w:r w:rsidRPr="00EE27EC">
        <w:rPr>
          <w:rFonts w:ascii="Times New Roman" w:hAnsi="Times New Roman"/>
          <w:sz w:val="24"/>
          <w:szCs w:val="24"/>
        </w:rPr>
        <w:t>00:02:001:</w:t>
      </w:r>
      <w:r w:rsidRPr="00EE27EC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100</w:t>
      </w:r>
      <w:r>
        <w:rPr>
          <w:rFonts w:ascii="Times New Roman" w:hAnsi="Times New Roman"/>
          <w:sz w:val="24"/>
          <w:szCs w:val="24"/>
        </w:rPr>
        <w:t>.</w:t>
      </w:r>
    </w:p>
    <w:p w:rsidR="00E41475" w:rsidRPr="003106F5" w:rsidRDefault="00E41475" w:rsidP="00FF459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1475" w:rsidRPr="003106F5" w:rsidRDefault="00E41475" w:rsidP="003106F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1475" w:rsidRPr="00D10137" w:rsidRDefault="00E41475" w:rsidP="0023044C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675C5">
        <w:rPr>
          <w:rFonts w:ascii="Times New Roman" w:hAnsi="Times New Roman"/>
          <w:b/>
          <w:sz w:val="24"/>
          <w:szCs w:val="24"/>
        </w:rPr>
        <w:t>2.</w:t>
      </w:r>
      <w:r w:rsidRPr="002675C5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E41475" w:rsidRPr="00D10137" w:rsidRDefault="00E41475" w:rsidP="002304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b/>
          <w:sz w:val="24"/>
          <w:szCs w:val="24"/>
        </w:rPr>
        <w:t xml:space="preserve">3. </w:t>
      </w:r>
      <w:r w:rsidRPr="00D10137">
        <w:rPr>
          <w:rFonts w:ascii="Times New Roman" w:hAnsi="Times New Roman"/>
          <w:sz w:val="24"/>
          <w:szCs w:val="24"/>
        </w:rPr>
        <w:t>В</w:t>
      </w:r>
      <w:r w:rsidRPr="00D10137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D10137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D10137">
        <w:rPr>
          <w:rFonts w:ascii="Times New Roman" w:hAnsi="Times New Roman"/>
          <w:sz w:val="24"/>
          <w:szCs w:val="24"/>
          <w:lang w:val="uk-UA"/>
        </w:rPr>
        <w:t>ва</w:t>
      </w:r>
      <w:r w:rsidRPr="00D10137">
        <w:rPr>
          <w:rFonts w:ascii="Times New Roman" w:hAnsi="Times New Roman"/>
          <w:sz w:val="24"/>
          <w:szCs w:val="24"/>
        </w:rPr>
        <w:t>.</w:t>
      </w:r>
    </w:p>
    <w:p w:rsidR="00E41475" w:rsidRDefault="00E41475" w:rsidP="0023044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10137">
        <w:rPr>
          <w:rFonts w:ascii="Times New Roman" w:hAnsi="Times New Roman"/>
          <w:b/>
          <w:sz w:val="24"/>
          <w:szCs w:val="24"/>
        </w:rPr>
        <w:t xml:space="preserve">. </w:t>
      </w:r>
      <w:r w:rsidRPr="00D1013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1013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E41475" w:rsidRPr="00D10137" w:rsidRDefault="00E41475" w:rsidP="0023044C">
      <w:pPr>
        <w:jc w:val="both"/>
        <w:rPr>
          <w:rFonts w:ascii="Times New Roman" w:hAnsi="Times New Roman"/>
          <w:sz w:val="24"/>
          <w:szCs w:val="24"/>
        </w:rPr>
      </w:pPr>
    </w:p>
    <w:p w:rsidR="00E41475" w:rsidRDefault="00E41475" w:rsidP="0023044C">
      <w:pPr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sz w:val="24"/>
          <w:szCs w:val="24"/>
        </w:rPr>
        <w:t xml:space="preserve">Нагірянський сільський голова                                      </w:t>
      </w:r>
      <w:r>
        <w:rPr>
          <w:rFonts w:ascii="Times New Roman" w:hAnsi="Times New Roman"/>
          <w:sz w:val="24"/>
          <w:szCs w:val="24"/>
        </w:rPr>
        <w:t xml:space="preserve">Ігор КІНДРАТ          </w:t>
      </w:r>
    </w:p>
    <w:p w:rsidR="00E41475" w:rsidRDefault="00E41475" w:rsidP="0023044C">
      <w:pPr>
        <w:jc w:val="both"/>
        <w:rPr>
          <w:rFonts w:ascii="Times New Roman" w:hAnsi="Times New Roman"/>
          <w:sz w:val="24"/>
          <w:szCs w:val="24"/>
        </w:rPr>
      </w:pPr>
    </w:p>
    <w:p w:rsidR="00E41475" w:rsidRDefault="00E41475" w:rsidP="0023044C">
      <w:pPr>
        <w:rPr>
          <w:lang w:val="uk-UA"/>
        </w:rPr>
      </w:pPr>
    </w:p>
    <w:p w:rsidR="00E41475" w:rsidRDefault="00E41475" w:rsidP="0023044C">
      <w:pPr>
        <w:rPr>
          <w:lang w:val="uk-UA"/>
        </w:rPr>
      </w:pPr>
    </w:p>
    <w:p w:rsidR="00E41475" w:rsidRPr="0016415B" w:rsidRDefault="00E41475" w:rsidP="0023044C">
      <w:pPr>
        <w:rPr>
          <w:lang w:val="uk-UA"/>
        </w:rPr>
      </w:pPr>
    </w:p>
    <w:p w:rsidR="00E41475" w:rsidRPr="0023044C" w:rsidRDefault="00E41475">
      <w:pPr>
        <w:rPr>
          <w:lang w:val="uk-UA"/>
        </w:rPr>
      </w:pPr>
    </w:p>
    <w:sectPr w:rsidR="00E41475" w:rsidRPr="0023044C" w:rsidSect="00F85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1D0"/>
    <w:rsid w:val="00036D52"/>
    <w:rsid w:val="00067875"/>
    <w:rsid w:val="000B58DA"/>
    <w:rsid w:val="00103BDE"/>
    <w:rsid w:val="001125D7"/>
    <w:rsid w:val="00122506"/>
    <w:rsid w:val="00156593"/>
    <w:rsid w:val="0016415B"/>
    <w:rsid w:val="0016560C"/>
    <w:rsid w:val="00196BB4"/>
    <w:rsid w:val="001C6CF7"/>
    <w:rsid w:val="001F7876"/>
    <w:rsid w:val="002071AC"/>
    <w:rsid w:val="0023044C"/>
    <w:rsid w:val="00263487"/>
    <w:rsid w:val="00264AE7"/>
    <w:rsid w:val="002675C5"/>
    <w:rsid w:val="00294F16"/>
    <w:rsid w:val="002963A3"/>
    <w:rsid w:val="002B04EA"/>
    <w:rsid w:val="002C61B5"/>
    <w:rsid w:val="002D0348"/>
    <w:rsid w:val="00302854"/>
    <w:rsid w:val="003106F5"/>
    <w:rsid w:val="00357E62"/>
    <w:rsid w:val="00373DFB"/>
    <w:rsid w:val="003C0099"/>
    <w:rsid w:val="003E5A44"/>
    <w:rsid w:val="00401E1A"/>
    <w:rsid w:val="00436849"/>
    <w:rsid w:val="004B405C"/>
    <w:rsid w:val="004D2CEF"/>
    <w:rsid w:val="004D45BC"/>
    <w:rsid w:val="00503D41"/>
    <w:rsid w:val="00506EDF"/>
    <w:rsid w:val="00512125"/>
    <w:rsid w:val="005221FF"/>
    <w:rsid w:val="00573635"/>
    <w:rsid w:val="00574222"/>
    <w:rsid w:val="00637193"/>
    <w:rsid w:val="00641FC1"/>
    <w:rsid w:val="00646905"/>
    <w:rsid w:val="0064697E"/>
    <w:rsid w:val="00646E6C"/>
    <w:rsid w:val="006A7EA3"/>
    <w:rsid w:val="006D1238"/>
    <w:rsid w:val="006D2277"/>
    <w:rsid w:val="006E3FB7"/>
    <w:rsid w:val="007018EB"/>
    <w:rsid w:val="007112C8"/>
    <w:rsid w:val="0071184D"/>
    <w:rsid w:val="00731A41"/>
    <w:rsid w:val="00735150"/>
    <w:rsid w:val="00765FD5"/>
    <w:rsid w:val="00777E12"/>
    <w:rsid w:val="007A3AFD"/>
    <w:rsid w:val="007C1AC6"/>
    <w:rsid w:val="007F2F15"/>
    <w:rsid w:val="00815B8C"/>
    <w:rsid w:val="00817D9B"/>
    <w:rsid w:val="00887D31"/>
    <w:rsid w:val="009060EF"/>
    <w:rsid w:val="009328F7"/>
    <w:rsid w:val="009445DA"/>
    <w:rsid w:val="00962919"/>
    <w:rsid w:val="00994211"/>
    <w:rsid w:val="009C4A06"/>
    <w:rsid w:val="009E0DAC"/>
    <w:rsid w:val="009F39C1"/>
    <w:rsid w:val="00A000C6"/>
    <w:rsid w:val="00A00B07"/>
    <w:rsid w:val="00A341DF"/>
    <w:rsid w:val="00B510FD"/>
    <w:rsid w:val="00B801D0"/>
    <w:rsid w:val="00BB5157"/>
    <w:rsid w:val="00BC55C1"/>
    <w:rsid w:val="00C0434C"/>
    <w:rsid w:val="00C04787"/>
    <w:rsid w:val="00C06E43"/>
    <w:rsid w:val="00C33513"/>
    <w:rsid w:val="00C426A2"/>
    <w:rsid w:val="00C766B0"/>
    <w:rsid w:val="00C86B0B"/>
    <w:rsid w:val="00C923B4"/>
    <w:rsid w:val="00C97359"/>
    <w:rsid w:val="00CD22A8"/>
    <w:rsid w:val="00D076D0"/>
    <w:rsid w:val="00D10137"/>
    <w:rsid w:val="00D23F3D"/>
    <w:rsid w:val="00D32355"/>
    <w:rsid w:val="00D6036D"/>
    <w:rsid w:val="00D620A7"/>
    <w:rsid w:val="00DB6BFD"/>
    <w:rsid w:val="00DC6F24"/>
    <w:rsid w:val="00DE1AB5"/>
    <w:rsid w:val="00E23982"/>
    <w:rsid w:val="00E24EC3"/>
    <w:rsid w:val="00E41475"/>
    <w:rsid w:val="00E77AC1"/>
    <w:rsid w:val="00EA122B"/>
    <w:rsid w:val="00EC714E"/>
    <w:rsid w:val="00EE27EC"/>
    <w:rsid w:val="00EE6227"/>
    <w:rsid w:val="00F5448A"/>
    <w:rsid w:val="00F83A90"/>
    <w:rsid w:val="00F852BD"/>
    <w:rsid w:val="00F936C7"/>
    <w:rsid w:val="00FB5667"/>
    <w:rsid w:val="00FE29A2"/>
    <w:rsid w:val="00FF459A"/>
    <w:rsid w:val="00FF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44C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23044C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06F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13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733</TotalTime>
  <Pages>4</Pages>
  <Words>1543</Words>
  <Characters>8798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58</cp:revision>
  <cp:lastPrinted>2021-12-15T08:55:00Z</cp:lastPrinted>
  <dcterms:created xsi:type="dcterms:W3CDTF">2021-11-12T12:01:00Z</dcterms:created>
  <dcterms:modified xsi:type="dcterms:W3CDTF">2021-12-29T07:38:00Z</dcterms:modified>
</cp:coreProperties>
</file>