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9A3" w:rsidRPr="007F54BB" w:rsidRDefault="00F179A3" w:rsidP="00F26CDC">
      <w:pPr>
        <w:tabs>
          <w:tab w:val="left" w:pos="3900"/>
        </w:tabs>
        <w:spacing w:after="0" w:line="276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ПРОЄКТ</w:t>
      </w:r>
    </w:p>
    <w:p w:rsidR="00F179A3" w:rsidRPr="00764409" w:rsidRDefault="00F179A3" w:rsidP="007F54BB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3E7035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.25pt;height:60pt;visibility:visible">
            <v:imagedata r:id="rId5" o:title=""/>
          </v:shape>
        </w:pict>
      </w:r>
    </w:p>
    <w:p w:rsidR="00F179A3" w:rsidRPr="00764409" w:rsidRDefault="00F179A3" w:rsidP="007F54BB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764409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F179A3" w:rsidRPr="00764409" w:rsidRDefault="00F179A3" w:rsidP="007F54BB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764409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F179A3" w:rsidRPr="00764409" w:rsidRDefault="00F179A3" w:rsidP="007F54BB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F179A3" w:rsidRPr="00764409" w:rsidRDefault="00F179A3" w:rsidP="001321B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ДЕ</w:t>
      </w:r>
      <w:r>
        <w:rPr>
          <w:rFonts w:ascii="Times New Roman" w:hAnsi="Times New Roman"/>
          <w:sz w:val="24"/>
          <w:szCs w:val="24"/>
          <w:lang w:val="uk-UA" w:eastAsia="ru-RU"/>
        </w:rPr>
        <w:t>СЯ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ТА  СЕСІЯ </w:t>
      </w:r>
    </w:p>
    <w:p w:rsidR="00F179A3" w:rsidRPr="00764409" w:rsidRDefault="00F179A3" w:rsidP="007F54BB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Р</w:t>
      </w:r>
      <w:r>
        <w:rPr>
          <w:rFonts w:ascii="Times New Roman" w:hAnsi="Times New Roman"/>
          <w:sz w:val="24"/>
          <w:szCs w:val="24"/>
          <w:lang w:val="uk-UA" w:eastAsia="ru-RU"/>
        </w:rPr>
        <w:t>ІШЕННЯ</w:t>
      </w:r>
    </w:p>
    <w:p w:rsidR="00F179A3" w:rsidRDefault="00F179A3" w:rsidP="007F54BB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__ серпня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 2021 </w:t>
      </w:r>
      <w:r w:rsidRPr="00764409">
        <w:rPr>
          <w:rFonts w:ascii="Times New Roman" w:hAnsi="Times New Roman"/>
          <w:sz w:val="24"/>
          <w:szCs w:val="24"/>
          <w:lang w:eastAsia="ru-RU"/>
        </w:rPr>
        <w:t xml:space="preserve"> року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Pr="00764409">
        <w:rPr>
          <w:rFonts w:ascii="Times New Roman" w:hAnsi="Times New Roman"/>
          <w:sz w:val="24"/>
          <w:szCs w:val="24"/>
          <w:lang w:eastAsia="ru-RU"/>
        </w:rPr>
        <w:t>№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___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F179A3" w:rsidRPr="00764409" w:rsidRDefault="00F179A3" w:rsidP="007F54BB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</w:p>
    <w:p w:rsidR="00F179A3" w:rsidRDefault="00F179A3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Про відмову в наданні дозволу на розроблення </w:t>
      </w:r>
    </w:p>
    <w:p w:rsidR="00F179A3" w:rsidRDefault="00F179A3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п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>роекту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>землеустрою щодо відведення земельн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ої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</w:p>
    <w:p w:rsidR="00F179A3" w:rsidRDefault="00F179A3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>ділян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ки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гр. Левандовській Савелії Василівні 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у приватну </w:t>
      </w:r>
    </w:p>
    <w:p w:rsidR="00F179A3" w:rsidRDefault="00F179A3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власність </w:t>
      </w:r>
      <w:r w:rsidRPr="00F26CDC">
        <w:rPr>
          <w:rFonts w:ascii="Times New Roman" w:hAnsi="Times New Roman"/>
          <w:b/>
          <w:sz w:val="24"/>
          <w:szCs w:val="24"/>
          <w:lang w:val="uk-UA" w:eastAsia="ru-RU"/>
        </w:rPr>
        <w:t xml:space="preserve">для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будівництва і обслуговування житлового </w:t>
      </w:r>
    </w:p>
    <w:p w:rsidR="00F179A3" w:rsidRDefault="00F179A3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будинку, господарських будівель і споруд  в с. Капустинці</w:t>
      </w:r>
    </w:p>
    <w:p w:rsidR="00F179A3" w:rsidRDefault="00F179A3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на тер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иторії Нагірянської 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сільської ради Чортківського </w:t>
      </w:r>
    </w:p>
    <w:p w:rsidR="00F179A3" w:rsidRDefault="00F179A3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>району Тернопільської області</w:t>
      </w:r>
    </w:p>
    <w:p w:rsidR="00F179A3" w:rsidRPr="00764409" w:rsidRDefault="00F179A3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F179A3" w:rsidRPr="00C1688E" w:rsidRDefault="00F179A3" w:rsidP="00C1688E">
      <w:pPr>
        <w:tabs>
          <w:tab w:val="left" w:pos="7740"/>
        </w:tabs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>Розглянувши заяв</w:t>
      </w:r>
      <w:r>
        <w:rPr>
          <w:rFonts w:ascii="Times New Roman" w:hAnsi="Times New Roman"/>
          <w:sz w:val="24"/>
          <w:szCs w:val="24"/>
          <w:lang w:val="uk-UA" w:eastAsia="ru-RU"/>
        </w:rPr>
        <w:t>у</w:t>
      </w:r>
      <w:r w:rsidRPr="00530EC9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гр. Левандовської Савелії Василівни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про надання дозволу на виготовлення проекту землеустрою щодо відведення земельн</w:t>
      </w:r>
      <w:r>
        <w:rPr>
          <w:rFonts w:ascii="Times New Roman" w:hAnsi="Times New Roman"/>
          <w:sz w:val="24"/>
          <w:szCs w:val="24"/>
          <w:lang w:val="uk-UA" w:eastAsia="ru-RU"/>
        </w:rPr>
        <w:t>ої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ділян</w:t>
      </w:r>
      <w:r>
        <w:rPr>
          <w:rFonts w:ascii="Times New Roman" w:hAnsi="Times New Roman"/>
          <w:sz w:val="24"/>
          <w:szCs w:val="24"/>
          <w:lang w:val="uk-UA" w:eastAsia="ru-RU"/>
        </w:rPr>
        <w:t>ки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у приватну власність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в с. Капустинці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на території Нагірянської сільської ради  </w:t>
      </w:r>
      <w:r w:rsidRPr="00C1688E">
        <w:rPr>
          <w:rFonts w:ascii="Times New Roman" w:hAnsi="Times New Roman"/>
          <w:sz w:val="24"/>
          <w:szCs w:val="24"/>
          <w:lang w:val="uk-UA" w:eastAsia="ru-RU"/>
        </w:rPr>
        <w:t>для будівництва і обслуговування житлового будинку, господарських будівель і споруд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, керуючись ст. 26, 33 Закону України «Про місцеве самоврядування в Україні», ст.50 Закону України «Про землеустрій», ст.12, 33, 116, 118, 121, 122, Земельного кодексу України, ст.ст. 21,24 ЗУ «Про Державний земельний кадастр» та враховуючи рекомендації</w:t>
      </w:r>
      <w:r w:rsidRPr="00530EC9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постійної комісії з питань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містобудування, земельних відно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син та сталого розвитку,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сільськ</w:t>
      </w:r>
      <w:r>
        <w:rPr>
          <w:rFonts w:ascii="Times New Roman" w:hAnsi="Times New Roman"/>
          <w:sz w:val="24"/>
          <w:szCs w:val="24"/>
          <w:lang w:val="uk-UA" w:eastAsia="ru-RU"/>
        </w:rPr>
        <w:t>а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рад</w:t>
      </w:r>
      <w:r>
        <w:rPr>
          <w:rFonts w:ascii="Times New Roman" w:hAnsi="Times New Roman"/>
          <w:sz w:val="24"/>
          <w:szCs w:val="24"/>
          <w:lang w:val="uk-UA" w:eastAsia="ru-RU"/>
        </w:rPr>
        <w:t>а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</w:t>
      </w:r>
    </w:p>
    <w:p w:rsidR="00F179A3" w:rsidRPr="00530EC9" w:rsidRDefault="00F179A3" w:rsidP="0013678A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Pr="00530EC9">
        <w:rPr>
          <w:rFonts w:ascii="Times New Roman" w:hAnsi="Times New Roman"/>
          <w:b/>
          <w:sz w:val="24"/>
          <w:szCs w:val="24"/>
          <w:lang w:val="uk-UA" w:eastAsia="ru-RU"/>
        </w:rPr>
        <w:t>В И Р І Ш И Л А :</w:t>
      </w:r>
    </w:p>
    <w:p w:rsidR="00F179A3" w:rsidRPr="00530EC9" w:rsidRDefault="00F179A3" w:rsidP="0013678A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F179A3" w:rsidRPr="00530EC9" w:rsidRDefault="00F179A3" w:rsidP="00530EC9">
      <w:pPr>
        <w:spacing w:after="0" w:line="276" w:lineRule="auto"/>
        <w:ind w:right="-28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sz w:val="24"/>
          <w:szCs w:val="24"/>
          <w:lang w:val="uk-UA" w:eastAsia="ru-RU"/>
        </w:rPr>
        <w:t>1.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Відмовити у наданні дозволу гр.</w:t>
      </w:r>
      <w:r w:rsidRPr="00530EC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Левандовській Савелії Василівні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1 га"/>
        </w:smartTagPr>
        <w:r>
          <w:rPr>
            <w:rFonts w:ascii="Times New Roman" w:hAnsi="Times New Roman"/>
            <w:sz w:val="24"/>
            <w:szCs w:val="24"/>
            <w:lang w:val="uk-UA" w:eastAsia="ru-RU"/>
          </w:rPr>
          <w:t>0,11</w:t>
        </w:r>
        <w:r w:rsidRPr="00530EC9">
          <w:rPr>
            <w:rFonts w:ascii="Times New Roman" w:hAnsi="Times New Roman"/>
            <w:sz w:val="24"/>
            <w:szCs w:val="24"/>
            <w:lang w:val="uk-UA" w:eastAsia="ru-RU"/>
          </w:rPr>
          <w:t xml:space="preserve"> га</w:t>
        </w:r>
      </w:smartTag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в с. Капустинці на території Нагірянської</w:t>
      </w:r>
      <w:r w:rsidRPr="00530EC9">
        <w:rPr>
          <w:rFonts w:ascii="Times New Roman" w:hAnsi="Times New Roman"/>
          <w:sz w:val="24"/>
          <w:szCs w:val="24"/>
          <w:lang w:val="uk-UA"/>
        </w:rPr>
        <w:t xml:space="preserve"> сільськ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Pr="00530EC9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530EC9">
        <w:rPr>
          <w:rFonts w:ascii="Times New Roman" w:hAnsi="Times New Roman"/>
          <w:sz w:val="24"/>
          <w:szCs w:val="24"/>
          <w:lang w:val="uk-UA"/>
        </w:rPr>
        <w:t xml:space="preserve"> Чортківського району Тернопільської області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C1688E">
        <w:rPr>
          <w:rFonts w:ascii="Times New Roman" w:hAnsi="Times New Roman"/>
          <w:sz w:val="24"/>
          <w:szCs w:val="24"/>
          <w:lang w:val="uk-UA" w:eastAsia="ru-RU"/>
        </w:rPr>
        <w:t>для будівництва і обслуговування житлового будинку, господарських будівель і споруд</w:t>
      </w:r>
      <w:r>
        <w:rPr>
          <w:rFonts w:ascii="Times New Roman" w:hAnsi="Times New Roman"/>
          <w:sz w:val="24"/>
          <w:szCs w:val="24"/>
          <w:lang w:val="uk-UA" w:eastAsia="ru-RU"/>
        </w:rPr>
        <w:t>, враховуючи що дана земельна ділянка відноситься до категорії земель загального користування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.</w:t>
      </w:r>
    </w:p>
    <w:p w:rsidR="00F179A3" w:rsidRPr="00530EC9" w:rsidRDefault="00F179A3" w:rsidP="007F54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2</w:t>
      </w:r>
      <w:r w:rsidRPr="00764409">
        <w:rPr>
          <w:rFonts w:ascii="Times New Roman" w:hAnsi="Times New Roman"/>
          <w:b/>
          <w:sz w:val="24"/>
          <w:szCs w:val="24"/>
          <w:lang w:val="uk-UA" w:eastAsia="ru-RU"/>
        </w:rPr>
        <w:t>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Дане рішення направити заявнику.</w:t>
      </w:r>
    </w:p>
    <w:p w:rsidR="00F179A3" w:rsidRPr="00530EC9" w:rsidRDefault="00F179A3" w:rsidP="007F54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3</w:t>
      </w:r>
      <w:r w:rsidRPr="00764409">
        <w:rPr>
          <w:rFonts w:ascii="Times New Roman" w:hAnsi="Times New Roman"/>
          <w:b/>
          <w:sz w:val="24"/>
          <w:szCs w:val="24"/>
          <w:lang w:val="uk-UA" w:eastAsia="ru-RU"/>
        </w:rPr>
        <w:t>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Контроль за викон</w:t>
      </w:r>
      <w:bookmarkStart w:id="0" w:name="_GoBack"/>
      <w:bookmarkEnd w:id="0"/>
      <w:r w:rsidRPr="00530EC9">
        <w:rPr>
          <w:rFonts w:ascii="Times New Roman" w:hAnsi="Times New Roman"/>
          <w:sz w:val="24"/>
          <w:szCs w:val="24"/>
          <w:lang w:val="uk-UA" w:eastAsia="ru-RU"/>
        </w:rPr>
        <w:t>анням даного рішення покласти на постійну комісію Нагірянської сільської ради з питань містобудування, земельних відносин та сталого розвитку.</w:t>
      </w:r>
    </w:p>
    <w:p w:rsidR="00F179A3" w:rsidRPr="00530EC9" w:rsidRDefault="00F179A3" w:rsidP="007F54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F179A3" w:rsidRPr="00D30488" w:rsidRDefault="00F179A3" w:rsidP="007F54BB">
      <w:pPr>
        <w:spacing w:after="20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30488">
        <w:rPr>
          <w:rFonts w:ascii="Times New Roman" w:hAnsi="Times New Roman"/>
          <w:b/>
          <w:sz w:val="24"/>
          <w:szCs w:val="24"/>
          <w:lang w:val="uk-UA" w:eastAsia="ru-RU"/>
        </w:rPr>
        <w:t xml:space="preserve">Нагірянський сільський голова                                                                 Ігор КІНДРАТ    </w:t>
      </w:r>
    </w:p>
    <w:p w:rsidR="00F179A3" w:rsidRPr="00530EC9" w:rsidRDefault="00F179A3" w:rsidP="007F54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F179A3" w:rsidRPr="00530EC9" w:rsidRDefault="00F179A3" w:rsidP="007F54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F179A3" w:rsidRPr="00530EC9" w:rsidRDefault="00F179A3" w:rsidP="007F54BB">
      <w:pPr>
        <w:spacing w:after="200" w:line="276" w:lineRule="auto"/>
        <w:rPr>
          <w:lang w:eastAsia="ru-RU"/>
        </w:rPr>
      </w:pPr>
    </w:p>
    <w:p w:rsidR="00F179A3" w:rsidRPr="007F54BB" w:rsidRDefault="00F179A3" w:rsidP="00E3391C">
      <w:pPr>
        <w:tabs>
          <w:tab w:val="left" w:pos="3900"/>
        </w:tabs>
        <w:spacing w:after="0" w:line="276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ПРОЄКТ</w:t>
      </w:r>
    </w:p>
    <w:p w:rsidR="00F179A3" w:rsidRPr="00764409" w:rsidRDefault="00F179A3" w:rsidP="00E3391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3E7035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 id="_x0000_i1026" type="#_x0000_t75" style="width:44.25pt;height:60pt;visibility:visible">
            <v:imagedata r:id="rId5" o:title=""/>
          </v:shape>
        </w:pict>
      </w:r>
    </w:p>
    <w:p w:rsidR="00F179A3" w:rsidRPr="00764409" w:rsidRDefault="00F179A3" w:rsidP="00E3391C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764409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F179A3" w:rsidRPr="00764409" w:rsidRDefault="00F179A3" w:rsidP="00E3391C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764409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F179A3" w:rsidRPr="00764409" w:rsidRDefault="00F179A3" w:rsidP="00E3391C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F179A3" w:rsidRPr="00764409" w:rsidRDefault="00F179A3" w:rsidP="00E3391C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ДЕ</w:t>
      </w:r>
      <w:r>
        <w:rPr>
          <w:rFonts w:ascii="Times New Roman" w:hAnsi="Times New Roman"/>
          <w:sz w:val="24"/>
          <w:szCs w:val="24"/>
          <w:lang w:val="uk-UA" w:eastAsia="ru-RU"/>
        </w:rPr>
        <w:t>СЯ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ТА  СЕСІЯ </w:t>
      </w:r>
    </w:p>
    <w:p w:rsidR="00F179A3" w:rsidRPr="00764409" w:rsidRDefault="00F179A3" w:rsidP="00E3391C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Р</w:t>
      </w:r>
      <w:r>
        <w:rPr>
          <w:rFonts w:ascii="Times New Roman" w:hAnsi="Times New Roman"/>
          <w:sz w:val="24"/>
          <w:szCs w:val="24"/>
          <w:lang w:val="uk-UA" w:eastAsia="ru-RU"/>
        </w:rPr>
        <w:t>ІШЕННЯ</w:t>
      </w:r>
    </w:p>
    <w:p w:rsidR="00F179A3" w:rsidRDefault="00F179A3" w:rsidP="00E3391C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__ серпня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 2021 </w:t>
      </w:r>
      <w:r w:rsidRPr="00764409">
        <w:rPr>
          <w:rFonts w:ascii="Times New Roman" w:hAnsi="Times New Roman"/>
          <w:sz w:val="24"/>
          <w:szCs w:val="24"/>
          <w:lang w:eastAsia="ru-RU"/>
        </w:rPr>
        <w:t xml:space="preserve"> року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Pr="00764409">
        <w:rPr>
          <w:rFonts w:ascii="Times New Roman" w:hAnsi="Times New Roman"/>
          <w:sz w:val="24"/>
          <w:szCs w:val="24"/>
          <w:lang w:eastAsia="ru-RU"/>
        </w:rPr>
        <w:t>№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___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F179A3" w:rsidRPr="00764409" w:rsidRDefault="00F179A3" w:rsidP="00E3391C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</w:p>
    <w:p w:rsidR="00F179A3" w:rsidRDefault="00F179A3" w:rsidP="00E3391C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Про відмову в наданні дозволу на розроблення </w:t>
      </w:r>
    </w:p>
    <w:p w:rsidR="00F179A3" w:rsidRDefault="00F179A3" w:rsidP="00E3391C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п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>роекту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>землеустрою щодо відведення земельн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ої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</w:p>
    <w:p w:rsidR="00F179A3" w:rsidRDefault="00F179A3" w:rsidP="00E3391C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>ділян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ки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гр. Левандовській Савелії Василівні 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у приватну </w:t>
      </w:r>
    </w:p>
    <w:p w:rsidR="00F179A3" w:rsidRDefault="00F179A3" w:rsidP="00E3391C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власність </w:t>
      </w:r>
      <w:r w:rsidRPr="00F26CDC">
        <w:rPr>
          <w:rFonts w:ascii="Times New Roman" w:hAnsi="Times New Roman"/>
          <w:b/>
          <w:sz w:val="24"/>
          <w:szCs w:val="24"/>
          <w:lang w:val="uk-UA" w:eastAsia="ru-RU"/>
        </w:rPr>
        <w:t xml:space="preserve">для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будівництва і обслуговування житлового </w:t>
      </w:r>
    </w:p>
    <w:p w:rsidR="00F179A3" w:rsidRDefault="00F179A3" w:rsidP="00E3391C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будинку, господарських будівель і споруд  в с. Капустинці</w:t>
      </w:r>
    </w:p>
    <w:p w:rsidR="00F179A3" w:rsidRDefault="00F179A3" w:rsidP="00E3391C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на тер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иторії Нагірянської 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сільської ради Чортківського </w:t>
      </w:r>
    </w:p>
    <w:p w:rsidR="00F179A3" w:rsidRDefault="00F179A3" w:rsidP="00E3391C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>району Тернопільської області</w:t>
      </w:r>
    </w:p>
    <w:p w:rsidR="00F179A3" w:rsidRPr="00764409" w:rsidRDefault="00F179A3" w:rsidP="00E3391C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F179A3" w:rsidRPr="00C1688E" w:rsidRDefault="00F179A3" w:rsidP="00E3391C">
      <w:pPr>
        <w:tabs>
          <w:tab w:val="left" w:pos="7740"/>
        </w:tabs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>Розглянувши заяв</w:t>
      </w:r>
      <w:r>
        <w:rPr>
          <w:rFonts w:ascii="Times New Roman" w:hAnsi="Times New Roman"/>
          <w:sz w:val="24"/>
          <w:szCs w:val="24"/>
          <w:lang w:val="uk-UA" w:eastAsia="ru-RU"/>
        </w:rPr>
        <w:t>у</w:t>
      </w:r>
      <w:r w:rsidRPr="00530EC9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гр. Левандовської Савелії Василівни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про надання дозволу на виготовлення проекту землеустрою щодо відведення земельн</w:t>
      </w:r>
      <w:r>
        <w:rPr>
          <w:rFonts w:ascii="Times New Roman" w:hAnsi="Times New Roman"/>
          <w:sz w:val="24"/>
          <w:szCs w:val="24"/>
          <w:lang w:val="uk-UA" w:eastAsia="ru-RU"/>
        </w:rPr>
        <w:t>ої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ділян</w:t>
      </w:r>
      <w:r>
        <w:rPr>
          <w:rFonts w:ascii="Times New Roman" w:hAnsi="Times New Roman"/>
          <w:sz w:val="24"/>
          <w:szCs w:val="24"/>
          <w:lang w:val="uk-UA" w:eastAsia="ru-RU"/>
        </w:rPr>
        <w:t>ки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у приватну власність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в с. Капустинці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на території Нагірянської сільської ради  </w:t>
      </w:r>
      <w:r w:rsidRPr="00C1688E">
        <w:rPr>
          <w:rFonts w:ascii="Times New Roman" w:hAnsi="Times New Roman"/>
          <w:sz w:val="24"/>
          <w:szCs w:val="24"/>
          <w:lang w:val="uk-UA" w:eastAsia="ru-RU"/>
        </w:rPr>
        <w:t>для будівництва і обслуговування житлового будинку, господарських будівель і споруд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, керуючись ст. 26, 33 Закону України «Про місцеве самоврядування в Україні», ст.50 Закону України «Про землеустрій», ст.12, 33, 116, 118, 121, 122, Земельного кодексу України, ст.ст. 21,24 ЗУ «Про Державний земельний кадастр» та враховуючи рекомендації</w:t>
      </w:r>
      <w:r w:rsidRPr="00530EC9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постійної комісії з питань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містобудування, земельних відно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син та сталого розвитку,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сільськ</w:t>
      </w:r>
      <w:r>
        <w:rPr>
          <w:rFonts w:ascii="Times New Roman" w:hAnsi="Times New Roman"/>
          <w:sz w:val="24"/>
          <w:szCs w:val="24"/>
          <w:lang w:val="uk-UA" w:eastAsia="ru-RU"/>
        </w:rPr>
        <w:t>а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рад</w:t>
      </w:r>
      <w:r>
        <w:rPr>
          <w:rFonts w:ascii="Times New Roman" w:hAnsi="Times New Roman"/>
          <w:sz w:val="24"/>
          <w:szCs w:val="24"/>
          <w:lang w:val="uk-UA" w:eastAsia="ru-RU"/>
        </w:rPr>
        <w:t>а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</w:t>
      </w:r>
    </w:p>
    <w:p w:rsidR="00F179A3" w:rsidRPr="00530EC9" w:rsidRDefault="00F179A3" w:rsidP="00E3391C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Pr="00530EC9">
        <w:rPr>
          <w:rFonts w:ascii="Times New Roman" w:hAnsi="Times New Roman"/>
          <w:b/>
          <w:sz w:val="24"/>
          <w:szCs w:val="24"/>
          <w:lang w:val="uk-UA" w:eastAsia="ru-RU"/>
        </w:rPr>
        <w:t>В И Р І Ш И Л А :</w:t>
      </w:r>
    </w:p>
    <w:p w:rsidR="00F179A3" w:rsidRPr="00530EC9" w:rsidRDefault="00F179A3" w:rsidP="00E3391C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F179A3" w:rsidRPr="00530EC9" w:rsidRDefault="00F179A3" w:rsidP="00E3391C">
      <w:pPr>
        <w:spacing w:after="0" w:line="276" w:lineRule="auto"/>
        <w:ind w:right="-28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sz w:val="24"/>
          <w:szCs w:val="24"/>
          <w:lang w:val="uk-UA" w:eastAsia="ru-RU"/>
        </w:rPr>
        <w:t>1.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Відмовити у наданні дозволу гр.</w:t>
      </w:r>
      <w:r w:rsidRPr="00530EC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Левандовській Савелії Василівні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1 га"/>
        </w:smartTagPr>
        <w:r>
          <w:rPr>
            <w:rFonts w:ascii="Times New Roman" w:hAnsi="Times New Roman"/>
            <w:sz w:val="24"/>
            <w:szCs w:val="24"/>
            <w:lang w:val="uk-UA" w:eastAsia="ru-RU"/>
          </w:rPr>
          <w:t>0,11</w:t>
        </w:r>
        <w:r w:rsidRPr="00530EC9">
          <w:rPr>
            <w:rFonts w:ascii="Times New Roman" w:hAnsi="Times New Roman"/>
            <w:sz w:val="24"/>
            <w:szCs w:val="24"/>
            <w:lang w:val="uk-UA" w:eastAsia="ru-RU"/>
          </w:rPr>
          <w:t xml:space="preserve"> га</w:t>
        </w:r>
      </w:smartTag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в с. Капустинці на території Нагірянської</w:t>
      </w:r>
      <w:r w:rsidRPr="00530EC9">
        <w:rPr>
          <w:rFonts w:ascii="Times New Roman" w:hAnsi="Times New Roman"/>
          <w:sz w:val="24"/>
          <w:szCs w:val="24"/>
          <w:lang w:val="uk-UA"/>
        </w:rPr>
        <w:t xml:space="preserve"> сільськ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Pr="00530EC9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530EC9">
        <w:rPr>
          <w:rFonts w:ascii="Times New Roman" w:hAnsi="Times New Roman"/>
          <w:sz w:val="24"/>
          <w:szCs w:val="24"/>
          <w:lang w:val="uk-UA"/>
        </w:rPr>
        <w:t xml:space="preserve"> Чортківського району Тернопільської області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C1688E">
        <w:rPr>
          <w:rFonts w:ascii="Times New Roman" w:hAnsi="Times New Roman"/>
          <w:sz w:val="24"/>
          <w:szCs w:val="24"/>
          <w:lang w:val="uk-UA" w:eastAsia="ru-RU"/>
        </w:rPr>
        <w:t>для будівництва і обслуговування житлового будинку, господарських будівель і споруд</w:t>
      </w:r>
      <w:r>
        <w:rPr>
          <w:rFonts w:ascii="Times New Roman" w:hAnsi="Times New Roman"/>
          <w:sz w:val="24"/>
          <w:szCs w:val="24"/>
          <w:lang w:val="uk-UA" w:eastAsia="ru-RU"/>
        </w:rPr>
        <w:t>, враховуючи що дана земельна ділянка відноситься до категорії земель загального користування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.</w:t>
      </w:r>
    </w:p>
    <w:p w:rsidR="00F179A3" w:rsidRPr="00530EC9" w:rsidRDefault="00F179A3" w:rsidP="00E3391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2</w:t>
      </w:r>
      <w:r w:rsidRPr="00764409">
        <w:rPr>
          <w:rFonts w:ascii="Times New Roman" w:hAnsi="Times New Roman"/>
          <w:b/>
          <w:sz w:val="24"/>
          <w:szCs w:val="24"/>
          <w:lang w:val="uk-UA" w:eastAsia="ru-RU"/>
        </w:rPr>
        <w:t>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Дане рішення направити заявнику.</w:t>
      </w:r>
    </w:p>
    <w:p w:rsidR="00F179A3" w:rsidRPr="00530EC9" w:rsidRDefault="00F179A3" w:rsidP="00E3391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3</w:t>
      </w:r>
      <w:r w:rsidRPr="00764409">
        <w:rPr>
          <w:rFonts w:ascii="Times New Roman" w:hAnsi="Times New Roman"/>
          <w:b/>
          <w:sz w:val="24"/>
          <w:szCs w:val="24"/>
          <w:lang w:val="uk-UA" w:eastAsia="ru-RU"/>
        </w:rPr>
        <w:t>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Нагірянської сільської ради з питань містобудування, земельних відносин та сталого розвитку.</w:t>
      </w:r>
    </w:p>
    <w:p w:rsidR="00F179A3" w:rsidRPr="00530EC9" w:rsidRDefault="00F179A3" w:rsidP="00E3391C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F179A3" w:rsidRPr="00D30488" w:rsidRDefault="00F179A3" w:rsidP="00E3391C">
      <w:pPr>
        <w:spacing w:after="20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30488">
        <w:rPr>
          <w:rFonts w:ascii="Times New Roman" w:hAnsi="Times New Roman"/>
          <w:b/>
          <w:sz w:val="24"/>
          <w:szCs w:val="24"/>
          <w:lang w:val="uk-UA" w:eastAsia="ru-RU"/>
        </w:rPr>
        <w:t xml:space="preserve">Нагірянський сільський голова                                                                 Ігор КІНДРАТ    </w:t>
      </w:r>
    </w:p>
    <w:p w:rsidR="00F179A3" w:rsidRPr="00530EC9" w:rsidRDefault="00F179A3" w:rsidP="00E3391C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F179A3" w:rsidRPr="00530EC9" w:rsidRDefault="00F179A3" w:rsidP="00E3391C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F179A3" w:rsidRPr="00530EC9" w:rsidRDefault="00F179A3" w:rsidP="00E3391C">
      <w:pPr>
        <w:spacing w:after="200" w:line="276" w:lineRule="auto"/>
        <w:rPr>
          <w:lang w:eastAsia="ru-RU"/>
        </w:rPr>
      </w:pPr>
    </w:p>
    <w:p w:rsidR="00F179A3" w:rsidRPr="00530EC9" w:rsidRDefault="00F179A3" w:rsidP="007F54BB">
      <w:pPr>
        <w:spacing w:after="200" w:line="276" w:lineRule="auto"/>
        <w:rPr>
          <w:lang w:eastAsia="ru-RU"/>
        </w:rPr>
      </w:pPr>
    </w:p>
    <w:p w:rsidR="00F179A3" w:rsidRPr="00530EC9" w:rsidRDefault="00F179A3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179A3" w:rsidRPr="00530EC9" w:rsidRDefault="00F179A3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F179A3" w:rsidRDefault="00F179A3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F179A3" w:rsidRDefault="00F179A3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F179A3" w:rsidRDefault="00F179A3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F179A3" w:rsidRDefault="00F179A3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F179A3" w:rsidRDefault="00F179A3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F179A3" w:rsidRDefault="00F179A3"/>
    <w:sectPr w:rsidR="00F179A3" w:rsidSect="00D304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10E6E"/>
    <w:multiLevelType w:val="hybridMultilevel"/>
    <w:tmpl w:val="6142B240"/>
    <w:lvl w:ilvl="0" w:tplc="172411F4">
      <w:start w:val="1"/>
      <w:numFmt w:val="decimal"/>
      <w:lvlText w:val="%1."/>
      <w:lvlJc w:val="left"/>
      <w:pPr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7D6"/>
    <w:rsid w:val="000A62E4"/>
    <w:rsid w:val="000F69DE"/>
    <w:rsid w:val="00115B59"/>
    <w:rsid w:val="001321B7"/>
    <w:rsid w:val="0013678A"/>
    <w:rsid w:val="0014154E"/>
    <w:rsid w:val="001C5199"/>
    <w:rsid w:val="00291EEF"/>
    <w:rsid w:val="0036161F"/>
    <w:rsid w:val="00386B7C"/>
    <w:rsid w:val="003C7A84"/>
    <w:rsid w:val="003E7035"/>
    <w:rsid w:val="003F4607"/>
    <w:rsid w:val="0040531F"/>
    <w:rsid w:val="004D793D"/>
    <w:rsid w:val="004F3674"/>
    <w:rsid w:val="00530EC9"/>
    <w:rsid w:val="005C096B"/>
    <w:rsid w:val="0062230D"/>
    <w:rsid w:val="00640E31"/>
    <w:rsid w:val="006667FF"/>
    <w:rsid w:val="007116F0"/>
    <w:rsid w:val="00764409"/>
    <w:rsid w:val="007F1749"/>
    <w:rsid w:val="007F54BB"/>
    <w:rsid w:val="00871496"/>
    <w:rsid w:val="00877E0D"/>
    <w:rsid w:val="009447C9"/>
    <w:rsid w:val="00A8656F"/>
    <w:rsid w:val="00A95CF7"/>
    <w:rsid w:val="00AC325C"/>
    <w:rsid w:val="00B653C5"/>
    <w:rsid w:val="00B765E3"/>
    <w:rsid w:val="00BF358A"/>
    <w:rsid w:val="00C1688E"/>
    <w:rsid w:val="00C23222"/>
    <w:rsid w:val="00C55C38"/>
    <w:rsid w:val="00C947C7"/>
    <w:rsid w:val="00D30488"/>
    <w:rsid w:val="00DA480C"/>
    <w:rsid w:val="00DC7153"/>
    <w:rsid w:val="00DD5883"/>
    <w:rsid w:val="00E3391C"/>
    <w:rsid w:val="00E410C7"/>
    <w:rsid w:val="00E507D6"/>
    <w:rsid w:val="00F039C6"/>
    <w:rsid w:val="00F179A3"/>
    <w:rsid w:val="00F26CDC"/>
    <w:rsid w:val="00F30974"/>
    <w:rsid w:val="00F317E0"/>
    <w:rsid w:val="00F621BC"/>
    <w:rsid w:val="00F644E7"/>
    <w:rsid w:val="00F70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25C"/>
    <w:pPr>
      <w:spacing w:after="160" w:line="252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13678A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30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0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49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151</TotalTime>
  <Pages>3</Pages>
  <Words>595</Words>
  <Characters>3394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24</cp:revision>
  <cp:lastPrinted>2021-08-17T11:14:00Z</cp:lastPrinted>
  <dcterms:created xsi:type="dcterms:W3CDTF">2021-03-10T09:20:00Z</dcterms:created>
  <dcterms:modified xsi:type="dcterms:W3CDTF">2021-08-19T07:01:00Z</dcterms:modified>
</cp:coreProperties>
</file>