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8E" w:rsidRDefault="00C15A8E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C15A8E" w:rsidRDefault="00C15A8E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C15A8E" w:rsidRDefault="00C15A8E" w:rsidP="005B105E">
      <w:pPr>
        <w:pStyle w:val="1"/>
        <w:rPr>
          <w:noProof/>
          <w:lang w:val="ru-RU" w:eastAsia="ru-RU"/>
        </w:rPr>
      </w:pPr>
    </w:p>
    <w:p w:rsidR="00C15A8E" w:rsidRPr="00AB08D8" w:rsidRDefault="00C15A8E" w:rsidP="00AB08D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2230DD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3.5pt;height:58.5pt;visibility:visible">
            <v:imagedata r:id="rId4" o:title=""/>
          </v:shape>
        </w:pict>
      </w:r>
    </w:p>
    <w:p w:rsidR="00C15A8E" w:rsidRPr="00AB08D8" w:rsidRDefault="00C15A8E" w:rsidP="00AB08D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B08D8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AB08D8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C15A8E" w:rsidRPr="00AB08D8" w:rsidRDefault="00C15A8E" w:rsidP="00AB08D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AB08D8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C15A8E" w:rsidRPr="00AB08D8" w:rsidRDefault="00C15A8E" w:rsidP="00AB08D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B08D8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C15A8E" w:rsidRPr="00AB08D8" w:rsidRDefault="00C15A8E" w:rsidP="00AB08D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B08D8">
        <w:rPr>
          <w:rFonts w:ascii="Times New Roman" w:hAnsi="Times New Roman"/>
          <w:sz w:val="24"/>
          <w:szCs w:val="24"/>
          <w:lang w:eastAsia="ru-RU"/>
        </w:rPr>
        <w:t>ДВАНАДЦЯТА СЕСІЯ</w:t>
      </w:r>
    </w:p>
    <w:p w:rsidR="00C15A8E" w:rsidRPr="00AB08D8" w:rsidRDefault="00C15A8E" w:rsidP="00AB08D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B08D8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AB08D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15A8E" w:rsidRPr="00AB08D8" w:rsidRDefault="00C15A8E" w:rsidP="00AB08D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07 жовтня</w:t>
      </w:r>
      <w:r w:rsidRPr="00AB08D8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Pr="00AB08D8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 xml:space="preserve"> 538</w:t>
      </w:r>
      <w:r w:rsidRPr="00AB08D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15A8E" w:rsidRPr="00AB08D8" w:rsidRDefault="00C15A8E" w:rsidP="00AB08D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AB08D8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C15A8E" w:rsidRDefault="00C15A8E" w:rsidP="00AB08D8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власність 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с. Улашківці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Чортківського району 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розвитку,  сільська рада </w:t>
      </w:r>
    </w:p>
    <w:p w:rsidR="00C15A8E" w:rsidRDefault="00C15A8E" w:rsidP="00AB0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5A8E" w:rsidRDefault="00C15A8E" w:rsidP="00AB0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D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Гр. </w:t>
      </w:r>
      <w:r>
        <w:rPr>
          <w:rFonts w:ascii="Times New Roman" w:hAnsi="Times New Roman"/>
          <w:b/>
          <w:color w:val="FF0000"/>
          <w:sz w:val="24"/>
          <w:szCs w:val="24"/>
        </w:rPr>
        <w:t>Ревак Лілії Іванівні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6125588300:01:002:0084.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Гр. </w:t>
      </w:r>
      <w:r>
        <w:rPr>
          <w:rFonts w:ascii="Times New Roman" w:hAnsi="Times New Roman"/>
          <w:b/>
          <w:color w:val="FF0000"/>
          <w:sz w:val="24"/>
          <w:szCs w:val="24"/>
        </w:rPr>
        <w:t>Урбан Ользі Степанівні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6125588300:01:002:0083.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 Гр. </w:t>
      </w:r>
      <w:r>
        <w:rPr>
          <w:rFonts w:ascii="Times New Roman" w:hAnsi="Times New Roman"/>
          <w:b/>
          <w:color w:val="FF0000"/>
          <w:sz w:val="24"/>
          <w:szCs w:val="24"/>
        </w:rPr>
        <w:t>Винничук Мар’яні Богданівні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6125588300:01:002:0086.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 Гр. </w:t>
      </w:r>
      <w:r>
        <w:rPr>
          <w:rFonts w:ascii="Times New Roman" w:hAnsi="Times New Roman"/>
          <w:b/>
          <w:color w:val="FF0000"/>
          <w:sz w:val="24"/>
          <w:szCs w:val="24"/>
        </w:rPr>
        <w:t>Винничук Володимиру Петровичу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6125588300:01:002:0087.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 Гр. </w:t>
      </w:r>
      <w:r>
        <w:rPr>
          <w:rFonts w:ascii="Times New Roman" w:hAnsi="Times New Roman"/>
          <w:b/>
          <w:color w:val="FF0000"/>
          <w:sz w:val="24"/>
          <w:szCs w:val="24"/>
        </w:rPr>
        <w:t>Юрків Уляні Ігорівні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6125588300:01:002:0081.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 Гр. </w:t>
      </w:r>
      <w:r>
        <w:rPr>
          <w:rFonts w:ascii="Times New Roman" w:hAnsi="Times New Roman"/>
          <w:b/>
          <w:color w:val="FF0000"/>
          <w:sz w:val="24"/>
          <w:szCs w:val="24"/>
        </w:rPr>
        <w:t>Юрків Ользі Михайлівні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6125588300:01:002:0080.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 Гр.</w:t>
      </w:r>
      <w:r>
        <w:rPr>
          <w:rFonts w:ascii="Times New Roman" w:hAnsi="Times New Roman"/>
          <w:b/>
          <w:color w:val="FF0000"/>
          <w:sz w:val="24"/>
          <w:szCs w:val="24"/>
        </w:rPr>
        <w:t>Майдан Петру Михайловичу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6125588300:01:002:0082.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 Гр. </w:t>
      </w:r>
      <w:r>
        <w:rPr>
          <w:rFonts w:ascii="Times New Roman" w:hAnsi="Times New Roman"/>
          <w:b/>
          <w:color w:val="FF0000"/>
          <w:sz w:val="24"/>
          <w:szCs w:val="24"/>
        </w:rPr>
        <w:t>Білик Валентині Петрівні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6125588300:01:002:0079.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 Гр. </w:t>
      </w:r>
      <w:r>
        <w:rPr>
          <w:rFonts w:ascii="Times New Roman" w:hAnsi="Times New Roman"/>
          <w:b/>
          <w:color w:val="FF0000"/>
          <w:sz w:val="24"/>
          <w:szCs w:val="24"/>
        </w:rPr>
        <w:t>Гульчак Регіні Зіновіївні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6125588300:01:002:0095.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1.10 Гр. </w:t>
      </w:r>
      <w:r>
        <w:rPr>
          <w:rFonts w:ascii="Times New Roman" w:hAnsi="Times New Roman"/>
          <w:b/>
          <w:color w:val="FF0000"/>
          <w:sz w:val="24"/>
          <w:szCs w:val="24"/>
        </w:rPr>
        <w:t>Кузик Любові Володимирівні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0,1800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в межах населеного пункту в с</w:t>
      </w:r>
      <w:r>
        <w:rPr>
          <w:rFonts w:ascii="Times New Roman" w:hAnsi="Times New Roman"/>
          <w:color w:val="FF0000"/>
          <w:sz w:val="24"/>
          <w:szCs w:val="24"/>
        </w:rPr>
        <w:t xml:space="preserve">. Улашківці </w:t>
      </w:r>
      <w:r>
        <w:rPr>
          <w:rFonts w:ascii="Times New Roman" w:hAnsi="Times New Roman"/>
          <w:sz w:val="24"/>
          <w:szCs w:val="24"/>
        </w:rPr>
        <w:t>Чортківського району Тернопільської області.</w:t>
      </w:r>
    </w:p>
    <w:p w:rsidR="00C15A8E" w:rsidRDefault="00C15A8E" w:rsidP="00AB08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6125588300:01:002:0085.</w:t>
      </w:r>
    </w:p>
    <w:p w:rsidR="00C15A8E" w:rsidRDefault="00C15A8E" w:rsidP="00AB08D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C15A8E" w:rsidRDefault="00C15A8E" w:rsidP="00AB08D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C15A8E" w:rsidRDefault="00C15A8E" w:rsidP="00AB08D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C15A8E" w:rsidRDefault="00C15A8E" w:rsidP="00AB08D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C15A8E" w:rsidRDefault="00C15A8E" w:rsidP="00AB08D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15A8E" w:rsidRDefault="00C15A8E" w:rsidP="00AB08D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15A8E" w:rsidRDefault="00C15A8E" w:rsidP="00AB08D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C15A8E" w:rsidRDefault="00C15A8E" w:rsidP="00AB08D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15A8E" w:rsidRPr="00310ECA" w:rsidRDefault="00C15A8E" w:rsidP="00316F3D">
      <w:pPr>
        <w:rPr>
          <w:lang w:val="ru-RU"/>
        </w:rPr>
      </w:pPr>
    </w:p>
    <w:p w:rsidR="00C15A8E" w:rsidRDefault="00C15A8E" w:rsidP="005B105E"/>
    <w:p w:rsidR="00C15A8E" w:rsidRDefault="00C15A8E"/>
    <w:p w:rsidR="00C15A8E" w:rsidRDefault="00C15A8E"/>
    <w:p w:rsidR="00C15A8E" w:rsidRDefault="00C15A8E"/>
    <w:p w:rsidR="00C15A8E" w:rsidRDefault="00C15A8E"/>
    <w:p w:rsidR="00C15A8E" w:rsidRDefault="00C15A8E"/>
    <w:p w:rsidR="00C15A8E" w:rsidRDefault="00C15A8E"/>
    <w:p w:rsidR="00C15A8E" w:rsidRDefault="00C15A8E"/>
    <w:p w:rsidR="00C15A8E" w:rsidRDefault="00C15A8E"/>
    <w:p w:rsidR="00C15A8E" w:rsidRDefault="00C15A8E" w:rsidP="003540D4">
      <w:pPr>
        <w:pStyle w:val="1"/>
      </w:pPr>
    </w:p>
    <w:p w:rsidR="00C15A8E" w:rsidRDefault="00C15A8E" w:rsidP="003540D4">
      <w:pPr>
        <w:pStyle w:val="1"/>
      </w:pPr>
    </w:p>
    <w:p w:rsidR="00C15A8E" w:rsidRDefault="00C15A8E" w:rsidP="003540D4">
      <w:pPr>
        <w:pStyle w:val="1"/>
        <w:rPr>
          <w:noProof/>
          <w:lang w:val="ru-RU" w:eastAsia="ru-RU"/>
        </w:rPr>
      </w:pPr>
    </w:p>
    <w:p w:rsidR="00C15A8E" w:rsidRDefault="00C15A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C15A8E" w:rsidRDefault="00C15A8E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C15A8E" w:rsidRPr="00916C8E" w:rsidRDefault="00C15A8E" w:rsidP="003540D4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sectPr w:rsidR="00C15A8E" w:rsidRPr="00916C8E" w:rsidSect="00316F3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4014C"/>
    <w:rsid w:val="00067C18"/>
    <w:rsid w:val="00081390"/>
    <w:rsid w:val="0009777B"/>
    <w:rsid w:val="00097F7C"/>
    <w:rsid w:val="000B766E"/>
    <w:rsid w:val="000C4A79"/>
    <w:rsid w:val="000E2686"/>
    <w:rsid w:val="00111F7D"/>
    <w:rsid w:val="00114CD3"/>
    <w:rsid w:val="00135B5D"/>
    <w:rsid w:val="001555F4"/>
    <w:rsid w:val="001624A6"/>
    <w:rsid w:val="00182254"/>
    <w:rsid w:val="001A3B7C"/>
    <w:rsid w:val="001A5F17"/>
    <w:rsid w:val="001A7D67"/>
    <w:rsid w:val="001B5425"/>
    <w:rsid w:val="001F44F7"/>
    <w:rsid w:val="00201E0C"/>
    <w:rsid w:val="00202AE9"/>
    <w:rsid w:val="002230DD"/>
    <w:rsid w:val="00244BF3"/>
    <w:rsid w:val="00255D62"/>
    <w:rsid w:val="002769EF"/>
    <w:rsid w:val="002A480F"/>
    <w:rsid w:val="002B0EC8"/>
    <w:rsid w:val="002B7303"/>
    <w:rsid w:val="002F0E03"/>
    <w:rsid w:val="002F5D3C"/>
    <w:rsid w:val="0030511B"/>
    <w:rsid w:val="00310ECA"/>
    <w:rsid w:val="00316F3D"/>
    <w:rsid w:val="003540D4"/>
    <w:rsid w:val="0035442E"/>
    <w:rsid w:val="00382DC3"/>
    <w:rsid w:val="00385C7D"/>
    <w:rsid w:val="004205A8"/>
    <w:rsid w:val="00465144"/>
    <w:rsid w:val="00466DCB"/>
    <w:rsid w:val="00475F95"/>
    <w:rsid w:val="004855A6"/>
    <w:rsid w:val="00493FAE"/>
    <w:rsid w:val="00497750"/>
    <w:rsid w:val="004D4C15"/>
    <w:rsid w:val="004F6881"/>
    <w:rsid w:val="0052070F"/>
    <w:rsid w:val="00530B00"/>
    <w:rsid w:val="00531D67"/>
    <w:rsid w:val="005372E2"/>
    <w:rsid w:val="00545F1A"/>
    <w:rsid w:val="00567BFF"/>
    <w:rsid w:val="005B105E"/>
    <w:rsid w:val="005B210F"/>
    <w:rsid w:val="005C341E"/>
    <w:rsid w:val="005C73D7"/>
    <w:rsid w:val="005E53ED"/>
    <w:rsid w:val="005F3582"/>
    <w:rsid w:val="00600C21"/>
    <w:rsid w:val="006142FC"/>
    <w:rsid w:val="00622E0C"/>
    <w:rsid w:val="0067702F"/>
    <w:rsid w:val="006A50E4"/>
    <w:rsid w:val="006B0300"/>
    <w:rsid w:val="006B50BE"/>
    <w:rsid w:val="006B719E"/>
    <w:rsid w:val="006C5F7F"/>
    <w:rsid w:val="006E5494"/>
    <w:rsid w:val="006E6624"/>
    <w:rsid w:val="007144D1"/>
    <w:rsid w:val="00724A34"/>
    <w:rsid w:val="007535D8"/>
    <w:rsid w:val="00786F9A"/>
    <w:rsid w:val="00790F97"/>
    <w:rsid w:val="0079584B"/>
    <w:rsid w:val="00797B3C"/>
    <w:rsid w:val="007A028D"/>
    <w:rsid w:val="007A22ED"/>
    <w:rsid w:val="007A688C"/>
    <w:rsid w:val="007C311E"/>
    <w:rsid w:val="00813C44"/>
    <w:rsid w:val="0082185A"/>
    <w:rsid w:val="00830DF7"/>
    <w:rsid w:val="008542CA"/>
    <w:rsid w:val="00897648"/>
    <w:rsid w:val="008E144B"/>
    <w:rsid w:val="009118DC"/>
    <w:rsid w:val="00916C8E"/>
    <w:rsid w:val="00940D36"/>
    <w:rsid w:val="009558FA"/>
    <w:rsid w:val="00970F81"/>
    <w:rsid w:val="00982EBD"/>
    <w:rsid w:val="0098785A"/>
    <w:rsid w:val="009A5C6E"/>
    <w:rsid w:val="009C691B"/>
    <w:rsid w:val="009F76C9"/>
    <w:rsid w:val="00A24CD3"/>
    <w:rsid w:val="00A875C3"/>
    <w:rsid w:val="00AB08D8"/>
    <w:rsid w:val="00AC2811"/>
    <w:rsid w:val="00AD011F"/>
    <w:rsid w:val="00B0465C"/>
    <w:rsid w:val="00B25FDF"/>
    <w:rsid w:val="00B35CC7"/>
    <w:rsid w:val="00B3774D"/>
    <w:rsid w:val="00B65231"/>
    <w:rsid w:val="00B66680"/>
    <w:rsid w:val="00B71FD7"/>
    <w:rsid w:val="00B9745F"/>
    <w:rsid w:val="00BD4509"/>
    <w:rsid w:val="00C15A8E"/>
    <w:rsid w:val="00C36099"/>
    <w:rsid w:val="00C62666"/>
    <w:rsid w:val="00C72558"/>
    <w:rsid w:val="00C97FB6"/>
    <w:rsid w:val="00CA2194"/>
    <w:rsid w:val="00CD4CDC"/>
    <w:rsid w:val="00CF5CBC"/>
    <w:rsid w:val="00D05167"/>
    <w:rsid w:val="00D518E7"/>
    <w:rsid w:val="00D93968"/>
    <w:rsid w:val="00DA2A64"/>
    <w:rsid w:val="00DD7ACE"/>
    <w:rsid w:val="00DF5254"/>
    <w:rsid w:val="00DF5823"/>
    <w:rsid w:val="00E27F48"/>
    <w:rsid w:val="00E35493"/>
    <w:rsid w:val="00E43315"/>
    <w:rsid w:val="00ED2035"/>
    <w:rsid w:val="00ED59AD"/>
    <w:rsid w:val="00EE64C9"/>
    <w:rsid w:val="00EF3483"/>
    <w:rsid w:val="00EF6F40"/>
    <w:rsid w:val="00F37D55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423</TotalTime>
  <Pages>2</Pages>
  <Words>563</Words>
  <Characters>3212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50</cp:revision>
  <cp:lastPrinted>2021-10-28T09:24:00Z</cp:lastPrinted>
  <dcterms:created xsi:type="dcterms:W3CDTF">2021-05-18T14:01:00Z</dcterms:created>
  <dcterms:modified xsi:type="dcterms:W3CDTF">2021-10-28T09:24:00Z</dcterms:modified>
</cp:coreProperties>
</file>