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94" w:rsidRPr="006D2574" w:rsidRDefault="002D1894" w:rsidP="006D2574">
      <w:pPr>
        <w:pStyle w:val="BodyText2"/>
        <w:spacing w:after="0" w:line="240" w:lineRule="auto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2D1894" w:rsidRDefault="002D1894" w:rsidP="00AA5DCD">
      <w:pPr>
        <w:tabs>
          <w:tab w:val="left" w:pos="3900"/>
        </w:tabs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4" o:title=""/>
          </v:shape>
        </w:pict>
      </w:r>
    </w:p>
    <w:p w:rsidR="002D1894" w:rsidRDefault="002D1894" w:rsidP="00AA5DCD">
      <w:pPr>
        <w:tabs>
          <w:tab w:val="left" w:pos="2109"/>
          <w:tab w:val="center" w:pos="4677"/>
        </w:tabs>
        <w:jc w:val="center"/>
        <w:outlineLvl w:val="0"/>
        <w:rPr>
          <w:lang w:val="ru-RU" w:eastAsia="ru-RU"/>
        </w:rPr>
      </w:pPr>
      <w:r>
        <w:rPr>
          <w:lang w:val="ru-RU" w:eastAsia="ru-RU"/>
        </w:rPr>
        <w:t xml:space="preserve">НАГІРЯНСЬКА </w:t>
      </w:r>
      <w:r>
        <w:rPr>
          <w:lang w:val="ru-RU" w:eastAsia="ru-RU"/>
        </w:rPr>
        <w:tab/>
        <w:t xml:space="preserve"> С І Л Ь С Ь К А   Р А Д А</w:t>
      </w:r>
    </w:p>
    <w:p w:rsidR="002D1894" w:rsidRDefault="002D1894" w:rsidP="00AA5DCD">
      <w:pPr>
        <w:tabs>
          <w:tab w:val="left" w:pos="2109"/>
          <w:tab w:val="center" w:pos="4677"/>
        </w:tabs>
        <w:jc w:val="center"/>
        <w:outlineLvl w:val="0"/>
        <w:rPr>
          <w:lang w:val="ru-RU" w:eastAsia="ru-RU"/>
        </w:rPr>
      </w:pPr>
      <w:r>
        <w:rPr>
          <w:lang w:val="ru-RU" w:eastAsia="ru-RU"/>
        </w:rPr>
        <w:t>ЧОРТКІВСЬКОГО РАЙОНУ ТЕРНОПІЛЬСЬКОЇ ОБЛАСТІ</w:t>
      </w:r>
    </w:p>
    <w:p w:rsidR="002D1894" w:rsidRDefault="002D1894" w:rsidP="00AA5DCD">
      <w:pPr>
        <w:tabs>
          <w:tab w:val="left" w:pos="2109"/>
          <w:tab w:val="center" w:pos="4677"/>
        </w:tabs>
        <w:jc w:val="center"/>
        <w:outlineLvl w:val="0"/>
        <w:rPr>
          <w:lang w:val="ru-RU" w:eastAsia="ru-RU"/>
        </w:rPr>
      </w:pPr>
      <w:r>
        <w:rPr>
          <w:lang w:val="ru-RU" w:eastAsia="ru-RU"/>
        </w:rPr>
        <w:t>ВОСЬМЕ СКЛИКАННЯ</w:t>
      </w:r>
    </w:p>
    <w:p w:rsidR="002D1894" w:rsidRDefault="002D1894" w:rsidP="00AA5DCD">
      <w:pPr>
        <w:jc w:val="center"/>
        <w:outlineLvl w:val="0"/>
        <w:rPr>
          <w:lang w:val="ru-RU" w:eastAsia="ru-RU"/>
        </w:rPr>
      </w:pPr>
      <w:r>
        <w:rPr>
          <w:lang w:val="ru-RU" w:eastAsia="ru-RU"/>
        </w:rPr>
        <w:t>СЬОМА  СЕСІЯ</w:t>
      </w:r>
    </w:p>
    <w:p w:rsidR="002D1894" w:rsidRDefault="002D1894" w:rsidP="00AA5DCD">
      <w:pPr>
        <w:jc w:val="center"/>
        <w:outlineLvl w:val="0"/>
        <w:rPr>
          <w:lang w:val="ru-RU" w:eastAsia="ru-RU"/>
        </w:rPr>
      </w:pPr>
      <w:r>
        <w:rPr>
          <w:lang w:val="ru-RU" w:eastAsia="ru-RU"/>
        </w:rPr>
        <w:t>Перше пленарне засідання</w:t>
      </w:r>
    </w:p>
    <w:p w:rsidR="002D1894" w:rsidRDefault="002D1894" w:rsidP="00AA5DCD">
      <w:pPr>
        <w:jc w:val="center"/>
        <w:outlineLvl w:val="0"/>
        <w:rPr>
          <w:lang w:eastAsia="ru-RU"/>
        </w:rPr>
      </w:pPr>
      <w:r>
        <w:rPr>
          <w:lang w:eastAsia="ru-RU"/>
        </w:rPr>
        <w:t>РІШЕННЯ</w:t>
      </w:r>
    </w:p>
    <w:p w:rsidR="002D1894" w:rsidRDefault="002D1894" w:rsidP="00AA5DCD">
      <w:pPr>
        <w:jc w:val="center"/>
        <w:outlineLvl w:val="0"/>
        <w:rPr>
          <w:lang w:eastAsia="ru-RU"/>
        </w:rPr>
      </w:pPr>
    </w:p>
    <w:p w:rsidR="002D1894" w:rsidRDefault="002D1894" w:rsidP="00AA5DCD">
      <w:pPr>
        <w:outlineLvl w:val="0"/>
        <w:rPr>
          <w:lang w:val="ru-RU" w:eastAsia="ru-RU"/>
        </w:rPr>
      </w:pPr>
      <w:r>
        <w:rPr>
          <w:lang w:val="ru-RU" w:eastAsia="ru-RU"/>
        </w:rPr>
        <w:t xml:space="preserve"> 26 квітня 2021  року                                        № 399  </w:t>
      </w:r>
    </w:p>
    <w:p w:rsidR="002D1894" w:rsidRDefault="002D1894" w:rsidP="00AA5DCD">
      <w:pPr>
        <w:tabs>
          <w:tab w:val="left" w:pos="3900"/>
        </w:tabs>
        <w:rPr>
          <w:lang w:val="ru-RU" w:eastAsia="ru-RU"/>
        </w:rPr>
      </w:pPr>
      <w:r>
        <w:rPr>
          <w:lang w:val="ru-RU" w:eastAsia="ru-RU"/>
        </w:rPr>
        <w:t xml:space="preserve"> с-ще Нагірянка</w:t>
      </w:r>
    </w:p>
    <w:p w:rsidR="002D1894" w:rsidRDefault="002D1894" w:rsidP="00AA5DCD">
      <w:pPr>
        <w:pStyle w:val="Heading1"/>
        <w:spacing w:before="0"/>
        <w:rPr>
          <w:rFonts w:ascii="Times New Roman" w:hAnsi="Times New Roman"/>
          <w:sz w:val="24"/>
          <w:szCs w:val="24"/>
          <w:lang w:eastAsia="ru-RU"/>
        </w:rPr>
      </w:pPr>
      <w: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Look w:val="01E0"/>
      </w:tblPr>
      <w:tblGrid>
        <w:gridCol w:w="3348"/>
        <w:gridCol w:w="6506"/>
      </w:tblGrid>
      <w:tr w:rsidR="002D1894" w:rsidTr="00EE0D12">
        <w:tc>
          <w:tcPr>
            <w:tcW w:w="3348" w:type="dxa"/>
          </w:tcPr>
          <w:p w:rsidR="002D1894" w:rsidRPr="006D2574" w:rsidRDefault="002D1894" w:rsidP="006D2574">
            <w:pPr>
              <w:shd w:val="clear" w:color="auto" w:fill="FFFFFF"/>
              <w:jc w:val="both"/>
              <w:rPr>
                <w:b/>
                <w:lang w:eastAsia="ru-RU"/>
              </w:rPr>
            </w:pPr>
            <w:r w:rsidRPr="006D2574">
              <w:rPr>
                <w:b/>
                <w:lang w:eastAsia="ru-RU"/>
              </w:rPr>
              <w:t>Про затвердження Плану соціально-економічного розвитку Нагірянської територіальної громади на 2021 рік</w:t>
            </w:r>
          </w:p>
        </w:tc>
        <w:tc>
          <w:tcPr>
            <w:tcW w:w="6506" w:type="dxa"/>
          </w:tcPr>
          <w:p w:rsidR="002D1894" w:rsidRDefault="002D1894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D1894" w:rsidRDefault="002D1894" w:rsidP="00AA5DCD">
      <w:pPr>
        <w:pStyle w:val="BodyText2"/>
        <w:spacing w:after="0" w:line="240" w:lineRule="auto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2D1894" w:rsidRDefault="002D1894" w:rsidP="00BE364E">
      <w:pPr>
        <w:pStyle w:val="BodyText2"/>
        <w:spacing w:after="0" w:line="240" w:lineRule="auto"/>
        <w:ind w:firstLine="567"/>
        <w:contextualSpacing/>
        <w:jc w:val="both"/>
        <w:rPr>
          <w:lang w:val="uk-UA"/>
        </w:rPr>
      </w:pPr>
      <w:r w:rsidRPr="00AA5DCD">
        <w:rPr>
          <w:shd w:val="clear" w:color="auto" w:fill="FFFFFF"/>
          <w:lang w:val="uk-UA"/>
        </w:rPr>
        <w:t xml:space="preserve">Розглянувши проект Плану </w:t>
      </w:r>
      <w:r w:rsidRPr="00AA5DCD">
        <w:rPr>
          <w:bCs/>
          <w:lang w:val="uk-UA"/>
        </w:rPr>
        <w:t>соціально-економічного розвитку Нагірянської територіальної громади на 2021 рік</w:t>
      </w:r>
      <w:r w:rsidRPr="00AA5DCD">
        <w:rPr>
          <w:shd w:val="clear" w:color="auto" w:fill="FFFFFF"/>
          <w:lang w:val="uk-UA"/>
        </w:rPr>
        <w:t xml:space="preserve">, відповідно до Закону України «Про державне прогнозування та розроблення програм економічного і соціального розвитку України», наказу Міністерства регіонального розвитку, будівництва та житлово-комунального господарства  України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з метою забезпечення комплексного розвитку Нагірянської громади, підвищення життєвого рівня населення, керуючись статтею </w:t>
      </w:r>
      <w:r w:rsidRPr="00AA5DCD">
        <w:rPr>
          <w:shd w:val="clear" w:color="auto" w:fill="FFFFFF"/>
        </w:rPr>
        <w:t>2</w:t>
      </w:r>
      <w:r w:rsidRPr="00AA5DCD">
        <w:rPr>
          <w:shd w:val="clear" w:color="auto" w:fill="FFFFFF"/>
          <w:lang w:val="uk-UA"/>
        </w:rPr>
        <w:t>6</w:t>
      </w:r>
      <w:r w:rsidRPr="00AA5DCD">
        <w:rPr>
          <w:shd w:val="clear" w:color="auto" w:fill="FFFFFF"/>
        </w:rPr>
        <w:t xml:space="preserve"> Закону України «Про місцеве самоврядування в Україні»</w:t>
      </w:r>
      <w:r w:rsidRPr="00AA5DCD">
        <w:rPr>
          <w:shd w:val="clear" w:color="auto" w:fill="FFFFFF"/>
          <w:lang w:val="uk-UA"/>
        </w:rPr>
        <w:t xml:space="preserve">, Нагірянська </w:t>
      </w:r>
      <w:r w:rsidRPr="00AA5DCD">
        <w:rPr>
          <w:lang w:val="uk-UA"/>
        </w:rPr>
        <w:t>сільська рада</w:t>
      </w:r>
    </w:p>
    <w:p w:rsidR="002D1894" w:rsidRPr="00AA5DCD" w:rsidRDefault="002D1894" w:rsidP="00AA5DCD">
      <w:pPr>
        <w:pStyle w:val="BodyText2"/>
        <w:spacing w:after="0" w:line="240" w:lineRule="auto"/>
        <w:contextualSpacing/>
        <w:jc w:val="both"/>
        <w:rPr>
          <w:b/>
          <w:lang w:val="uk-UA"/>
        </w:rPr>
      </w:pPr>
      <w:r w:rsidRPr="00AA5DCD">
        <w:rPr>
          <w:b/>
          <w:lang w:val="uk-UA"/>
        </w:rPr>
        <w:t>ВИРІШИЛА:</w:t>
      </w:r>
    </w:p>
    <w:p w:rsidR="002D1894" w:rsidRPr="00AA5DCD" w:rsidRDefault="002D1894" w:rsidP="00BE364E">
      <w:pPr>
        <w:jc w:val="both"/>
        <w:rPr>
          <w:b/>
        </w:rPr>
      </w:pPr>
    </w:p>
    <w:p w:rsidR="002D1894" w:rsidRPr="00AA5DCD" w:rsidRDefault="002D1894" w:rsidP="00AA5DCD">
      <w:pPr>
        <w:jc w:val="both"/>
      </w:pPr>
      <w:r w:rsidRPr="00AA5DCD">
        <w:rPr>
          <w:b/>
        </w:rPr>
        <w:t>1.</w:t>
      </w:r>
      <w:r w:rsidRPr="00AA5DCD">
        <w:t xml:space="preserve"> Затвердити </w:t>
      </w:r>
      <w:r w:rsidRPr="00AA5DCD">
        <w:rPr>
          <w:bCs/>
        </w:rPr>
        <w:t>План соціально-економічного розвитку Нагірянської територіальної громади на 2021 рік</w:t>
      </w:r>
      <w:r w:rsidRPr="00AA5DCD">
        <w:t xml:space="preserve"> (додаток 1).</w:t>
      </w:r>
    </w:p>
    <w:p w:rsidR="002D1894" w:rsidRPr="00AA5DCD" w:rsidRDefault="002D1894" w:rsidP="00BE364E">
      <w:pPr>
        <w:spacing w:line="276" w:lineRule="auto"/>
        <w:ind w:firstLine="567"/>
        <w:jc w:val="both"/>
      </w:pPr>
    </w:p>
    <w:p w:rsidR="002D1894" w:rsidRPr="00AA5DCD" w:rsidRDefault="002D1894" w:rsidP="00AA5DCD">
      <w:pPr>
        <w:spacing w:line="276" w:lineRule="auto"/>
        <w:jc w:val="both"/>
        <w:rPr>
          <w:bCs/>
        </w:rPr>
      </w:pPr>
      <w:r w:rsidRPr="00AA5DCD">
        <w:rPr>
          <w:b/>
        </w:rPr>
        <w:t>2.</w:t>
      </w:r>
      <w:r w:rsidRPr="00AA5DCD">
        <w:t xml:space="preserve"> Дозволити апарату сільської ради вносити зміни до Плану </w:t>
      </w:r>
      <w:r w:rsidRPr="00AA5DCD">
        <w:rPr>
          <w:bCs/>
        </w:rPr>
        <w:t>соціально-економічного розвитку Нагірянської територіальної громади на 2021 рік з подальшим затвердженням на сесії сільської ради.</w:t>
      </w:r>
    </w:p>
    <w:p w:rsidR="002D1894" w:rsidRPr="00AA5DCD" w:rsidRDefault="002D1894" w:rsidP="00BE364E">
      <w:pPr>
        <w:spacing w:line="276" w:lineRule="auto"/>
        <w:ind w:firstLine="567"/>
        <w:jc w:val="both"/>
      </w:pPr>
    </w:p>
    <w:p w:rsidR="002D1894" w:rsidRPr="00AA5DCD" w:rsidRDefault="002D1894" w:rsidP="00AA5DCD">
      <w:pPr>
        <w:shd w:val="clear" w:color="auto" w:fill="FFFFFF"/>
        <w:spacing w:line="276" w:lineRule="auto"/>
        <w:jc w:val="both"/>
        <w:textAlignment w:val="baseline"/>
      </w:pPr>
      <w:r w:rsidRPr="00AA5DCD">
        <w:rPr>
          <w:b/>
        </w:rPr>
        <w:t>3.</w:t>
      </w:r>
      <w:r w:rsidRPr="00AA5DCD">
        <w:t xml:space="preserve"> Контроль за виконанням цього рішення покласти на постійну комісію  сільської ради з</w:t>
      </w:r>
      <w:r w:rsidRPr="00AA5DCD">
        <w:rPr>
          <w:bCs/>
          <w:color w:val="000000"/>
        </w:rPr>
        <w:t> питань бюджету та соціально-економічного розвитку.</w:t>
      </w:r>
    </w:p>
    <w:p w:rsidR="002D1894" w:rsidRPr="00AA5DCD" w:rsidRDefault="002D1894" w:rsidP="00BE364E">
      <w:pPr>
        <w:spacing w:line="276" w:lineRule="auto"/>
        <w:rPr>
          <w:b/>
        </w:rPr>
      </w:pPr>
    </w:p>
    <w:p w:rsidR="002D1894" w:rsidRPr="00AA5DCD" w:rsidRDefault="002D1894" w:rsidP="00BE364E">
      <w:pPr>
        <w:spacing w:line="276" w:lineRule="auto"/>
        <w:rPr>
          <w:b/>
        </w:rPr>
      </w:pPr>
    </w:p>
    <w:p w:rsidR="002D1894" w:rsidRDefault="002D1894" w:rsidP="00BE364E">
      <w:r w:rsidRPr="00AA5DCD">
        <w:t>Нагірянський сільський голова</w:t>
      </w:r>
      <w:r w:rsidRPr="00AA5DCD">
        <w:tab/>
        <w:t xml:space="preserve">                                            Ігор КІНДРАТ</w:t>
      </w:r>
    </w:p>
    <w:p w:rsidR="002D1894" w:rsidRDefault="002D1894" w:rsidP="00BE364E"/>
    <w:sectPr w:rsidR="002D1894" w:rsidSect="00AA5DC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64E"/>
    <w:rsid w:val="001659E8"/>
    <w:rsid w:val="002D1894"/>
    <w:rsid w:val="003D0F5F"/>
    <w:rsid w:val="004179E0"/>
    <w:rsid w:val="00427DE4"/>
    <w:rsid w:val="00500A36"/>
    <w:rsid w:val="00545275"/>
    <w:rsid w:val="00546088"/>
    <w:rsid w:val="00555019"/>
    <w:rsid w:val="006D2574"/>
    <w:rsid w:val="007259B4"/>
    <w:rsid w:val="007F39B1"/>
    <w:rsid w:val="00917818"/>
    <w:rsid w:val="009250C0"/>
    <w:rsid w:val="00A20D93"/>
    <w:rsid w:val="00A8043D"/>
    <w:rsid w:val="00AA0908"/>
    <w:rsid w:val="00AA5DCD"/>
    <w:rsid w:val="00AD773C"/>
    <w:rsid w:val="00B50224"/>
    <w:rsid w:val="00B86073"/>
    <w:rsid w:val="00BE0D7C"/>
    <w:rsid w:val="00BE364E"/>
    <w:rsid w:val="00CA60E2"/>
    <w:rsid w:val="00CE38B1"/>
    <w:rsid w:val="00D5071B"/>
    <w:rsid w:val="00EE0D12"/>
    <w:rsid w:val="00F30F2C"/>
    <w:rsid w:val="00FB6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64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A5DCD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DCD"/>
    <w:rPr>
      <w:rFonts w:ascii="Cambria" w:hAnsi="Cambria" w:cs="Times New Roman"/>
      <w:b/>
      <w:bCs/>
      <w:color w:val="365F91"/>
      <w:sz w:val="28"/>
      <w:szCs w:val="28"/>
      <w:lang w:val="uk-UA" w:eastAsia="en-US" w:bidi="ar-SA"/>
    </w:rPr>
  </w:style>
  <w:style w:type="paragraph" w:styleId="BodyText2">
    <w:name w:val="Body Text 2"/>
    <w:basedOn w:val="Normal"/>
    <w:link w:val="BodyText2Char"/>
    <w:uiPriority w:val="99"/>
    <w:semiHidden/>
    <w:rsid w:val="00BE364E"/>
    <w:pPr>
      <w:spacing w:after="120" w:line="480" w:lineRule="auto"/>
    </w:pPr>
    <w:rPr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36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8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242</Words>
  <Characters>1385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ASUS</cp:lastModifiedBy>
  <cp:revision>10</cp:revision>
  <cp:lastPrinted>2021-04-26T09:00:00Z</cp:lastPrinted>
  <dcterms:created xsi:type="dcterms:W3CDTF">2021-04-09T06:59:00Z</dcterms:created>
  <dcterms:modified xsi:type="dcterms:W3CDTF">2021-04-28T12:00:00Z</dcterms:modified>
</cp:coreProperties>
</file>