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E95" w:rsidRDefault="009B5E95" w:rsidP="00E75D7E">
      <w:pPr>
        <w:tabs>
          <w:tab w:val="left" w:pos="3900"/>
        </w:tabs>
        <w:jc w:val="right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:rsidR="009B5E95" w:rsidRDefault="009B5E95" w:rsidP="007B4ACA">
      <w:pPr>
        <w:tabs>
          <w:tab w:val="left" w:pos="3900"/>
        </w:tabs>
        <w:jc w:val="right"/>
        <w:rPr>
          <w:rFonts w:ascii="Times New Roman" w:hAnsi="Times New Roman"/>
          <w:noProof/>
          <w:sz w:val="24"/>
          <w:szCs w:val="24"/>
          <w:lang w:val="uk-UA" w:eastAsia="uk-UA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t>ПРОЄКТ</w:t>
      </w:r>
    </w:p>
    <w:p w:rsidR="009B5E95" w:rsidRPr="003816FB" w:rsidRDefault="009B5E95" w:rsidP="007B4ACA">
      <w:pPr>
        <w:tabs>
          <w:tab w:val="left" w:pos="3900"/>
        </w:tabs>
        <w:rPr>
          <w:rFonts w:ascii="Times New Roman" w:hAnsi="Times New Roman"/>
          <w:noProof/>
          <w:sz w:val="24"/>
          <w:szCs w:val="24"/>
          <w:lang w:val="uk-UA" w:eastAsia="uk-UA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t xml:space="preserve">                                                                      </w:t>
      </w:r>
      <w:r w:rsidRPr="007F63CC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9B5E95" w:rsidRPr="003816FB" w:rsidRDefault="009B5E95" w:rsidP="0016415B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>
        <w:rPr>
          <w:rFonts w:ascii="Times New Roman" w:hAnsi="Times New Roman"/>
          <w:sz w:val="24"/>
          <w:szCs w:val="24"/>
        </w:rPr>
        <w:tab/>
      </w:r>
      <w:r w:rsidRPr="003816FB">
        <w:rPr>
          <w:rFonts w:ascii="Times New Roman" w:hAnsi="Times New Roman"/>
          <w:sz w:val="24"/>
          <w:szCs w:val="24"/>
        </w:rPr>
        <w:t>С І Л Ь С Ь К А   Р А Д А</w:t>
      </w:r>
    </w:p>
    <w:p w:rsidR="009B5E95" w:rsidRPr="003816FB" w:rsidRDefault="009B5E95" w:rsidP="0016415B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9B5E95" w:rsidRPr="003816FB" w:rsidRDefault="009B5E95" w:rsidP="0016415B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>ВОСЬМЕ СКЛИКАННЯ</w:t>
      </w:r>
    </w:p>
    <w:p w:rsidR="009B5E95" w:rsidRPr="003816FB" w:rsidRDefault="009B5E95" w:rsidP="0016415B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ДВАНАДЦЯТА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816FB">
        <w:rPr>
          <w:rFonts w:ascii="Times New Roman" w:hAnsi="Times New Roman"/>
          <w:sz w:val="24"/>
          <w:szCs w:val="24"/>
        </w:rPr>
        <w:t xml:space="preserve"> СЕСІЯ</w:t>
      </w:r>
    </w:p>
    <w:p w:rsidR="009B5E95" w:rsidRPr="003816FB" w:rsidRDefault="009B5E95" w:rsidP="0016415B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3816FB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ІШЕННЯ</w:t>
      </w:r>
    </w:p>
    <w:p w:rsidR="009B5E95" w:rsidRPr="003816FB" w:rsidRDefault="009B5E95" w:rsidP="0016415B">
      <w:pPr>
        <w:spacing w:after="0"/>
        <w:outlineLvl w:val="0"/>
        <w:rPr>
          <w:rFonts w:ascii="Times New Roman" w:hAnsi="Times New Roman"/>
          <w:sz w:val="24"/>
          <w:szCs w:val="24"/>
        </w:rPr>
      </w:pPr>
      <w:r w:rsidRPr="007B4ACA">
        <w:rPr>
          <w:rFonts w:ascii="Times New Roman" w:hAnsi="Times New Roman"/>
          <w:sz w:val="24"/>
          <w:szCs w:val="24"/>
        </w:rPr>
        <w:t xml:space="preserve">__ </w:t>
      </w:r>
      <w:r>
        <w:rPr>
          <w:rFonts w:ascii="Times New Roman" w:hAnsi="Times New Roman"/>
          <w:sz w:val="24"/>
          <w:szCs w:val="24"/>
          <w:lang w:val="uk-UA"/>
        </w:rPr>
        <w:t xml:space="preserve">жовтня </w:t>
      </w:r>
      <w:r w:rsidRPr="003816FB">
        <w:rPr>
          <w:rFonts w:ascii="Times New Roman" w:hAnsi="Times New Roman"/>
          <w:sz w:val="24"/>
          <w:szCs w:val="24"/>
        </w:rPr>
        <w:t xml:space="preserve"> 2021  року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</w:t>
      </w:r>
      <w:r w:rsidRPr="003816FB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>___</w:t>
      </w:r>
      <w:r w:rsidRPr="003816FB">
        <w:rPr>
          <w:rFonts w:ascii="Times New Roman" w:hAnsi="Times New Roman"/>
          <w:sz w:val="24"/>
          <w:szCs w:val="24"/>
        </w:rPr>
        <w:t xml:space="preserve">  </w:t>
      </w:r>
    </w:p>
    <w:p w:rsidR="009B5E95" w:rsidRDefault="009B5E95" w:rsidP="0016415B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3816FB">
        <w:rPr>
          <w:rFonts w:ascii="Times New Roman" w:hAnsi="Times New Roman"/>
          <w:sz w:val="24"/>
          <w:szCs w:val="24"/>
        </w:rPr>
        <w:t>с-ще Нагірянка</w:t>
      </w:r>
    </w:p>
    <w:p w:rsidR="009B5E95" w:rsidRPr="004636D4" w:rsidRDefault="009B5E95" w:rsidP="0016415B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8244" w:type="dxa"/>
        <w:tblLook w:val="01E0"/>
      </w:tblPr>
      <w:tblGrid>
        <w:gridCol w:w="5868"/>
        <w:gridCol w:w="2376"/>
      </w:tblGrid>
      <w:tr w:rsidR="009B5E95" w:rsidRPr="003816FB" w:rsidTr="00DC7739">
        <w:tc>
          <w:tcPr>
            <w:tcW w:w="5868" w:type="dxa"/>
          </w:tcPr>
          <w:p w:rsidR="009B5E95" w:rsidRPr="00660834" w:rsidRDefault="009B5E95" w:rsidP="0066083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</w:pP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Про передачу безоплатно у приватну власність земельн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ої</w:t>
            </w: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ділян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ки гр. Олексяку Володимиру Івановичу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в с. 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Нагірянка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Чортківського району Тернопільської області </w:t>
            </w:r>
          </w:p>
        </w:tc>
        <w:tc>
          <w:tcPr>
            <w:tcW w:w="2376" w:type="dxa"/>
          </w:tcPr>
          <w:p w:rsidR="009B5E95" w:rsidRPr="003816FB" w:rsidRDefault="009B5E95" w:rsidP="00DC7739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</w:p>
        </w:tc>
      </w:tr>
    </w:tbl>
    <w:p w:rsidR="009B5E95" w:rsidRDefault="009B5E95" w:rsidP="00995A84">
      <w:pPr>
        <w:spacing w:after="0" w:line="100" w:lineRule="atLeast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816FB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3816FB">
        <w:rPr>
          <w:rFonts w:ascii="Times New Roman" w:hAnsi="Times New Roman"/>
          <w:sz w:val="24"/>
          <w:szCs w:val="24"/>
          <w:lang w:val="uk-UA"/>
        </w:rPr>
        <w:t>Розглянувши з</w:t>
      </w:r>
      <w:r>
        <w:rPr>
          <w:rFonts w:ascii="Times New Roman" w:hAnsi="Times New Roman"/>
          <w:sz w:val="24"/>
          <w:szCs w:val="24"/>
          <w:lang w:val="uk-UA"/>
        </w:rPr>
        <w:t>аяву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гр. Олексяка Володимира Івановича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керуючись ст.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 12,  79</w:t>
      </w:r>
      <w:r>
        <w:rPr>
          <w:rFonts w:ascii="Times New Roman" w:hAnsi="Times New Roman"/>
          <w:sz w:val="24"/>
          <w:szCs w:val="24"/>
          <w:lang w:val="uk-UA"/>
        </w:rPr>
        <w:t xml:space="preserve">-1, 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107, 116, 118,  121,  125, 126, Земельного кодексу України, ст. 25, Закону України «Про землеустрій», </w:t>
      </w:r>
      <w:r>
        <w:rPr>
          <w:rFonts w:ascii="Times New Roman" w:hAnsi="Times New Roman"/>
          <w:sz w:val="24"/>
          <w:szCs w:val="24"/>
          <w:lang w:val="uk-UA"/>
        </w:rPr>
        <w:t xml:space="preserve">ст. 21 </w:t>
      </w:r>
      <w:r w:rsidRPr="003816FB">
        <w:rPr>
          <w:rFonts w:ascii="Times New Roman" w:hAnsi="Times New Roman"/>
          <w:sz w:val="24"/>
          <w:szCs w:val="24"/>
          <w:lang w:val="uk-UA"/>
        </w:rPr>
        <w:t>Закону України «Про державний земельний кадастр», ст. 26 Закону України «Про Місцеве самоврядування  в Україні»</w:t>
      </w:r>
      <w:r>
        <w:rPr>
          <w:rFonts w:ascii="Times New Roman" w:hAnsi="Times New Roman"/>
          <w:sz w:val="24"/>
          <w:szCs w:val="24"/>
          <w:lang w:val="uk-UA"/>
        </w:rPr>
        <w:t>, Закону України «Про державну реєстрацію прав на нерухоме майно та їх обмежень»</w:t>
      </w:r>
      <w:r w:rsidRPr="003816FB">
        <w:rPr>
          <w:lang w:val="uk-UA"/>
        </w:rPr>
        <w:t xml:space="preserve"> </w:t>
      </w:r>
      <w:r w:rsidRPr="003816FB">
        <w:rPr>
          <w:rFonts w:ascii="Times New Roman" w:hAnsi="Times New Roman"/>
          <w:sz w:val="24"/>
          <w:szCs w:val="24"/>
          <w:lang w:val="uk-UA"/>
        </w:rPr>
        <w:t>та враховуючи рекомендації</w:t>
      </w:r>
      <w:r w:rsidRPr="003816FB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3816FB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816FB"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</w:p>
    <w:p w:rsidR="009B5E95" w:rsidRPr="003816FB" w:rsidRDefault="009B5E95" w:rsidP="00995A84">
      <w:pPr>
        <w:spacing w:after="0" w:line="100" w:lineRule="atLeast"/>
        <w:jc w:val="both"/>
        <w:rPr>
          <w:lang w:val="uk-UA"/>
        </w:rPr>
      </w:pPr>
    </w:p>
    <w:p w:rsidR="009B5E95" w:rsidRDefault="009B5E95" w:rsidP="00995A84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816FB">
        <w:rPr>
          <w:rFonts w:ascii="Times New Roman" w:hAnsi="Times New Roman"/>
          <w:b/>
          <w:sz w:val="24"/>
          <w:szCs w:val="24"/>
        </w:rPr>
        <w:t>ВИРІШИЛА:</w:t>
      </w:r>
    </w:p>
    <w:p w:rsidR="009B5E95" w:rsidRPr="00D23DFE" w:rsidRDefault="009B5E95" w:rsidP="00995A84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B5E95" w:rsidRDefault="009B5E95" w:rsidP="00F6518B">
      <w:pPr>
        <w:pStyle w:val="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 Передати  безоплатно у приватну власність земельну ділянку гр.</w:t>
      </w:r>
      <w:r>
        <w:rPr>
          <w:rFonts w:ascii="Times New Roman" w:hAnsi="Times New Roman"/>
          <w:bCs/>
          <w:sz w:val="24"/>
          <w:szCs w:val="24"/>
        </w:rPr>
        <w:t xml:space="preserve"> Олексяк Володимиру Івановичу  площею </w:t>
      </w:r>
      <w:smartTag w:uri="urn:schemas-microsoft-com:office:smarttags" w:element="metricconverter">
        <w:smartTagPr>
          <w:attr w:name="ProductID" w:val="0,0614 га"/>
        </w:smartTagPr>
        <w:r>
          <w:rPr>
            <w:rFonts w:ascii="Times New Roman" w:hAnsi="Times New Roman"/>
            <w:sz w:val="24"/>
            <w:szCs w:val="24"/>
          </w:rPr>
          <w:t>0,0614 га</w:t>
        </w:r>
      </w:smartTag>
      <w:r>
        <w:rPr>
          <w:rFonts w:ascii="Times New Roman" w:hAnsi="Times New Roman"/>
          <w:sz w:val="24"/>
          <w:szCs w:val="24"/>
        </w:rPr>
        <w:t xml:space="preserve"> (кадастровий номер </w:t>
      </w:r>
      <w:r>
        <w:rPr>
          <w:rFonts w:ascii="Times New Roman" w:hAnsi="Times New Roman"/>
          <w:sz w:val="24"/>
          <w:szCs w:val="24"/>
          <w:lang w:eastAsia="ru-RU"/>
        </w:rPr>
        <w:t xml:space="preserve">6125585900:02:002:0019 </w:t>
      </w:r>
      <w:r>
        <w:rPr>
          <w:rFonts w:ascii="Times New Roman" w:hAnsi="Times New Roman"/>
          <w:sz w:val="24"/>
          <w:szCs w:val="24"/>
        </w:rPr>
        <w:t>) з цільовим призначенням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  <w:shd w:val="clear" w:color="auto" w:fill="FFFFFF"/>
        </w:rPr>
        <w:t>ведення особистого селянського господарства</w:t>
      </w:r>
      <w:r>
        <w:rPr>
          <w:rFonts w:ascii="Times New Roman" w:hAnsi="Times New Roman"/>
          <w:sz w:val="24"/>
          <w:szCs w:val="24"/>
        </w:rPr>
        <w:t>, яка розташована в с-щі Нагірянка Чортківського району Тернопільської області.</w:t>
      </w:r>
    </w:p>
    <w:p w:rsidR="009B5E95" w:rsidRDefault="009B5E95" w:rsidP="00F6518B">
      <w:pPr>
        <w:pStyle w:val="NoSpacing"/>
        <w:jc w:val="both"/>
      </w:pPr>
      <w:r>
        <w:t xml:space="preserve">     2. Провести державну реєстрацію у встановленому законодавством порядку. </w:t>
      </w:r>
    </w:p>
    <w:p w:rsidR="009B5E95" w:rsidRDefault="009B5E95" w:rsidP="00F651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</w:rPr>
        <w:t>3. Копію рішення направити  заявнику.</w:t>
      </w:r>
    </w:p>
    <w:p w:rsidR="009B5E95" w:rsidRDefault="009B5E95" w:rsidP="00F6518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9B5E95" w:rsidRPr="00E75D7E" w:rsidRDefault="009B5E95" w:rsidP="0016415B">
      <w:pPr>
        <w:jc w:val="both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 xml:space="preserve">. </w:t>
      </w:r>
    </w:p>
    <w:p w:rsidR="009B5E95" w:rsidRPr="0085253C" w:rsidRDefault="009B5E95" w:rsidP="0016415B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5253C">
        <w:rPr>
          <w:rFonts w:ascii="Times New Roman" w:hAnsi="Times New Roman"/>
          <w:b/>
          <w:sz w:val="24"/>
          <w:szCs w:val="24"/>
          <w:lang w:val="uk-UA"/>
        </w:rPr>
        <w:t xml:space="preserve">Нагірянський сільський голова                                      Ігор КІНДРАТ          </w:t>
      </w:r>
    </w:p>
    <w:p w:rsidR="009B5E95" w:rsidRPr="0085253C" w:rsidRDefault="009B5E95" w:rsidP="0016415B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B5E95" w:rsidRDefault="009B5E95" w:rsidP="008525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Любомир ХОМ’ЯК                                                              </w:t>
      </w:r>
    </w:p>
    <w:p w:rsidR="009B5E95" w:rsidRDefault="009B5E95" w:rsidP="008525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Оксана КОВАЛЬЧУК</w:t>
      </w:r>
    </w:p>
    <w:p w:rsidR="009B5E95" w:rsidRPr="0069437A" w:rsidRDefault="009B5E95" w:rsidP="0085253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Віталій БРОЩАК</w:t>
      </w:r>
    </w:p>
    <w:p w:rsidR="009B5E95" w:rsidRPr="003816FB" w:rsidRDefault="009B5E95">
      <w:pPr>
        <w:rPr>
          <w:lang w:val="uk-UA"/>
        </w:rPr>
      </w:pPr>
    </w:p>
    <w:p w:rsidR="009B5E95" w:rsidRDefault="009B5E95">
      <w:pPr>
        <w:rPr>
          <w:lang w:val="uk-UA"/>
        </w:rPr>
      </w:pPr>
    </w:p>
    <w:p w:rsidR="009B5E95" w:rsidRDefault="009B5E95">
      <w:pPr>
        <w:rPr>
          <w:lang w:val="uk-UA"/>
        </w:rPr>
      </w:pPr>
    </w:p>
    <w:p w:rsidR="009B5E95" w:rsidRPr="00D23DFE" w:rsidRDefault="009B5E95" w:rsidP="007B7C5E">
      <w:pPr>
        <w:rPr>
          <w:lang w:val="uk-UA"/>
        </w:rPr>
      </w:pPr>
    </w:p>
    <w:p w:rsidR="009B5E95" w:rsidRPr="003816FB" w:rsidRDefault="009B5E95" w:rsidP="007B7C5E">
      <w:pPr>
        <w:rPr>
          <w:lang w:val="uk-UA"/>
        </w:rPr>
      </w:pPr>
    </w:p>
    <w:p w:rsidR="009B5E95" w:rsidRDefault="009B5E95">
      <w:pPr>
        <w:rPr>
          <w:lang w:val="uk-UA"/>
        </w:rPr>
      </w:pPr>
    </w:p>
    <w:p w:rsidR="009B5E95" w:rsidRDefault="009B5E95">
      <w:pPr>
        <w:rPr>
          <w:lang w:val="uk-UA"/>
        </w:rPr>
      </w:pPr>
    </w:p>
    <w:p w:rsidR="009B5E95" w:rsidRDefault="009B5E95">
      <w:pPr>
        <w:rPr>
          <w:lang w:val="uk-UA"/>
        </w:rPr>
      </w:pPr>
    </w:p>
    <w:p w:rsidR="009B5E95" w:rsidRDefault="009B5E95">
      <w:pPr>
        <w:rPr>
          <w:lang w:val="uk-UA"/>
        </w:rPr>
      </w:pPr>
    </w:p>
    <w:p w:rsidR="009B5E95" w:rsidRDefault="009B5E95">
      <w:pPr>
        <w:rPr>
          <w:lang w:val="uk-UA"/>
        </w:rPr>
      </w:pPr>
    </w:p>
    <w:p w:rsidR="009B5E95" w:rsidRDefault="009B5E95">
      <w:pPr>
        <w:rPr>
          <w:lang w:val="uk-UA"/>
        </w:rPr>
      </w:pPr>
    </w:p>
    <w:p w:rsidR="009B5E95" w:rsidRDefault="009B5E95">
      <w:pPr>
        <w:rPr>
          <w:lang w:val="uk-UA"/>
        </w:rPr>
      </w:pPr>
    </w:p>
    <w:p w:rsidR="009B5E95" w:rsidRDefault="009B5E95">
      <w:pPr>
        <w:rPr>
          <w:lang w:val="uk-UA"/>
        </w:rPr>
      </w:pPr>
    </w:p>
    <w:p w:rsidR="009B5E95" w:rsidRDefault="009B5E95">
      <w:pPr>
        <w:rPr>
          <w:lang w:val="uk-UA"/>
        </w:rPr>
      </w:pPr>
    </w:p>
    <w:p w:rsidR="009B5E95" w:rsidRDefault="009B5E95">
      <w:pPr>
        <w:rPr>
          <w:lang w:val="uk-UA"/>
        </w:rPr>
      </w:pPr>
    </w:p>
    <w:p w:rsidR="009B5E95" w:rsidRDefault="009B5E95">
      <w:pPr>
        <w:rPr>
          <w:lang w:val="uk-UA"/>
        </w:rPr>
      </w:pPr>
    </w:p>
    <w:p w:rsidR="009B5E95" w:rsidRDefault="009B5E95">
      <w:pPr>
        <w:rPr>
          <w:lang w:val="uk-UA"/>
        </w:rPr>
      </w:pPr>
    </w:p>
    <w:p w:rsidR="009B5E95" w:rsidRPr="003816FB" w:rsidRDefault="009B5E95">
      <w:pPr>
        <w:rPr>
          <w:lang w:val="uk-UA"/>
        </w:rPr>
      </w:pPr>
    </w:p>
    <w:sectPr w:rsidR="009B5E95" w:rsidRPr="003816FB" w:rsidSect="00D407D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1D4A"/>
    <w:rsid w:val="000418F5"/>
    <w:rsid w:val="00083333"/>
    <w:rsid w:val="0009738F"/>
    <w:rsid w:val="000A7731"/>
    <w:rsid w:val="000C2A85"/>
    <w:rsid w:val="000C70C7"/>
    <w:rsid w:val="000D64D6"/>
    <w:rsid w:val="001151FB"/>
    <w:rsid w:val="001162D4"/>
    <w:rsid w:val="001328BF"/>
    <w:rsid w:val="00163548"/>
    <w:rsid w:val="0016415B"/>
    <w:rsid w:val="0016610E"/>
    <w:rsid w:val="00167C03"/>
    <w:rsid w:val="001724C0"/>
    <w:rsid w:val="001759E8"/>
    <w:rsid w:val="00177D59"/>
    <w:rsid w:val="00192668"/>
    <w:rsid w:val="00194691"/>
    <w:rsid w:val="001A204B"/>
    <w:rsid w:val="001A401E"/>
    <w:rsid w:val="001A79A3"/>
    <w:rsid w:val="001D02D3"/>
    <w:rsid w:val="001D07A5"/>
    <w:rsid w:val="001D282D"/>
    <w:rsid w:val="001D55B8"/>
    <w:rsid w:val="001E52A7"/>
    <w:rsid w:val="00226C59"/>
    <w:rsid w:val="002319F7"/>
    <w:rsid w:val="0023679C"/>
    <w:rsid w:val="00237687"/>
    <w:rsid w:val="00241D4A"/>
    <w:rsid w:val="002626C7"/>
    <w:rsid w:val="00262719"/>
    <w:rsid w:val="00263AF6"/>
    <w:rsid w:val="0026755E"/>
    <w:rsid w:val="002749F9"/>
    <w:rsid w:val="002758B1"/>
    <w:rsid w:val="002A362F"/>
    <w:rsid w:val="002B5A48"/>
    <w:rsid w:val="002C3335"/>
    <w:rsid w:val="002D48E4"/>
    <w:rsid w:val="002E5BB0"/>
    <w:rsid w:val="00302274"/>
    <w:rsid w:val="003107AA"/>
    <w:rsid w:val="00321584"/>
    <w:rsid w:val="00323FF8"/>
    <w:rsid w:val="003816FB"/>
    <w:rsid w:val="0039192B"/>
    <w:rsid w:val="00394A88"/>
    <w:rsid w:val="00397BF7"/>
    <w:rsid w:val="003D47AF"/>
    <w:rsid w:val="0040342E"/>
    <w:rsid w:val="00411E07"/>
    <w:rsid w:val="0041353E"/>
    <w:rsid w:val="004228FB"/>
    <w:rsid w:val="004377F2"/>
    <w:rsid w:val="00443DAB"/>
    <w:rsid w:val="0044508B"/>
    <w:rsid w:val="004551E9"/>
    <w:rsid w:val="004636D4"/>
    <w:rsid w:val="0047082C"/>
    <w:rsid w:val="0048703E"/>
    <w:rsid w:val="004B4842"/>
    <w:rsid w:val="004E2BD1"/>
    <w:rsid w:val="004F43A8"/>
    <w:rsid w:val="0054793F"/>
    <w:rsid w:val="00581470"/>
    <w:rsid w:val="00585627"/>
    <w:rsid w:val="00587576"/>
    <w:rsid w:val="005940B3"/>
    <w:rsid w:val="00595DBA"/>
    <w:rsid w:val="005B4F5E"/>
    <w:rsid w:val="005B5557"/>
    <w:rsid w:val="005E79A1"/>
    <w:rsid w:val="0063550C"/>
    <w:rsid w:val="00642B56"/>
    <w:rsid w:val="00660834"/>
    <w:rsid w:val="0069437A"/>
    <w:rsid w:val="006C55D0"/>
    <w:rsid w:val="006F0B83"/>
    <w:rsid w:val="006F5347"/>
    <w:rsid w:val="00701FA0"/>
    <w:rsid w:val="0074419C"/>
    <w:rsid w:val="00745D33"/>
    <w:rsid w:val="00751697"/>
    <w:rsid w:val="00752570"/>
    <w:rsid w:val="00767D8A"/>
    <w:rsid w:val="00773267"/>
    <w:rsid w:val="00791018"/>
    <w:rsid w:val="00797A18"/>
    <w:rsid w:val="007B012A"/>
    <w:rsid w:val="007B48C0"/>
    <w:rsid w:val="007B4ACA"/>
    <w:rsid w:val="007B7C5E"/>
    <w:rsid w:val="007D69DC"/>
    <w:rsid w:val="007E17DB"/>
    <w:rsid w:val="007E186A"/>
    <w:rsid w:val="007F516C"/>
    <w:rsid w:val="007F63CC"/>
    <w:rsid w:val="00842C5F"/>
    <w:rsid w:val="00852367"/>
    <w:rsid w:val="0085253C"/>
    <w:rsid w:val="00896BEE"/>
    <w:rsid w:val="008A676C"/>
    <w:rsid w:val="008B77B7"/>
    <w:rsid w:val="00937A7F"/>
    <w:rsid w:val="0095090E"/>
    <w:rsid w:val="009530B6"/>
    <w:rsid w:val="009634F1"/>
    <w:rsid w:val="00977E9A"/>
    <w:rsid w:val="0098647A"/>
    <w:rsid w:val="00992F7F"/>
    <w:rsid w:val="00994179"/>
    <w:rsid w:val="00995A84"/>
    <w:rsid w:val="009B2A94"/>
    <w:rsid w:val="009B5E95"/>
    <w:rsid w:val="009F7DEB"/>
    <w:rsid w:val="00A01AAE"/>
    <w:rsid w:val="00A13F75"/>
    <w:rsid w:val="00A1477C"/>
    <w:rsid w:val="00A16967"/>
    <w:rsid w:val="00A17660"/>
    <w:rsid w:val="00A34F54"/>
    <w:rsid w:val="00A46780"/>
    <w:rsid w:val="00A63FDC"/>
    <w:rsid w:val="00A74A1F"/>
    <w:rsid w:val="00A825D1"/>
    <w:rsid w:val="00AB5DA4"/>
    <w:rsid w:val="00AD1816"/>
    <w:rsid w:val="00AD537C"/>
    <w:rsid w:val="00AE63BE"/>
    <w:rsid w:val="00AF7E70"/>
    <w:rsid w:val="00B00B80"/>
    <w:rsid w:val="00B017F2"/>
    <w:rsid w:val="00B1352A"/>
    <w:rsid w:val="00B1517F"/>
    <w:rsid w:val="00B22721"/>
    <w:rsid w:val="00B517C3"/>
    <w:rsid w:val="00B71C96"/>
    <w:rsid w:val="00B73C06"/>
    <w:rsid w:val="00B90278"/>
    <w:rsid w:val="00BB664E"/>
    <w:rsid w:val="00BD09FA"/>
    <w:rsid w:val="00BD234F"/>
    <w:rsid w:val="00BD7F4A"/>
    <w:rsid w:val="00BF1AFC"/>
    <w:rsid w:val="00C367DC"/>
    <w:rsid w:val="00C57D04"/>
    <w:rsid w:val="00C61283"/>
    <w:rsid w:val="00C70D21"/>
    <w:rsid w:val="00C915C7"/>
    <w:rsid w:val="00CE5E8D"/>
    <w:rsid w:val="00D12DB0"/>
    <w:rsid w:val="00D23943"/>
    <w:rsid w:val="00D23DFE"/>
    <w:rsid w:val="00D407D1"/>
    <w:rsid w:val="00D63A1F"/>
    <w:rsid w:val="00D70E84"/>
    <w:rsid w:val="00D86711"/>
    <w:rsid w:val="00D928AE"/>
    <w:rsid w:val="00DC7739"/>
    <w:rsid w:val="00DC77DB"/>
    <w:rsid w:val="00DD5B2C"/>
    <w:rsid w:val="00E103E4"/>
    <w:rsid w:val="00E32418"/>
    <w:rsid w:val="00E32D33"/>
    <w:rsid w:val="00E50C2A"/>
    <w:rsid w:val="00E57693"/>
    <w:rsid w:val="00E75D7E"/>
    <w:rsid w:val="00E90042"/>
    <w:rsid w:val="00EA1503"/>
    <w:rsid w:val="00EE453B"/>
    <w:rsid w:val="00F16487"/>
    <w:rsid w:val="00F331A9"/>
    <w:rsid w:val="00F6518B"/>
    <w:rsid w:val="00F717D0"/>
    <w:rsid w:val="00F84F04"/>
    <w:rsid w:val="00FA0EEC"/>
    <w:rsid w:val="00FB4B8E"/>
    <w:rsid w:val="00FC69D4"/>
    <w:rsid w:val="00FC72B2"/>
    <w:rsid w:val="00FE2DE0"/>
    <w:rsid w:val="00FF0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15B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16415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5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0C2A"/>
    <w:rPr>
      <w:rFonts w:ascii="Segoe UI" w:hAnsi="Segoe UI" w:cs="Segoe UI"/>
      <w:sz w:val="18"/>
      <w:szCs w:val="18"/>
      <w:lang w:eastAsia="ru-RU"/>
    </w:rPr>
  </w:style>
  <w:style w:type="paragraph" w:styleId="NoSpacing">
    <w:name w:val="No Spacing"/>
    <w:uiPriority w:val="99"/>
    <w:qFormat/>
    <w:rsid w:val="00F6518B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72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937</TotalTime>
  <Pages>2</Pages>
  <Words>268</Words>
  <Characters>1528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88</cp:revision>
  <cp:lastPrinted>2021-10-07T09:35:00Z</cp:lastPrinted>
  <dcterms:created xsi:type="dcterms:W3CDTF">2021-05-17T13:14:00Z</dcterms:created>
  <dcterms:modified xsi:type="dcterms:W3CDTF">2021-10-12T12:50:00Z</dcterms:modified>
</cp:coreProperties>
</file>