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23" w:rsidRPr="00A2790B" w:rsidRDefault="005E2923" w:rsidP="00A2790B">
      <w:pPr>
        <w:jc w:val="center"/>
        <w:rPr>
          <w:rFonts w:ascii="Times New Roman" w:hAnsi="Times New Roman"/>
          <w:sz w:val="24"/>
          <w:szCs w:val="24"/>
        </w:rPr>
      </w:pPr>
      <w:r w:rsidRPr="00C905E7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 fillcolor="window">
            <v:imagedata r:id="rId4" o:title="" grayscale="t" bilevel="t"/>
          </v:shape>
        </w:pict>
      </w:r>
    </w:p>
    <w:p w:rsidR="005E2923" w:rsidRPr="00A2790B" w:rsidRDefault="005E2923" w:rsidP="00A2790B">
      <w:pPr>
        <w:jc w:val="center"/>
        <w:rPr>
          <w:rFonts w:ascii="Times New Roman" w:hAnsi="Times New Roman"/>
          <w:sz w:val="24"/>
          <w:szCs w:val="24"/>
        </w:rPr>
      </w:pPr>
      <w:r w:rsidRPr="00A2790B">
        <w:rPr>
          <w:rFonts w:ascii="Times New Roman" w:hAnsi="Times New Roman"/>
          <w:sz w:val="24"/>
          <w:szCs w:val="24"/>
        </w:rPr>
        <w:t xml:space="preserve"> </w:t>
      </w:r>
    </w:p>
    <w:p w:rsidR="005E2923" w:rsidRPr="00A2790B" w:rsidRDefault="005E2923" w:rsidP="00A2790B">
      <w:pPr>
        <w:jc w:val="center"/>
        <w:rPr>
          <w:rFonts w:ascii="Times New Roman" w:hAnsi="Times New Roman"/>
          <w:sz w:val="24"/>
          <w:szCs w:val="24"/>
        </w:rPr>
      </w:pPr>
      <w:r w:rsidRPr="00A2790B">
        <w:rPr>
          <w:rFonts w:ascii="Times New Roman" w:hAnsi="Times New Roman"/>
          <w:sz w:val="24"/>
          <w:szCs w:val="24"/>
        </w:rPr>
        <w:t>Н А Г І Р Я Н С Ь К А  С І Л Ь С Ь К А    Р А Д А</w:t>
      </w:r>
    </w:p>
    <w:p w:rsidR="005E2923" w:rsidRPr="00A2790B" w:rsidRDefault="005E2923" w:rsidP="00A2790B">
      <w:pPr>
        <w:jc w:val="center"/>
        <w:rPr>
          <w:rFonts w:ascii="Times New Roman" w:hAnsi="Times New Roman"/>
          <w:sz w:val="24"/>
          <w:szCs w:val="24"/>
        </w:rPr>
      </w:pPr>
      <w:r w:rsidRPr="00A2790B">
        <w:rPr>
          <w:rFonts w:ascii="Times New Roman" w:hAnsi="Times New Roman"/>
          <w:sz w:val="24"/>
          <w:szCs w:val="24"/>
        </w:rPr>
        <w:t>ЧОРТКІВСЬКОГО   РАЙОНУ    ТЕРНОПІЛЬСЬКОЇ   ОБЛАСТІ</w:t>
      </w:r>
    </w:p>
    <w:p w:rsidR="005E2923" w:rsidRPr="00A2790B" w:rsidRDefault="005E2923" w:rsidP="00A2790B">
      <w:pPr>
        <w:jc w:val="center"/>
        <w:rPr>
          <w:rFonts w:ascii="Times New Roman" w:hAnsi="Times New Roman"/>
          <w:sz w:val="24"/>
          <w:szCs w:val="24"/>
        </w:rPr>
      </w:pPr>
      <w:r w:rsidRPr="00A2790B">
        <w:rPr>
          <w:rFonts w:ascii="Times New Roman" w:hAnsi="Times New Roman"/>
          <w:sz w:val="24"/>
          <w:szCs w:val="24"/>
        </w:rPr>
        <w:t>ВОСЬМЕ    СКЛИКАННЯ</w:t>
      </w:r>
    </w:p>
    <w:p w:rsidR="005E2923" w:rsidRPr="00A2790B" w:rsidRDefault="005E2923" w:rsidP="00A2790B">
      <w:pPr>
        <w:jc w:val="center"/>
        <w:rPr>
          <w:rFonts w:ascii="Times New Roman" w:hAnsi="Times New Roman"/>
          <w:sz w:val="24"/>
          <w:szCs w:val="24"/>
        </w:rPr>
      </w:pPr>
      <w:r w:rsidRPr="00A279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ЧОТИРНАДЦЯТА</w:t>
      </w:r>
      <w:r w:rsidRPr="00A2790B">
        <w:rPr>
          <w:rFonts w:ascii="Times New Roman" w:hAnsi="Times New Roman"/>
          <w:sz w:val="24"/>
          <w:szCs w:val="24"/>
        </w:rPr>
        <w:t xml:space="preserve">     СЕСІЯ</w:t>
      </w:r>
    </w:p>
    <w:p w:rsidR="005E2923" w:rsidRPr="00A2790B" w:rsidRDefault="005E2923" w:rsidP="00A2790B">
      <w:pPr>
        <w:jc w:val="center"/>
        <w:rPr>
          <w:rFonts w:ascii="Times New Roman" w:hAnsi="Times New Roman"/>
          <w:sz w:val="24"/>
          <w:szCs w:val="24"/>
        </w:rPr>
      </w:pPr>
      <w:r w:rsidRPr="00A2790B">
        <w:rPr>
          <w:rFonts w:ascii="Times New Roman" w:hAnsi="Times New Roman"/>
          <w:sz w:val="24"/>
          <w:szCs w:val="24"/>
        </w:rPr>
        <w:t>Р І Ш Е Н Н Я</w:t>
      </w:r>
    </w:p>
    <w:p w:rsidR="005E2923" w:rsidRPr="00A2790B" w:rsidRDefault="005E2923" w:rsidP="00A2790B">
      <w:pPr>
        <w:ind w:left="709"/>
        <w:jc w:val="both"/>
        <w:rPr>
          <w:rFonts w:ascii="Times New Roman" w:hAnsi="Times New Roman"/>
          <w:sz w:val="24"/>
          <w:szCs w:val="24"/>
        </w:rPr>
      </w:pPr>
    </w:p>
    <w:p w:rsidR="005E2923" w:rsidRPr="00A2790B" w:rsidRDefault="005E2923" w:rsidP="00A2790B">
      <w:pPr>
        <w:rPr>
          <w:rFonts w:ascii="Times New Roman" w:hAnsi="Times New Roman"/>
          <w:sz w:val="24"/>
          <w:szCs w:val="24"/>
        </w:rPr>
      </w:pPr>
      <w:r w:rsidRPr="00A2790B">
        <w:rPr>
          <w:rFonts w:ascii="Times New Roman" w:hAnsi="Times New Roman"/>
          <w:sz w:val="24"/>
          <w:szCs w:val="24"/>
        </w:rPr>
        <w:t>від 06 грудня 2020 року                                   № 18</w:t>
      </w:r>
    </w:p>
    <w:p w:rsidR="005E2923" w:rsidRPr="00A2790B" w:rsidRDefault="005E2923" w:rsidP="00A2790B">
      <w:pPr>
        <w:jc w:val="both"/>
        <w:rPr>
          <w:rFonts w:ascii="Times New Roman" w:hAnsi="Times New Roman"/>
          <w:sz w:val="24"/>
          <w:szCs w:val="24"/>
        </w:rPr>
      </w:pPr>
      <w:r w:rsidRPr="00A2790B">
        <w:rPr>
          <w:rFonts w:ascii="Times New Roman" w:hAnsi="Times New Roman"/>
          <w:sz w:val="24"/>
          <w:szCs w:val="24"/>
        </w:rPr>
        <w:t>с-ще Нагірянка</w:t>
      </w:r>
    </w:p>
    <w:p w:rsidR="005E2923" w:rsidRPr="00A2790B" w:rsidRDefault="005E2923" w:rsidP="00A2790B">
      <w:pPr>
        <w:jc w:val="both"/>
        <w:rPr>
          <w:rFonts w:ascii="Times New Roman" w:hAnsi="Times New Roman"/>
          <w:sz w:val="24"/>
          <w:szCs w:val="24"/>
        </w:rPr>
      </w:pPr>
    </w:p>
    <w:p w:rsidR="005E2923" w:rsidRPr="00A2790B" w:rsidRDefault="005E2923" w:rsidP="00A2790B">
      <w:pPr>
        <w:rPr>
          <w:rFonts w:ascii="Times New Roman" w:hAnsi="Times New Roman"/>
          <w:b/>
          <w:sz w:val="24"/>
          <w:szCs w:val="24"/>
        </w:rPr>
      </w:pPr>
      <w:r w:rsidRPr="00A2790B">
        <w:rPr>
          <w:rFonts w:ascii="Times New Roman" w:hAnsi="Times New Roman"/>
          <w:b/>
          <w:sz w:val="24"/>
          <w:szCs w:val="24"/>
        </w:rPr>
        <w:t>Про затвердження штатн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Pr="00A2790B">
        <w:rPr>
          <w:rFonts w:ascii="Times New Roman" w:hAnsi="Times New Roman"/>
          <w:b/>
          <w:sz w:val="24"/>
          <w:szCs w:val="24"/>
        </w:rPr>
        <w:t xml:space="preserve"> </w:t>
      </w:r>
    </w:p>
    <w:p w:rsidR="005E2923" w:rsidRDefault="005E2923" w:rsidP="00A2790B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</w:t>
      </w:r>
      <w:r w:rsidRPr="00A2790B">
        <w:rPr>
          <w:rFonts w:ascii="Times New Roman" w:hAnsi="Times New Roman"/>
          <w:b/>
          <w:sz w:val="24"/>
          <w:szCs w:val="24"/>
        </w:rPr>
        <w:t>озпис</w:t>
      </w:r>
      <w:r>
        <w:rPr>
          <w:rFonts w:ascii="Times New Roman" w:hAnsi="Times New Roman"/>
          <w:b/>
          <w:sz w:val="24"/>
          <w:szCs w:val="24"/>
          <w:lang w:val="uk-UA"/>
        </w:rPr>
        <w:t>у Нагірянського закладу</w:t>
      </w:r>
    </w:p>
    <w:p w:rsidR="005E2923" w:rsidRDefault="005E2923" w:rsidP="00A2790B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дошкільної освіти загального </w:t>
      </w:r>
    </w:p>
    <w:p w:rsidR="005E2923" w:rsidRPr="00A2790B" w:rsidRDefault="005E2923" w:rsidP="00A2790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розвитку «Барвінок»</w:t>
      </w:r>
      <w:r w:rsidRPr="00A2790B">
        <w:rPr>
          <w:rFonts w:ascii="Times New Roman" w:hAnsi="Times New Roman"/>
          <w:b/>
          <w:sz w:val="24"/>
          <w:szCs w:val="24"/>
        </w:rPr>
        <w:t xml:space="preserve"> </w:t>
      </w:r>
    </w:p>
    <w:p w:rsidR="005E2923" w:rsidRPr="00A2790B" w:rsidRDefault="005E2923" w:rsidP="00A2790B">
      <w:pPr>
        <w:rPr>
          <w:rFonts w:ascii="Times New Roman" w:hAnsi="Times New Roman"/>
          <w:b/>
          <w:sz w:val="24"/>
          <w:szCs w:val="24"/>
        </w:rPr>
      </w:pPr>
    </w:p>
    <w:p w:rsidR="005E2923" w:rsidRPr="00A2790B" w:rsidRDefault="005E2923" w:rsidP="00A2790B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2790B">
        <w:rPr>
          <w:rFonts w:ascii="Times New Roman" w:hAnsi="Times New Roman"/>
          <w:sz w:val="24"/>
          <w:szCs w:val="24"/>
          <w:lang w:val="uk-UA"/>
        </w:rPr>
        <w:t xml:space="preserve">Керуючись статтями 11, 26 Закону України «Про місцеве самоврядування в Україні», </w:t>
      </w:r>
      <w:r w:rsidRPr="00A2790B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враховуючи рекомендації постійної комісії з питань бюджету та соціально-економічного розвитку від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11 листопада</w:t>
      </w:r>
      <w:r w:rsidRPr="00A2790B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202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1</w:t>
      </w:r>
      <w:r w:rsidRPr="00A2790B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року</w:t>
      </w:r>
      <w:r w:rsidRPr="00A2790B">
        <w:rPr>
          <w:rFonts w:ascii="Times New Roman" w:hAnsi="Times New Roman"/>
          <w:color w:val="000000"/>
          <w:sz w:val="24"/>
          <w:szCs w:val="24"/>
          <w:lang w:val="uk-UA"/>
        </w:rPr>
        <w:t>, Нагірянська сільська рада</w:t>
      </w:r>
    </w:p>
    <w:p w:rsidR="005E2923" w:rsidRPr="00A2790B" w:rsidRDefault="005E2923" w:rsidP="00A2790B">
      <w:pPr>
        <w:ind w:left="240" w:firstLine="46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E2923" w:rsidRPr="00A2790B" w:rsidRDefault="005E2923" w:rsidP="00A2790B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2790B">
        <w:rPr>
          <w:rFonts w:ascii="Times New Roman" w:hAnsi="Times New Roman"/>
          <w:b/>
          <w:color w:val="000000"/>
          <w:sz w:val="24"/>
          <w:szCs w:val="24"/>
        </w:rPr>
        <w:t>ВИРІШИЛА:</w:t>
      </w:r>
    </w:p>
    <w:p w:rsidR="005E2923" w:rsidRPr="00A2790B" w:rsidRDefault="005E2923" w:rsidP="00A2790B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A2790B">
        <w:rPr>
          <w:rFonts w:ascii="Times New Roman" w:hAnsi="Times New Roman"/>
          <w:color w:val="000000"/>
          <w:sz w:val="24"/>
          <w:szCs w:val="24"/>
        </w:rPr>
        <w:br/>
      </w:r>
      <w:r w:rsidRPr="00A2790B">
        <w:rPr>
          <w:rFonts w:ascii="Times New Roman" w:hAnsi="Times New Roman"/>
          <w:b/>
          <w:color w:val="000000"/>
          <w:sz w:val="24"/>
          <w:szCs w:val="24"/>
        </w:rPr>
        <w:t>1.</w:t>
      </w:r>
      <w:r w:rsidRPr="00A2790B">
        <w:rPr>
          <w:rFonts w:ascii="Times New Roman" w:hAnsi="Times New Roman"/>
          <w:color w:val="000000"/>
          <w:sz w:val="24"/>
          <w:szCs w:val="24"/>
        </w:rPr>
        <w:t xml:space="preserve"> Затвердити штатн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ий розпис Нагірянського закладу дошкільної освіти загального розвитку «Барвінок» (додається)</w:t>
      </w:r>
      <w:r w:rsidRPr="00A2790B">
        <w:rPr>
          <w:rFonts w:ascii="Times New Roman" w:hAnsi="Times New Roman"/>
          <w:color w:val="000000"/>
          <w:sz w:val="24"/>
          <w:szCs w:val="24"/>
        </w:rPr>
        <w:t>.</w:t>
      </w:r>
    </w:p>
    <w:p w:rsidR="005E2923" w:rsidRPr="00A2790B" w:rsidRDefault="005E2923" w:rsidP="00A2790B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2923" w:rsidRPr="008F4FDF" w:rsidRDefault="005E2923" w:rsidP="008F4FDF">
      <w:pP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A2790B">
        <w:rPr>
          <w:rFonts w:ascii="Times New Roman" w:hAnsi="Times New Roman"/>
          <w:b/>
          <w:color w:val="000000"/>
          <w:sz w:val="24"/>
          <w:szCs w:val="24"/>
        </w:rPr>
        <w:t>2.</w:t>
      </w:r>
      <w:r w:rsidRPr="00A2790B">
        <w:rPr>
          <w:rFonts w:ascii="Times New Roman" w:hAnsi="Times New Roman"/>
          <w:color w:val="000000"/>
          <w:sz w:val="24"/>
          <w:szCs w:val="24"/>
        </w:rPr>
        <w:t xml:space="preserve"> Контроль за виконанням даного рішення покласти на постійну комісію</w:t>
      </w:r>
      <w:r w:rsidRPr="00A2790B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з питань бюджету</w:t>
      </w:r>
    </w:p>
    <w:p w:rsidR="005E2923" w:rsidRPr="00A2790B" w:rsidRDefault="005E2923" w:rsidP="008F4FDF">
      <w:pPr>
        <w:rPr>
          <w:rFonts w:ascii="Times New Roman" w:hAnsi="Times New Roman"/>
          <w:color w:val="000000"/>
          <w:sz w:val="24"/>
          <w:szCs w:val="24"/>
        </w:rPr>
      </w:pPr>
      <w:r w:rsidRPr="00A2790B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та соціально-економічного розвитку.</w:t>
      </w:r>
    </w:p>
    <w:p w:rsidR="005E2923" w:rsidRPr="00A2790B" w:rsidRDefault="005E2923" w:rsidP="008F4FDF">
      <w:pPr>
        <w:rPr>
          <w:rFonts w:ascii="Times New Roman" w:hAnsi="Times New Roman"/>
          <w:color w:val="000000"/>
          <w:sz w:val="24"/>
          <w:szCs w:val="24"/>
        </w:rPr>
      </w:pPr>
    </w:p>
    <w:p w:rsidR="005E2923" w:rsidRPr="00A2790B" w:rsidRDefault="005E2923" w:rsidP="00A2790B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2923" w:rsidRPr="00A2790B" w:rsidRDefault="005E2923" w:rsidP="00A2790B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2923" w:rsidRPr="00A2790B" w:rsidRDefault="005E2923" w:rsidP="00A2790B">
      <w:pPr>
        <w:jc w:val="both"/>
        <w:rPr>
          <w:rFonts w:ascii="Times New Roman" w:hAnsi="Times New Roman"/>
          <w:sz w:val="24"/>
          <w:szCs w:val="24"/>
        </w:rPr>
      </w:pPr>
    </w:p>
    <w:p w:rsidR="005E2923" w:rsidRPr="00A2790B" w:rsidRDefault="005E2923" w:rsidP="00A2790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2790B">
        <w:rPr>
          <w:rFonts w:ascii="Times New Roman" w:hAnsi="Times New Roman"/>
          <w:sz w:val="24"/>
          <w:szCs w:val="24"/>
        </w:rPr>
        <w:t xml:space="preserve">Нагірянський сільський голова                                  Ігор Кіндрат </w:t>
      </w:r>
    </w:p>
    <w:p w:rsidR="005E2923" w:rsidRPr="00A2790B" w:rsidRDefault="005E2923" w:rsidP="00A2790B">
      <w:pPr>
        <w:rPr>
          <w:rFonts w:ascii="Times New Roman" w:hAnsi="Times New Roman"/>
          <w:noProof/>
          <w:sz w:val="24"/>
          <w:szCs w:val="24"/>
        </w:rPr>
      </w:pPr>
    </w:p>
    <w:p w:rsidR="005E2923" w:rsidRPr="00A2790B" w:rsidRDefault="005E2923" w:rsidP="00A2790B">
      <w:pPr>
        <w:jc w:val="center"/>
        <w:rPr>
          <w:rFonts w:ascii="Times New Roman" w:hAnsi="Times New Roman"/>
          <w:noProof/>
          <w:sz w:val="24"/>
          <w:szCs w:val="24"/>
        </w:rPr>
      </w:pPr>
    </w:p>
    <w:p w:rsidR="005E2923" w:rsidRPr="00A2790B" w:rsidRDefault="005E2923" w:rsidP="00A2790B">
      <w:pPr>
        <w:jc w:val="center"/>
        <w:rPr>
          <w:rFonts w:ascii="Times New Roman" w:hAnsi="Times New Roman"/>
          <w:noProof/>
          <w:sz w:val="24"/>
          <w:szCs w:val="24"/>
        </w:rPr>
      </w:pPr>
    </w:p>
    <w:p w:rsidR="005E2923" w:rsidRPr="00A2790B" w:rsidRDefault="005E292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</w:rPr>
      </w:pPr>
    </w:p>
    <w:p w:rsidR="005E2923" w:rsidRPr="0031777D" w:rsidRDefault="005E292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2923" w:rsidRPr="0031777D" w:rsidRDefault="005E292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2923" w:rsidRPr="0031777D" w:rsidRDefault="005E292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2923" w:rsidRPr="0031777D" w:rsidRDefault="005E292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2923" w:rsidRPr="0031777D" w:rsidRDefault="005E292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2923" w:rsidRPr="0031777D" w:rsidRDefault="005E292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2923" w:rsidRPr="0031777D" w:rsidRDefault="005E292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2923" w:rsidRPr="0031777D" w:rsidRDefault="005E292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2923" w:rsidRPr="0031777D" w:rsidRDefault="005E292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2923" w:rsidRPr="0031777D" w:rsidRDefault="005E292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2923" w:rsidRPr="0031777D" w:rsidRDefault="005E292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2923" w:rsidRPr="00590FE7" w:rsidRDefault="005E2923">
      <w:pPr>
        <w:rPr>
          <w:rFonts w:ascii="Calibri" w:hAnsi="Calibri"/>
          <w:lang w:val="uk-UA"/>
        </w:rPr>
      </w:pPr>
    </w:p>
    <w:sectPr w:rsidR="005E2923" w:rsidRPr="00590FE7" w:rsidSect="00A279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606"/>
    <w:rsid w:val="0000134B"/>
    <w:rsid w:val="00081140"/>
    <w:rsid w:val="00161BD4"/>
    <w:rsid w:val="00167195"/>
    <w:rsid w:val="0018469B"/>
    <w:rsid w:val="001B54D9"/>
    <w:rsid w:val="00285722"/>
    <w:rsid w:val="002E67ED"/>
    <w:rsid w:val="002F17B1"/>
    <w:rsid w:val="0031324A"/>
    <w:rsid w:val="0031777D"/>
    <w:rsid w:val="004D6677"/>
    <w:rsid w:val="005516E2"/>
    <w:rsid w:val="00590FE7"/>
    <w:rsid w:val="005E2923"/>
    <w:rsid w:val="00675639"/>
    <w:rsid w:val="006B075A"/>
    <w:rsid w:val="006F6FA2"/>
    <w:rsid w:val="00701B99"/>
    <w:rsid w:val="00757CFD"/>
    <w:rsid w:val="0078573A"/>
    <w:rsid w:val="007B3D11"/>
    <w:rsid w:val="007C24A3"/>
    <w:rsid w:val="007C3E0D"/>
    <w:rsid w:val="007F686D"/>
    <w:rsid w:val="00836442"/>
    <w:rsid w:val="00843251"/>
    <w:rsid w:val="00866BF0"/>
    <w:rsid w:val="00882189"/>
    <w:rsid w:val="008B1599"/>
    <w:rsid w:val="008D7DA1"/>
    <w:rsid w:val="008F4FDF"/>
    <w:rsid w:val="009C367B"/>
    <w:rsid w:val="00A23320"/>
    <w:rsid w:val="00A27560"/>
    <w:rsid w:val="00A2790B"/>
    <w:rsid w:val="00A45118"/>
    <w:rsid w:val="00A61DE1"/>
    <w:rsid w:val="00AC32D9"/>
    <w:rsid w:val="00AC6A7F"/>
    <w:rsid w:val="00B0020C"/>
    <w:rsid w:val="00B422D1"/>
    <w:rsid w:val="00B51AAF"/>
    <w:rsid w:val="00B71801"/>
    <w:rsid w:val="00BC12A3"/>
    <w:rsid w:val="00C76E93"/>
    <w:rsid w:val="00C905E7"/>
    <w:rsid w:val="00CA4507"/>
    <w:rsid w:val="00D45AE6"/>
    <w:rsid w:val="00DB6CD3"/>
    <w:rsid w:val="00DD3606"/>
    <w:rsid w:val="00DF1123"/>
    <w:rsid w:val="00E21E27"/>
    <w:rsid w:val="00E51816"/>
    <w:rsid w:val="00EE3493"/>
    <w:rsid w:val="00EF650E"/>
    <w:rsid w:val="00FA0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E7"/>
    <w:rPr>
      <w:rFonts w:ascii="SkazkaForSerge" w:eastAsia="Times New Roman" w:hAnsi="SkazkaForSerge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590FE7"/>
    <w:pPr>
      <w:jc w:val="center"/>
    </w:pPr>
    <w:rPr>
      <w:rFonts w:ascii="Times New Roman" w:hAnsi="Times New Roman"/>
      <w:b/>
      <w:sz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90FE7"/>
    <w:rPr>
      <w:rFonts w:ascii="Times New Roman" w:hAnsi="Times New Roman" w:cs="Times New Roman"/>
      <w:b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590FE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90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0FE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67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142</TotalTime>
  <Pages>2</Pages>
  <Words>138</Words>
  <Characters>789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ASUS</cp:lastModifiedBy>
  <cp:revision>12</cp:revision>
  <cp:lastPrinted>2021-09-29T07:20:00Z</cp:lastPrinted>
  <dcterms:created xsi:type="dcterms:W3CDTF">2021-09-06T15:04:00Z</dcterms:created>
  <dcterms:modified xsi:type="dcterms:W3CDTF">2021-11-10T07:59:00Z</dcterms:modified>
</cp:coreProperties>
</file>