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3D" w:rsidRDefault="00A7613D" w:rsidP="007B4ACA">
      <w:pPr>
        <w:tabs>
          <w:tab w:val="left" w:pos="3900"/>
        </w:tabs>
        <w:jc w:val="right"/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>ПРОЄКТ</w:t>
      </w:r>
    </w:p>
    <w:p w:rsidR="00A7613D" w:rsidRPr="003816FB" w:rsidRDefault="00A7613D" w:rsidP="007B4ACA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5559FA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A7613D" w:rsidRPr="003816FB" w:rsidRDefault="00A7613D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 xml:space="preserve">НАГІРЯНСЬКА </w:t>
      </w:r>
      <w:r w:rsidRPr="003816FB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A7613D" w:rsidRPr="003816FB" w:rsidRDefault="00A7613D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A7613D" w:rsidRPr="003816FB" w:rsidRDefault="00A7613D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ВОСЬМЕ СКЛИКАННЯ</w:t>
      </w:r>
    </w:p>
    <w:p w:rsidR="00A7613D" w:rsidRPr="003816FB" w:rsidRDefault="00A7613D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ДЕ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ЯТА </w:t>
      </w:r>
      <w:r w:rsidRPr="003816FB">
        <w:rPr>
          <w:rFonts w:ascii="Times New Roman" w:hAnsi="Times New Roman"/>
          <w:sz w:val="24"/>
          <w:szCs w:val="24"/>
        </w:rPr>
        <w:t xml:space="preserve"> СЕСІЯ</w:t>
      </w:r>
    </w:p>
    <w:p w:rsidR="00A7613D" w:rsidRPr="003816FB" w:rsidRDefault="00A7613D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A7613D" w:rsidRPr="003816FB" w:rsidRDefault="00A7613D" w:rsidP="0016415B">
      <w:pPr>
        <w:spacing w:after="0"/>
        <w:outlineLvl w:val="0"/>
        <w:rPr>
          <w:rFonts w:ascii="Times New Roman" w:hAnsi="Times New Roman"/>
          <w:sz w:val="24"/>
          <w:szCs w:val="24"/>
        </w:rPr>
      </w:pPr>
      <w:r w:rsidRPr="007B4ACA">
        <w:rPr>
          <w:rFonts w:ascii="Times New Roman" w:hAnsi="Times New Roman"/>
          <w:sz w:val="24"/>
          <w:szCs w:val="24"/>
        </w:rPr>
        <w:t xml:space="preserve">__ </w:t>
      </w:r>
      <w:r>
        <w:rPr>
          <w:rFonts w:ascii="Times New Roman" w:hAnsi="Times New Roman"/>
          <w:sz w:val="24"/>
          <w:szCs w:val="24"/>
          <w:lang w:val="uk-UA"/>
        </w:rPr>
        <w:t>серпня</w:t>
      </w:r>
      <w:r w:rsidRPr="003816FB"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3816F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___</w:t>
      </w:r>
      <w:r w:rsidRPr="003816FB">
        <w:rPr>
          <w:rFonts w:ascii="Times New Roman" w:hAnsi="Times New Roman"/>
          <w:sz w:val="24"/>
          <w:szCs w:val="24"/>
        </w:rPr>
        <w:t xml:space="preserve">  </w:t>
      </w:r>
    </w:p>
    <w:p w:rsidR="00A7613D" w:rsidRPr="003816FB" w:rsidRDefault="00A7613D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с-ще Нагірянка</w:t>
      </w:r>
    </w:p>
    <w:p w:rsidR="00A7613D" w:rsidRPr="003816FB" w:rsidRDefault="00A7613D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A7613D" w:rsidRPr="003816FB" w:rsidTr="00DC7739">
        <w:tc>
          <w:tcPr>
            <w:tcW w:w="5868" w:type="dxa"/>
          </w:tcPr>
          <w:p w:rsidR="00A7613D" w:rsidRPr="00660834" w:rsidRDefault="00A7613D" w:rsidP="006608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</w:pP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 передачу гр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. Красовській Аллі Олексіївні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безоплатно у приватну власність земельн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ої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ділян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ки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 с.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Ягільниця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Чортківського району Тернопільської області </w:t>
            </w:r>
          </w:p>
        </w:tc>
        <w:tc>
          <w:tcPr>
            <w:tcW w:w="2376" w:type="dxa"/>
          </w:tcPr>
          <w:p w:rsidR="00A7613D" w:rsidRPr="003816FB" w:rsidRDefault="00A7613D" w:rsidP="00DC7739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A7613D" w:rsidRPr="003816FB" w:rsidRDefault="00A7613D" w:rsidP="0016415B">
      <w:pPr>
        <w:spacing w:line="100" w:lineRule="atLeast"/>
        <w:jc w:val="both"/>
        <w:rPr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16FB">
        <w:rPr>
          <w:rFonts w:ascii="Times New Roman" w:hAnsi="Times New Roman"/>
          <w:sz w:val="24"/>
          <w:szCs w:val="24"/>
          <w:lang w:val="uk-UA"/>
        </w:rPr>
        <w:t>Розглянувши з</w:t>
      </w:r>
      <w:r>
        <w:rPr>
          <w:rFonts w:ascii="Times New Roman" w:hAnsi="Times New Roman"/>
          <w:sz w:val="24"/>
          <w:szCs w:val="24"/>
          <w:lang w:val="uk-UA"/>
        </w:rPr>
        <w:t>аяву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гр. Красовської Алли Олексіївни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  12,  79-1,  107, 116, 118,  121,  125, 126, Земельного кодексу України, ст. 25, Закону України «Про землеустрій», ст. 21 Закону України «Про державний земельний кадастр», ст. 26 Закону України «Про місцеве самоврядування  в Україні», Закону України «Про державну реєстрацію прав на нерухоме майно та їх обмежень»</w:t>
      </w:r>
      <w:r>
        <w:rPr>
          <w:lang w:val="uk-UA"/>
        </w:rPr>
        <w:t xml:space="preserve"> </w:t>
      </w:r>
      <w:r w:rsidRPr="003816FB">
        <w:rPr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3816F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A7613D" w:rsidRPr="00E46D2C" w:rsidRDefault="00A7613D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D2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7613D" w:rsidRDefault="00A7613D" w:rsidP="003B6AF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63FDC">
        <w:rPr>
          <w:rFonts w:ascii="Times New Roman" w:hAnsi="Times New Roman"/>
          <w:b/>
          <w:sz w:val="24"/>
          <w:szCs w:val="24"/>
        </w:rPr>
        <w:t>1.</w:t>
      </w:r>
      <w:r w:rsidRPr="003816FB">
        <w:rPr>
          <w:rFonts w:ascii="Times New Roman" w:hAnsi="Times New Roman"/>
          <w:sz w:val="24"/>
          <w:szCs w:val="24"/>
        </w:rPr>
        <w:t xml:space="preserve"> Передати</w:t>
      </w:r>
      <w:r w:rsidRPr="002933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гр. </w:t>
      </w:r>
      <w:r w:rsidRPr="00293312">
        <w:rPr>
          <w:rFonts w:ascii="Times New Roman" w:hAnsi="Times New Roman"/>
          <w:b/>
          <w:sz w:val="24"/>
          <w:szCs w:val="24"/>
        </w:rPr>
        <w:t>Красовській Аллі Олексіївні</w:t>
      </w:r>
      <w:r w:rsidRPr="003816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із земель комунальної власності (землі житлової та громадської забудови)</w:t>
      </w:r>
      <w:r w:rsidRPr="003816FB">
        <w:rPr>
          <w:rFonts w:ascii="Times New Roman" w:hAnsi="Times New Roman"/>
          <w:sz w:val="24"/>
          <w:szCs w:val="24"/>
        </w:rPr>
        <w:t xml:space="preserve"> безоплатно у приватну власність земельн</w:t>
      </w:r>
      <w:r>
        <w:rPr>
          <w:rFonts w:ascii="Times New Roman" w:hAnsi="Times New Roman"/>
          <w:sz w:val="24"/>
          <w:szCs w:val="24"/>
        </w:rPr>
        <w:t>у</w:t>
      </w:r>
      <w:r w:rsidRPr="003816FB">
        <w:rPr>
          <w:rFonts w:ascii="Times New Roman" w:hAnsi="Times New Roman"/>
          <w:sz w:val="24"/>
          <w:szCs w:val="24"/>
        </w:rPr>
        <w:t xml:space="preserve"> ділянк</w:t>
      </w:r>
      <w:r>
        <w:rPr>
          <w:rFonts w:ascii="Times New Roman" w:hAnsi="Times New Roman"/>
          <w:sz w:val="24"/>
          <w:szCs w:val="24"/>
        </w:rPr>
        <w:t>у</w:t>
      </w:r>
      <w:r w:rsidRPr="003816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425 га"/>
        </w:smartTagPr>
        <w:r>
          <w:rPr>
            <w:rFonts w:ascii="Times New Roman" w:hAnsi="Times New Roman"/>
            <w:sz w:val="24"/>
            <w:szCs w:val="24"/>
          </w:rPr>
          <w:t>0,0425 га</w:t>
        </w:r>
      </w:smartTag>
      <w:r>
        <w:rPr>
          <w:rFonts w:ascii="Times New Roman" w:hAnsi="Times New Roman"/>
          <w:sz w:val="24"/>
          <w:szCs w:val="24"/>
        </w:rPr>
        <w:t xml:space="preserve"> по вул. Долинська, ** в с. Ягільниця Чортківського району Тернопільської області </w:t>
      </w:r>
    </w:p>
    <w:p w:rsidR="00A7613D" w:rsidRDefault="00A7613D" w:rsidP="003B6AF7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кадастровий  номер: 6125589800:02:001:****.</w:t>
      </w:r>
    </w:p>
    <w:p w:rsidR="00A7613D" w:rsidRPr="003816FB" w:rsidRDefault="00A7613D" w:rsidP="007B4ACA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A7613D" w:rsidRPr="003816FB" w:rsidRDefault="00A7613D" w:rsidP="001641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816FB">
        <w:rPr>
          <w:rFonts w:ascii="Times New Roman" w:hAnsi="Times New Roman"/>
          <w:b/>
          <w:sz w:val="24"/>
          <w:szCs w:val="24"/>
        </w:rPr>
        <w:t>2.</w:t>
      </w:r>
      <w:r w:rsidRPr="003816FB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A7613D" w:rsidRDefault="00A7613D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3816FB">
        <w:rPr>
          <w:rFonts w:ascii="Times New Roman" w:hAnsi="Times New Roman"/>
          <w:b/>
          <w:sz w:val="24"/>
          <w:szCs w:val="24"/>
        </w:rPr>
        <w:t xml:space="preserve">. 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3816FB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A7613D" w:rsidRPr="00D407D1" w:rsidRDefault="00A7613D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613D" w:rsidRPr="0085253C" w:rsidRDefault="00A7613D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A7613D" w:rsidRPr="0085253C" w:rsidRDefault="00A7613D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613D" w:rsidRPr="0085253C" w:rsidRDefault="00A7613D" w:rsidP="0085253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5253C">
        <w:rPr>
          <w:rFonts w:ascii="Times New Roman" w:hAnsi="Times New Roman"/>
          <w:sz w:val="24"/>
          <w:szCs w:val="24"/>
          <w:lang w:val="uk-UA"/>
        </w:rPr>
        <w:t xml:space="preserve">Йосип ЗІБРІВСЬКИЙ                                                          </w:t>
      </w:r>
    </w:p>
    <w:p w:rsidR="00A7613D" w:rsidRDefault="00A7613D" w:rsidP="008525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Любомир ХОМ’ЯК                                                              </w:t>
      </w:r>
    </w:p>
    <w:p w:rsidR="00A7613D" w:rsidRDefault="00A7613D" w:rsidP="008525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Оксана КОВАЛЬЧУК</w:t>
      </w:r>
    </w:p>
    <w:p w:rsidR="00A7613D" w:rsidRDefault="00A7613D" w:rsidP="008525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Галина БУРЯК</w:t>
      </w:r>
    </w:p>
    <w:p w:rsidR="00A7613D" w:rsidRPr="0085253C" w:rsidRDefault="00A7613D"/>
    <w:p w:rsidR="00A7613D" w:rsidRPr="00E46D2C" w:rsidRDefault="00A7613D"/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Default="00A7613D">
      <w:pPr>
        <w:rPr>
          <w:lang w:val="uk-UA"/>
        </w:rPr>
      </w:pPr>
    </w:p>
    <w:p w:rsidR="00A7613D" w:rsidRPr="003816FB" w:rsidRDefault="00A7613D">
      <w:pPr>
        <w:rPr>
          <w:lang w:val="uk-UA"/>
        </w:rPr>
      </w:pPr>
    </w:p>
    <w:sectPr w:rsidR="00A7613D" w:rsidRPr="003816FB" w:rsidSect="00D407D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D4A"/>
    <w:rsid w:val="000418F5"/>
    <w:rsid w:val="00083333"/>
    <w:rsid w:val="0009738F"/>
    <w:rsid w:val="000A7731"/>
    <w:rsid w:val="000A7B62"/>
    <w:rsid w:val="000C2A85"/>
    <w:rsid w:val="000C70C7"/>
    <w:rsid w:val="001151FB"/>
    <w:rsid w:val="001328BF"/>
    <w:rsid w:val="0014055A"/>
    <w:rsid w:val="00147676"/>
    <w:rsid w:val="00163548"/>
    <w:rsid w:val="0016415B"/>
    <w:rsid w:val="0016610E"/>
    <w:rsid w:val="00167C03"/>
    <w:rsid w:val="001724C0"/>
    <w:rsid w:val="00177D59"/>
    <w:rsid w:val="00194691"/>
    <w:rsid w:val="001A204B"/>
    <w:rsid w:val="001A79A3"/>
    <w:rsid w:val="001D07A5"/>
    <w:rsid w:val="001D282D"/>
    <w:rsid w:val="001D55B8"/>
    <w:rsid w:val="001E52A7"/>
    <w:rsid w:val="0022136D"/>
    <w:rsid w:val="00226C59"/>
    <w:rsid w:val="0023679C"/>
    <w:rsid w:val="00237687"/>
    <w:rsid w:val="00241D4A"/>
    <w:rsid w:val="00262719"/>
    <w:rsid w:val="00263AF6"/>
    <w:rsid w:val="002749F9"/>
    <w:rsid w:val="002758B1"/>
    <w:rsid w:val="00293312"/>
    <w:rsid w:val="002A362F"/>
    <w:rsid w:val="002B5A48"/>
    <w:rsid w:val="002C3335"/>
    <w:rsid w:val="002D48E4"/>
    <w:rsid w:val="002E5BB0"/>
    <w:rsid w:val="00302274"/>
    <w:rsid w:val="00323FF8"/>
    <w:rsid w:val="003816FB"/>
    <w:rsid w:val="0039192B"/>
    <w:rsid w:val="00394A88"/>
    <w:rsid w:val="003B6AF7"/>
    <w:rsid w:val="003D47AF"/>
    <w:rsid w:val="003E728B"/>
    <w:rsid w:val="003F0057"/>
    <w:rsid w:val="0040342E"/>
    <w:rsid w:val="0041353E"/>
    <w:rsid w:val="004228FB"/>
    <w:rsid w:val="004377F2"/>
    <w:rsid w:val="00443DAB"/>
    <w:rsid w:val="0047082C"/>
    <w:rsid w:val="0048703E"/>
    <w:rsid w:val="004B4842"/>
    <w:rsid w:val="004D4A7E"/>
    <w:rsid w:val="004E2BD1"/>
    <w:rsid w:val="00512022"/>
    <w:rsid w:val="0054793F"/>
    <w:rsid w:val="005559FA"/>
    <w:rsid w:val="00581470"/>
    <w:rsid w:val="00585627"/>
    <w:rsid w:val="005940B3"/>
    <w:rsid w:val="005B4F5E"/>
    <w:rsid w:val="005B5557"/>
    <w:rsid w:val="005E709E"/>
    <w:rsid w:val="005E79A1"/>
    <w:rsid w:val="0063550C"/>
    <w:rsid w:val="00642B56"/>
    <w:rsid w:val="00660834"/>
    <w:rsid w:val="006C55D0"/>
    <w:rsid w:val="006D7295"/>
    <w:rsid w:val="006E577C"/>
    <w:rsid w:val="006F0B83"/>
    <w:rsid w:val="006F5347"/>
    <w:rsid w:val="00701FA0"/>
    <w:rsid w:val="0074419C"/>
    <w:rsid w:val="00745D33"/>
    <w:rsid w:val="00752570"/>
    <w:rsid w:val="00762579"/>
    <w:rsid w:val="00767D8A"/>
    <w:rsid w:val="00773267"/>
    <w:rsid w:val="00797A18"/>
    <w:rsid w:val="007B4ACA"/>
    <w:rsid w:val="007E17DB"/>
    <w:rsid w:val="007E186A"/>
    <w:rsid w:val="007F516C"/>
    <w:rsid w:val="00842C5F"/>
    <w:rsid w:val="0085253C"/>
    <w:rsid w:val="00896BEE"/>
    <w:rsid w:val="008A676C"/>
    <w:rsid w:val="008B77B7"/>
    <w:rsid w:val="00937A7F"/>
    <w:rsid w:val="0095090E"/>
    <w:rsid w:val="009530B6"/>
    <w:rsid w:val="009634F1"/>
    <w:rsid w:val="00971E48"/>
    <w:rsid w:val="00977E9A"/>
    <w:rsid w:val="0098647A"/>
    <w:rsid w:val="00992F7F"/>
    <w:rsid w:val="00994179"/>
    <w:rsid w:val="009B2A94"/>
    <w:rsid w:val="009F7DEB"/>
    <w:rsid w:val="00A13F75"/>
    <w:rsid w:val="00A1477C"/>
    <w:rsid w:val="00A17660"/>
    <w:rsid w:val="00A32EC7"/>
    <w:rsid w:val="00A34F54"/>
    <w:rsid w:val="00A46780"/>
    <w:rsid w:val="00A63FDC"/>
    <w:rsid w:val="00A74A1F"/>
    <w:rsid w:val="00A7613D"/>
    <w:rsid w:val="00A93787"/>
    <w:rsid w:val="00AB5DA4"/>
    <w:rsid w:val="00AD537C"/>
    <w:rsid w:val="00AF7E70"/>
    <w:rsid w:val="00B00B80"/>
    <w:rsid w:val="00B1517F"/>
    <w:rsid w:val="00B22721"/>
    <w:rsid w:val="00B517C3"/>
    <w:rsid w:val="00B71C96"/>
    <w:rsid w:val="00B73C06"/>
    <w:rsid w:val="00BB664E"/>
    <w:rsid w:val="00BD09FA"/>
    <w:rsid w:val="00BD234F"/>
    <w:rsid w:val="00BF1AFC"/>
    <w:rsid w:val="00C367DC"/>
    <w:rsid w:val="00C57D04"/>
    <w:rsid w:val="00C70D21"/>
    <w:rsid w:val="00C74698"/>
    <w:rsid w:val="00C915C7"/>
    <w:rsid w:val="00C91EA0"/>
    <w:rsid w:val="00CE5E8D"/>
    <w:rsid w:val="00CF12E5"/>
    <w:rsid w:val="00D12DB0"/>
    <w:rsid w:val="00D23943"/>
    <w:rsid w:val="00D407D1"/>
    <w:rsid w:val="00D4323E"/>
    <w:rsid w:val="00D928AE"/>
    <w:rsid w:val="00DC7739"/>
    <w:rsid w:val="00DC77DB"/>
    <w:rsid w:val="00E103E4"/>
    <w:rsid w:val="00E32418"/>
    <w:rsid w:val="00E32D33"/>
    <w:rsid w:val="00E46D2C"/>
    <w:rsid w:val="00E50C2A"/>
    <w:rsid w:val="00E90042"/>
    <w:rsid w:val="00F331A9"/>
    <w:rsid w:val="00F84F04"/>
    <w:rsid w:val="00FA0EEC"/>
    <w:rsid w:val="00FC72B2"/>
    <w:rsid w:val="00FF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5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6415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C2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9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923</TotalTime>
  <Pages>2</Pages>
  <Words>289</Words>
  <Characters>1648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82</cp:revision>
  <cp:lastPrinted>2021-08-17T08:24:00Z</cp:lastPrinted>
  <dcterms:created xsi:type="dcterms:W3CDTF">2021-05-17T13:14:00Z</dcterms:created>
  <dcterms:modified xsi:type="dcterms:W3CDTF">2021-08-19T08:25:00Z</dcterms:modified>
</cp:coreProperties>
</file>