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A9" w:rsidRPr="003816FB" w:rsidRDefault="00F10BA9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ED69DD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F10BA9" w:rsidRPr="003816FB" w:rsidRDefault="00F10BA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НАГІРЯНСЬКА </w:t>
      </w:r>
      <w:r w:rsidRPr="003816FB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F10BA9" w:rsidRPr="003816FB" w:rsidRDefault="00F10BA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F10BA9" w:rsidRPr="003816FB" w:rsidRDefault="00F10BA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F10BA9" w:rsidRPr="003816FB" w:rsidRDefault="00F10BA9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ОДИНАДЦЯТА позачергова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F10BA9" w:rsidRPr="003816FB" w:rsidRDefault="00F10BA9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F10BA9" w:rsidRPr="003816FB" w:rsidRDefault="00F10BA9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07 вересня </w:t>
      </w:r>
      <w:r w:rsidRPr="003816FB">
        <w:rPr>
          <w:rFonts w:ascii="Times New Roman" w:hAnsi="Times New Roman"/>
          <w:sz w:val="24"/>
          <w:szCs w:val="24"/>
        </w:rPr>
        <w:t xml:space="preserve">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510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F10BA9" w:rsidRPr="003816FB" w:rsidRDefault="00F10BA9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F10BA9" w:rsidRPr="003816FB" w:rsidRDefault="00F10BA9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F10BA9" w:rsidRPr="003816FB" w:rsidTr="00DC7739">
        <w:tc>
          <w:tcPr>
            <w:tcW w:w="5868" w:type="dxa"/>
          </w:tcPr>
          <w:p w:rsidR="00F10BA9" w:rsidRPr="00660834" w:rsidRDefault="00F10BA9" w:rsidP="00401B5F">
            <w:pPr>
              <w:ind w:right="612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Про передачу 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гр.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Дутка Петру Васильовичу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с. 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F10BA9" w:rsidRPr="003816FB" w:rsidRDefault="00F10BA9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F10BA9" w:rsidRPr="003816FB" w:rsidRDefault="00F10BA9" w:rsidP="0016415B">
      <w:pPr>
        <w:spacing w:line="100" w:lineRule="atLeast"/>
        <w:jc w:val="both"/>
        <w:rPr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 гр. Дутка Петра Васильовича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 12,  79-1,  107, 116, 118,  121,  125, 126, Земельного кодексу України, ст. 25, Закону України «Про землеустрій», ст. 21 Закону України «Про державний земельний кадастр», ст. 26 Закону України «Про місцеве самоврядування  в Україні», Закону України «Про державну реєстрацію прав на нерухоме майно та їх обмежень</w:t>
      </w:r>
      <w:r w:rsidRPr="003816FB">
        <w:rPr>
          <w:rFonts w:ascii="Times New Roman" w:hAnsi="Times New Roman"/>
          <w:sz w:val="24"/>
          <w:szCs w:val="24"/>
          <w:lang w:val="uk-UA"/>
        </w:rPr>
        <w:t>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F10BA9" w:rsidRPr="009868CB" w:rsidRDefault="00F10BA9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68C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10BA9" w:rsidRDefault="00F10BA9" w:rsidP="0054637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4637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816FB">
        <w:rPr>
          <w:rFonts w:ascii="Times New Roman" w:hAnsi="Times New Roman"/>
          <w:sz w:val="24"/>
          <w:szCs w:val="24"/>
        </w:rPr>
        <w:t>Передати</w:t>
      </w:r>
      <w:r w:rsidRPr="009F0193">
        <w:rPr>
          <w:rFonts w:ascii="Times New Roman" w:hAnsi="Times New Roman"/>
          <w:sz w:val="24"/>
          <w:szCs w:val="24"/>
        </w:rPr>
        <w:t xml:space="preserve"> </w:t>
      </w:r>
      <w:r w:rsidRPr="009F0193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</w:rPr>
        <w:t xml:space="preserve">р. Дутка Петру Васильовичу  </w:t>
      </w:r>
      <w:r>
        <w:rPr>
          <w:rFonts w:ascii="Times New Roman" w:hAnsi="Times New Roman"/>
          <w:sz w:val="24"/>
          <w:szCs w:val="24"/>
        </w:rPr>
        <w:t>із земель комунальної власності (землі житлової та громадської забудови)</w:t>
      </w:r>
      <w:r w:rsidRPr="003816FB">
        <w:rPr>
          <w:rFonts w:ascii="Times New Roman" w:hAnsi="Times New Roman"/>
          <w:sz w:val="24"/>
          <w:szCs w:val="24"/>
        </w:rPr>
        <w:t xml:space="preserve"> 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325 га"/>
        </w:smartTagPr>
        <w:r>
          <w:rPr>
            <w:rFonts w:ascii="Times New Roman" w:hAnsi="Times New Roman"/>
            <w:sz w:val="24"/>
            <w:szCs w:val="24"/>
          </w:rPr>
          <w:t>0,1325 га</w:t>
        </w:r>
      </w:smartTag>
      <w:r>
        <w:rPr>
          <w:rFonts w:ascii="Times New Roman" w:hAnsi="Times New Roman"/>
          <w:sz w:val="24"/>
          <w:szCs w:val="24"/>
        </w:rPr>
        <w:t xml:space="preserve"> по вул.  Окружна, 3 в с. Нагірянка Чортківського району Тернопільської області,  </w:t>
      </w:r>
    </w:p>
    <w:p w:rsidR="00F10BA9" w:rsidRDefault="00F10BA9" w:rsidP="0054637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6125585900:02:001:0059.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F10BA9" w:rsidRPr="003816FB" w:rsidRDefault="00F10BA9" w:rsidP="007B4AC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10BA9" w:rsidRPr="003816FB" w:rsidRDefault="00F10BA9" w:rsidP="00164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F10BA9" w:rsidRDefault="00F10BA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F10BA9" w:rsidRDefault="00F10BA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0BA9" w:rsidRPr="00D407D1" w:rsidRDefault="00F10BA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0BA9" w:rsidRPr="0085253C" w:rsidRDefault="00F10BA9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F10BA9" w:rsidRPr="0085253C" w:rsidRDefault="00F10BA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Default="00F10BA9">
      <w:pPr>
        <w:rPr>
          <w:lang w:val="uk-UA"/>
        </w:rPr>
      </w:pPr>
    </w:p>
    <w:p w:rsidR="00F10BA9" w:rsidRPr="003816FB" w:rsidRDefault="00F10BA9">
      <w:pPr>
        <w:rPr>
          <w:lang w:val="uk-UA"/>
        </w:rPr>
      </w:pPr>
    </w:p>
    <w:sectPr w:rsidR="00F10BA9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1669F"/>
    <w:multiLevelType w:val="hybridMultilevel"/>
    <w:tmpl w:val="ED44DD00"/>
    <w:lvl w:ilvl="0" w:tplc="F1FCE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F425A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818A1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C896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FAD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6C23C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5105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DE8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34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75A9223D"/>
    <w:multiLevelType w:val="hybridMultilevel"/>
    <w:tmpl w:val="8D325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166F8"/>
    <w:rsid w:val="000418F5"/>
    <w:rsid w:val="000711C4"/>
    <w:rsid w:val="00077A77"/>
    <w:rsid w:val="00083333"/>
    <w:rsid w:val="000841CA"/>
    <w:rsid w:val="00084EC3"/>
    <w:rsid w:val="0009738F"/>
    <w:rsid w:val="000A7731"/>
    <w:rsid w:val="000A7B62"/>
    <w:rsid w:val="000B4F4C"/>
    <w:rsid w:val="000C2A85"/>
    <w:rsid w:val="000C70C7"/>
    <w:rsid w:val="000D738C"/>
    <w:rsid w:val="001151FB"/>
    <w:rsid w:val="001328BF"/>
    <w:rsid w:val="0014055A"/>
    <w:rsid w:val="00147676"/>
    <w:rsid w:val="00163548"/>
    <w:rsid w:val="0016415B"/>
    <w:rsid w:val="0016610E"/>
    <w:rsid w:val="00167C03"/>
    <w:rsid w:val="001724C0"/>
    <w:rsid w:val="00177D59"/>
    <w:rsid w:val="00194691"/>
    <w:rsid w:val="001A204B"/>
    <w:rsid w:val="001A79A3"/>
    <w:rsid w:val="001B51E9"/>
    <w:rsid w:val="001C1CD9"/>
    <w:rsid w:val="001D07A5"/>
    <w:rsid w:val="001D282D"/>
    <w:rsid w:val="001D55B8"/>
    <w:rsid w:val="001E52A7"/>
    <w:rsid w:val="001F1F2F"/>
    <w:rsid w:val="00220E52"/>
    <w:rsid w:val="0022136D"/>
    <w:rsid w:val="00226C59"/>
    <w:rsid w:val="0023679C"/>
    <w:rsid w:val="00237687"/>
    <w:rsid w:val="00241D4A"/>
    <w:rsid w:val="00257F0E"/>
    <w:rsid w:val="00262719"/>
    <w:rsid w:val="00263AF6"/>
    <w:rsid w:val="002749F9"/>
    <w:rsid w:val="002758B1"/>
    <w:rsid w:val="00293312"/>
    <w:rsid w:val="00297D9D"/>
    <w:rsid w:val="002A362F"/>
    <w:rsid w:val="002B406C"/>
    <w:rsid w:val="002B5A48"/>
    <w:rsid w:val="002C3335"/>
    <w:rsid w:val="002D48E4"/>
    <w:rsid w:val="002E5BB0"/>
    <w:rsid w:val="00302274"/>
    <w:rsid w:val="00323FF8"/>
    <w:rsid w:val="003816FB"/>
    <w:rsid w:val="0039192B"/>
    <w:rsid w:val="00394A88"/>
    <w:rsid w:val="003B6AF7"/>
    <w:rsid w:val="003D47AF"/>
    <w:rsid w:val="003E728B"/>
    <w:rsid w:val="003F0057"/>
    <w:rsid w:val="003F4540"/>
    <w:rsid w:val="00401B5F"/>
    <w:rsid w:val="0040342E"/>
    <w:rsid w:val="0041353E"/>
    <w:rsid w:val="004228FB"/>
    <w:rsid w:val="0043614D"/>
    <w:rsid w:val="004377F2"/>
    <w:rsid w:val="00443DAB"/>
    <w:rsid w:val="00462D76"/>
    <w:rsid w:val="0047082C"/>
    <w:rsid w:val="0048703E"/>
    <w:rsid w:val="004B3A8F"/>
    <w:rsid w:val="004B4842"/>
    <w:rsid w:val="004D4A7E"/>
    <w:rsid w:val="004E2BD1"/>
    <w:rsid w:val="00512022"/>
    <w:rsid w:val="00534C0E"/>
    <w:rsid w:val="00546048"/>
    <w:rsid w:val="00546377"/>
    <w:rsid w:val="0054793F"/>
    <w:rsid w:val="0056518C"/>
    <w:rsid w:val="00571EAB"/>
    <w:rsid w:val="00581470"/>
    <w:rsid w:val="00583E0C"/>
    <w:rsid w:val="00585627"/>
    <w:rsid w:val="005940B3"/>
    <w:rsid w:val="005B4F5E"/>
    <w:rsid w:val="005B5557"/>
    <w:rsid w:val="005D1300"/>
    <w:rsid w:val="005E79A1"/>
    <w:rsid w:val="0063550C"/>
    <w:rsid w:val="00642B56"/>
    <w:rsid w:val="00660834"/>
    <w:rsid w:val="00682D3C"/>
    <w:rsid w:val="006C1847"/>
    <w:rsid w:val="006C55D0"/>
    <w:rsid w:val="006D7295"/>
    <w:rsid w:val="006E577C"/>
    <w:rsid w:val="006F0B83"/>
    <w:rsid w:val="006F5347"/>
    <w:rsid w:val="00701FA0"/>
    <w:rsid w:val="00741292"/>
    <w:rsid w:val="0074419C"/>
    <w:rsid w:val="00745D33"/>
    <w:rsid w:val="00752570"/>
    <w:rsid w:val="00762579"/>
    <w:rsid w:val="00767D8A"/>
    <w:rsid w:val="00770420"/>
    <w:rsid w:val="00773267"/>
    <w:rsid w:val="00797A18"/>
    <w:rsid w:val="007B4ACA"/>
    <w:rsid w:val="007E17DB"/>
    <w:rsid w:val="007E186A"/>
    <w:rsid w:val="007E6F82"/>
    <w:rsid w:val="007F516C"/>
    <w:rsid w:val="00842C5F"/>
    <w:rsid w:val="00845E03"/>
    <w:rsid w:val="0085253C"/>
    <w:rsid w:val="00896BEE"/>
    <w:rsid w:val="008A676C"/>
    <w:rsid w:val="008B77B7"/>
    <w:rsid w:val="00900C8D"/>
    <w:rsid w:val="00937A7F"/>
    <w:rsid w:val="0095090E"/>
    <w:rsid w:val="009530B6"/>
    <w:rsid w:val="009634F1"/>
    <w:rsid w:val="00971E48"/>
    <w:rsid w:val="00977E9A"/>
    <w:rsid w:val="0098647A"/>
    <w:rsid w:val="009868CB"/>
    <w:rsid w:val="00992F7F"/>
    <w:rsid w:val="00994179"/>
    <w:rsid w:val="009B2A94"/>
    <w:rsid w:val="009F0193"/>
    <w:rsid w:val="009F7DEB"/>
    <w:rsid w:val="00A118D2"/>
    <w:rsid w:val="00A13F75"/>
    <w:rsid w:val="00A1477C"/>
    <w:rsid w:val="00A17660"/>
    <w:rsid w:val="00A32EC7"/>
    <w:rsid w:val="00A34F54"/>
    <w:rsid w:val="00A46780"/>
    <w:rsid w:val="00A52F6D"/>
    <w:rsid w:val="00A63FDC"/>
    <w:rsid w:val="00A74A1F"/>
    <w:rsid w:val="00A93787"/>
    <w:rsid w:val="00AB5DA4"/>
    <w:rsid w:val="00AD537C"/>
    <w:rsid w:val="00AE6FF8"/>
    <w:rsid w:val="00AF7E70"/>
    <w:rsid w:val="00B00B80"/>
    <w:rsid w:val="00B1517F"/>
    <w:rsid w:val="00B22721"/>
    <w:rsid w:val="00B517C3"/>
    <w:rsid w:val="00B71C96"/>
    <w:rsid w:val="00B73C06"/>
    <w:rsid w:val="00B91677"/>
    <w:rsid w:val="00BB664E"/>
    <w:rsid w:val="00BC3FE9"/>
    <w:rsid w:val="00BD09FA"/>
    <w:rsid w:val="00BD234F"/>
    <w:rsid w:val="00BF1AFC"/>
    <w:rsid w:val="00C02083"/>
    <w:rsid w:val="00C351EC"/>
    <w:rsid w:val="00C367DC"/>
    <w:rsid w:val="00C57D04"/>
    <w:rsid w:val="00C6647F"/>
    <w:rsid w:val="00C70D21"/>
    <w:rsid w:val="00C72A32"/>
    <w:rsid w:val="00C74698"/>
    <w:rsid w:val="00C915C7"/>
    <w:rsid w:val="00CE5E8D"/>
    <w:rsid w:val="00CF12E5"/>
    <w:rsid w:val="00D12DB0"/>
    <w:rsid w:val="00D225B6"/>
    <w:rsid w:val="00D22F80"/>
    <w:rsid w:val="00D23943"/>
    <w:rsid w:val="00D407D1"/>
    <w:rsid w:val="00D4323E"/>
    <w:rsid w:val="00D928AE"/>
    <w:rsid w:val="00DC7739"/>
    <w:rsid w:val="00DC77DB"/>
    <w:rsid w:val="00E069F9"/>
    <w:rsid w:val="00E103E4"/>
    <w:rsid w:val="00E3136F"/>
    <w:rsid w:val="00E32418"/>
    <w:rsid w:val="00E32D33"/>
    <w:rsid w:val="00E50C2A"/>
    <w:rsid w:val="00E90042"/>
    <w:rsid w:val="00EB23A1"/>
    <w:rsid w:val="00ED69DD"/>
    <w:rsid w:val="00F10BA9"/>
    <w:rsid w:val="00F331A9"/>
    <w:rsid w:val="00F61DF0"/>
    <w:rsid w:val="00F84F04"/>
    <w:rsid w:val="00FA0EEC"/>
    <w:rsid w:val="00FC72B2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74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979</TotalTime>
  <Pages>2</Pages>
  <Words>242</Words>
  <Characters>1385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91</cp:revision>
  <cp:lastPrinted>2021-09-08T13:57:00Z</cp:lastPrinted>
  <dcterms:created xsi:type="dcterms:W3CDTF">2021-05-17T13:14:00Z</dcterms:created>
  <dcterms:modified xsi:type="dcterms:W3CDTF">2021-09-08T14:00:00Z</dcterms:modified>
</cp:coreProperties>
</file>