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BDD" w:rsidRDefault="00661BDD" w:rsidP="00C01900">
      <w:pPr>
        <w:pStyle w:val="1"/>
        <w:jc w:val="right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ПРОЄКТ</w:t>
      </w:r>
    </w:p>
    <w:p w:rsidR="00661BDD" w:rsidRDefault="00661BDD" w:rsidP="00C01900">
      <w:pPr>
        <w:pStyle w:val="1"/>
        <w:jc w:val="center"/>
        <w:rPr>
          <w:rFonts w:ascii="Times New Roman" w:hAnsi="Times New Roman"/>
          <w:sz w:val="24"/>
          <w:szCs w:val="24"/>
          <w:lang w:val="ru-RU"/>
        </w:rPr>
      </w:pPr>
      <w:r w:rsidRPr="007F3393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5pt;height:58.5pt;visibility:visible">
            <v:imagedata r:id="rId5" o:title=""/>
          </v:shape>
        </w:pict>
      </w:r>
    </w:p>
    <w:p w:rsidR="00661BDD" w:rsidRDefault="00661BDD" w:rsidP="003D15BC">
      <w:pPr>
        <w:pStyle w:val="1"/>
        <w:rPr>
          <w:rFonts w:ascii="Times New Roman" w:hAnsi="Times New Roman"/>
          <w:sz w:val="24"/>
          <w:szCs w:val="24"/>
          <w:lang w:val="ru-RU"/>
        </w:rPr>
      </w:pPr>
    </w:p>
    <w:p w:rsidR="00661BDD" w:rsidRDefault="00661BDD" w:rsidP="003D15BC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661BDD" w:rsidRDefault="00661BDD" w:rsidP="003D15BC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661BDD" w:rsidRDefault="00661BDD" w:rsidP="003D15BC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ВОСЬМЕ СКЛИКАННЯ</w:t>
      </w:r>
    </w:p>
    <w:p w:rsidR="00661BDD" w:rsidRDefault="00661BDD" w:rsidP="003D15BC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ДЕСЯТА СЕСІЯ</w:t>
      </w:r>
    </w:p>
    <w:p w:rsidR="00661BDD" w:rsidRDefault="00661BDD" w:rsidP="003D15BC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РІШЕННЯ</w:t>
      </w:r>
    </w:p>
    <w:p w:rsidR="00661BDD" w:rsidRDefault="00661BDD" w:rsidP="003D15BC">
      <w:pPr>
        <w:pStyle w:val="1"/>
        <w:rPr>
          <w:rFonts w:ascii="Times New Roman" w:hAnsi="Times New Roman"/>
          <w:sz w:val="24"/>
          <w:szCs w:val="24"/>
        </w:rPr>
      </w:pPr>
    </w:p>
    <w:p w:rsidR="00661BDD" w:rsidRDefault="00661BDD" w:rsidP="003D15BC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__серпня 2021 року                                       № ___</w:t>
      </w:r>
    </w:p>
    <w:p w:rsidR="00661BDD" w:rsidRDefault="00661BDD" w:rsidP="003D15BC">
      <w:pPr>
        <w:pStyle w:val="1"/>
        <w:rPr>
          <w:rFonts w:ascii="Times New Roman" w:hAnsi="Times New Roman"/>
          <w:spacing w:val="-1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с-ще Нагірянка</w:t>
      </w:r>
    </w:p>
    <w:p w:rsidR="00661BDD" w:rsidRDefault="00661BDD" w:rsidP="003D15BC">
      <w:pPr>
        <w:pStyle w:val="1"/>
        <w:rPr>
          <w:rFonts w:ascii="Times New Roman" w:hAnsi="Times New Roman"/>
          <w:b/>
          <w:spacing w:val="-12"/>
          <w:sz w:val="24"/>
          <w:szCs w:val="24"/>
        </w:rPr>
      </w:pPr>
    </w:p>
    <w:tbl>
      <w:tblPr>
        <w:tblW w:w="5000" w:type="pct"/>
        <w:tblLook w:val="01E0"/>
      </w:tblPr>
      <w:tblGrid>
        <w:gridCol w:w="4927"/>
        <w:gridCol w:w="4927"/>
      </w:tblGrid>
      <w:tr w:rsidR="00661BDD" w:rsidTr="002B7DE3">
        <w:tc>
          <w:tcPr>
            <w:tcW w:w="2500" w:type="pct"/>
          </w:tcPr>
          <w:p w:rsidR="00661BDD" w:rsidRDefault="00661BDD">
            <w:pPr>
              <w:pStyle w:val="Heading1"/>
              <w:spacing w:before="0" w:after="0"/>
              <w:jc w:val="both"/>
              <w:rPr>
                <w:bCs w:val="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дострокове розірвання договору оренди землі, укладений між Головним управлінням Держгеокадастру у Тернопільській області та приватним аграрним  підприємством «Березина»</w:t>
            </w:r>
          </w:p>
        </w:tc>
        <w:tc>
          <w:tcPr>
            <w:tcW w:w="2500" w:type="pct"/>
          </w:tcPr>
          <w:p w:rsidR="00661BDD" w:rsidRDefault="00661BDD">
            <w:pPr>
              <w:rPr>
                <w:bCs/>
                <w:sz w:val="24"/>
                <w:szCs w:val="24"/>
                <w:lang w:val="uk-UA"/>
              </w:rPr>
            </w:pPr>
          </w:p>
        </w:tc>
      </w:tr>
    </w:tbl>
    <w:p w:rsidR="00661BDD" w:rsidRDefault="00661BDD" w:rsidP="002B7DE3">
      <w:pPr>
        <w:rPr>
          <w:lang w:val="uk-UA"/>
        </w:rPr>
      </w:pPr>
    </w:p>
    <w:p w:rsidR="00661BDD" w:rsidRPr="00BE2C08" w:rsidRDefault="00661BDD" w:rsidP="00BE2C08">
      <w:pPr>
        <w:pStyle w:val="Heading1"/>
        <w:spacing w:before="0" w:after="0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E2C08">
        <w:rPr>
          <w:rFonts w:ascii="Times New Roman" w:hAnsi="Times New Roman" w:cs="Times New Roman"/>
          <w:b w:val="0"/>
          <w:sz w:val="24"/>
          <w:szCs w:val="24"/>
        </w:rPr>
        <w:t>Керуючись ст.26 Закону України «Про місцеве самоврядування в Україні», ст.8 Закону України «Про оренду землі» та ст..12,23,93 Земельного кодексу України, розглянувши звернення директора Приватного агропромислового підприємства "Березина", сільська рада</w:t>
      </w:r>
    </w:p>
    <w:p w:rsidR="00661BDD" w:rsidRPr="002B7DE3" w:rsidRDefault="00661BDD" w:rsidP="002B7DE3">
      <w:pPr>
        <w:rPr>
          <w:rFonts w:ascii="Times New Roman" w:hAnsi="Times New Roman"/>
          <w:b/>
          <w:sz w:val="24"/>
          <w:szCs w:val="24"/>
        </w:rPr>
      </w:pPr>
      <w:r w:rsidRPr="002B7DE3">
        <w:rPr>
          <w:rFonts w:ascii="Times New Roman" w:hAnsi="Times New Roman"/>
          <w:b/>
          <w:sz w:val="24"/>
          <w:szCs w:val="24"/>
        </w:rPr>
        <w:t>ВИРІШИЛА:</w:t>
      </w:r>
    </w:p>
    <w:p w:rsidR="00661BDD" w:rsidRPr="002B7DE3" w:rsidRDefault="00661BDD" w:rsidP="002B7DE3">
      <w:pPr>
        <w:jc w:val="both"/>
        <w:rPr>
          <w:rFonts w:ascii="Times New Roman" w:hAnsi="Times New Roman"/>
          <w:sz w:val="24"/>
          <w:szCs w:val="24"/>
        </w:rPr>
      </w:pPr>
      <w:r w:rsidRPr="002B7DE3">
        <w:rPr>
          <w:rFonts w:ascii="Times New Roman" w:hAnsi="Times New Roman"/>
          <w:b/>
          <w:sz w:val="24"/>
          <w:szCs w:val="24"/>
          <w:lang w:val="uk-UA"/>
        </w:rPr>
        <w:t>1.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B7DE3">
        <w:rPr>
          <w:rFonts w:ascii="Times New Roman" w:hAnsi="Times New Roman"/>
          <w:sz w:val="24"/>
          <w:szCs w:val="24"/>
        </w:rPr>
        <w:t xml:space="preserve">Розірвати договір оренди земельної ділянки кадастровий номер 6125584000:01:001:0825 площею </w:t>
      </w:r>
      <w:smartTag w:uri="urn:schemas-microsoft-com:office:smarttags" w:element="metricconverter">
        <w:smartTagPr>
          <w:attr w:name="ProductID" w:val="28.4495 га"/>
        </w:smartTagPr>
        <w:r w:rsidRPr="002B7DE3">
          <w:rPr>
            <w:rFonts w:ascii="Times New Roman" w:hAnsi="Times New Roman"/>
            <w:sz w:val="24"/>
            <w:szCs w:val="24"/>
          </w:rPr>
          <w:t>28.4495 га</w:t>
        </w:r>
      </w:smartTag>
      <w:r w:rsidRPr="002B7DE3">
        <w:rPr>
          <w:rFonts w:ascii="Times New Roman" w:hAnsi="Times New Roman"/>
          <w:sz w:val="24"/>
          <w:szCs w:val="24"/>
        </w:rPr>
        <w:t xml:space="preserve"> для ведення товарного сільськогосподарського виробництва за адресою: за межами с.Капустинці, на території Нагірянської с</w:t>
      </w:r>
      <w:r>
        <w:rPr>
          <w:rFonts w:ascii="Times New Roman" w:hAnsi="Times New Roman"/>
          <w:sz w:val="24"/>
          <w:szCs w:val="24"/>
        </w:rPr>
        <w:t>ільської ради (</w:t>
      </w:r>
      <w:r>
        <w:rPr>
          <w:rFonts w:ascii="Times New Roman" w:hAnsi="Times New Roman"/>
          <w:sz w:val="24"/>
          <w:szCs w:val="24"/>
          <w:lang w:val="uk-UA"/>
        </w:rPr>
        <w:t>колишня</w:t>
      </w:r>
      <w:r w:rsidRPr="002B7DE3">
        <w:rPr>
          <w:rFonts w:ascii="Times New Roman" w:hAnsi="Times New Roman"/>
          <w:sz w:val="24"/>
          <w:szCs w:val="24"/>
        </w:rPr>
        <w:t xml:space="preserve"> Капустинська сільська рада).</w:t>
      </w:r>
    </w:p>
    <w:p w:rsidR="00661BDD" w:rsidRPr="002B7DE3" w:rsidRDefault="00661BDD" w:rsidP="002B7DE3">
      <w:pPr>
        <w:jc w:val="both"/>
        <w:rPr>
          <w:rFonts w:ascii="Times New Roman" w:hAnsi="Times New Roman"/>
          <w:sz w:val="24"/>
          <w:szCs w:val="24"/>
        </w:rPr>
      </w:pPr>
      <w:r w:rsidRPr="002B7DE3">
        <w:rPr>
          <w:rFonts w:ascii="Times New Roman" w:hAnsi="Times New Roman"/>
          <w:b/>
          <w:sz w:val="24"/>
          <w:szCs w:val="24"/>
          <w:lang w:val="uk-UA"/>
        </w:rPr>
        <w:t>2.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2B7DE3">
        <w:rPr>
          <w:rFonts w:ascii="Times New Roman" w:hAnsi="Times New Roman"/>
          <w:sz w:val="24"/>
          <w:szCs w:val="24"/>
        </w:rPr>
        <w:t>Нагірянськ</w:t>
      </w:r>
      <w:r>
        <w:rPr>
          <w:rFonts w:ascii="Times New Roman" w:hAnsi="Times New Roman"/>
          <w:sz w:val="24"/>
          <w:szCs w:val="24"/>
          <w:lang w:val="uk-UA"/>
        </w:rPr>
        <w:t>ому</w:t>
      </w:r>
      <w:r w:rsidRPr="002B7DE3">
        <w:rPr>
          <w:rFonts w:ascii="Times New Roman" w:hAnsi="Times New Roman"/>
          <w:sz w:val="24"/>
          <w:szCs w:val="24"/>
        </w:rPr>
        <w:t xml:space="preserve"> сільсько</w:t>
      </w:r>
      <w:r>
        <w:rPr>
          <w:rFonts w:ascii="Times New Roman" w:hAnsi="Times New Roman"/>
          <w:sz w:val="24"/>
          <w:szCs w:val="24"/>
          <w:lang w:val="uk-UA"/>
        </w:rPr>
        <w:t>му голові</w:t>
      </w:r>
      <w:r w:rsidRPr="002B7DE3">
        <w:rPr>
          <w:rFonts w:ascii="Times New Roman" w:hAnsi="Times New Roman"/>
          <w:sz w:val="24"/>
          <w:szCs w:val="24"/>
        </w:rPr>
        <w:t xml:space="preserve"> Ігорю Кіндрату укласти додаткову угоду про розірвання договору оренди вищезазначеної земельної ділянки.</w:t>
      </w:r>
    </w:p>
    <w:p w:rsidR="00661BDD" w:rsidRPr="002B7DE3" w:rsidRDefault="00661BDD" w:rsidP="002B7DE3">
      <w:pPr>
        <w:jc w:val="both"/>
        <w:rPr>
          <w:rFonts w:ascii="Times New Roman" w:hAnsi="Times New Roman"/>
          <w:sz w:val="24"/>
          <w:szCs w:val="24"/>
        </w:rPr>
      </w:pPr>
      <w:r w:rsidRPr="002B7DE3">
        <w:rPr>
          <w:rFonts w:ascii="Times New Roman" w:hAnsi="Times New Roman"/>
          <w:b/>
          <w:sz w:val="24"/>
          <w:szCs w:val="24"/>
          <w:lang w:val="uk-UA"/>
        </w:rPr>
        <w:t>3.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2B7DE3">
        <w:rPr>
          <w:rFonts w:ascii="Times New Roman" w:hAnsi="Times New Roman"/>
          <w:sz w:val="24"/>
          <w:szCs w:val="24"/>
        </w:rPr>
        <w:t>Директору ПАП “Березина”</w:t>
      </w:r>
      <w:r>
        <w:rPr>
          <w:rFonts w:ascii="Times New Roman" w:hAnsi="Times New Roman"/>
          <w:sz w:val="24"/>
          <w:szCs w:val="24"/>
          <w:lang w:val="uk-UA"/>
        </w:rPr>
        <w:t xml:space="preserve"> Володимиру Заболотному</w:t>
      </w:r>
      <w:r w:rsidRPr="002B7DE3">
        <w:rPr>
          <w:rFonts w:ascii="Times New Roman" w:hAnsi="Times New Roman"/>
          <w:sz w:val="24"/>
          <w:szCs w:val="24"/>
        </w:rPr>
        <w:t xml:space="preserve"> провести державну реєстрацію припинення права оренди земельної ділянки з кадастровим номером 6125584000:01:001:0825.</w:t>
      </w:r>
    </w:p>
    <w:p w:rsidR="00661BDD" w:rsidRPr="00BE2C08" w:rsidRDefault="00661BDD" w:rsidP="009C7C86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2B7DE3">
        <w:rPr>
          <w:rFonts w:ascii="Times New Roman" w:hAnsi="Times New Roman"/>
          <w:b/>
          <w:sz w:val="24"/>
          <w:szCs w:val="24"/>
          <w:lang w:val="uk-UA"/>
        </w:rPr>
        <w:t>4.</w:t>
      </w:r>
      <w:r w:rsidRPr="002B7DE3">
        <w:rPr>
          <w:rFonts w:ascii="Times New Roman" w:hAnsi="Times New Roman"/>
          <w:sz w:val="24"/>
          <w:szCs w:val="24"/>
        </w:rPr>
        <w:t xml:space="preserve"> Контроль за виконанням даного рішення покласти на постійну </w:t>
      </w:r>
      <w:r>
        <w:rPr>
          <w:rFonts w:ascii="Times New Roman" w:hAnsi="Times New Roman"/>
          <w:sz w:val="24"/>
          <w:szCs w:val="24"/>
        </w:rPr>
        <w:t>комісію сільської</w:t>
      </w:r>
      <w:r>
        <w:rPr>
          <w:rFonts w:ascii="Times New Roman" w:hAnsi="Times New Roman"/>
          <w:sz w:val="24"/>
          <w:szCs w:val="24"/>
          <w:lang w:val="uk-UA"/>
        </w:rPr>
        <w:t xml:space="preserve"> ради </w:t>
      </w:r>
      <w:r w:rsidRPr="002B7DE3">
        <w:rPr>
          <w:rFonts w:ascii="Times New Roman" w:hAnsi="Times New Roman"/>
          <w:sz w:val="24"/>
          <w:szCs w:val="24"/>
        </w:rPr>
        <w:t xml:space="preserve">з питань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661BDD" w:rsidRPr="002B7DE3" w:rsidRDefault="00661BDD" w:rsidP="003D15BC">
      <w:pPr>
        <w:pStyle w:val="3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61BDD" w:rsidRDefault="00661BDD" w:rsidP="003D15BC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Нагірянський сільський голова                                      Ігор КІНДРАТ          </w:t>
      </w:r>
    </w:p>
    <w:p w:rsidR="00661BDD" w:rsidRDefault="00661BDD" w:rsidP="003D15BC">
      <w:pPr>
        <w:rPr>
          <w:lang w:val="uk-UA"/>
        </w:rPr>
      </w:pPr>
    </w:p>
    <w:p w:rsidR="00661BDD" w:rsidRPr="00C01900" w:rsidRDefault="00661BDD" w:rsidP="003D15BC">
      <w:pPr>
        <w:rPr>
          <w:rFonts w:ascii="Times New Roman" w:hAnsi="Times New Roman"/>
          <w:sz w:val="24"/>
          <w:szCs w:val="24"/>
          <w:lang w:val="uk-UA"/>
        </w:rPr>
      </w:pPr>
      <w:r w:rsidRPr="00C01900">
        <w:rPr>
          <w:rFonts w:ascii="Times New Roman" w:hAnsi="Times New Roman"/>
          <w:sz w:val="24"/>
          <w:szCs w:val="24"/>
          <w:lang w:val="uk-UA"/>
        </w:rPr>
        <w:t>Йосип ЗІБРІВСЬКИЙ</w:t>
      </w:r>
    </w:p>
    <w:p w:rsidR="00661BDD" w:rsidRPr="00C01900" w:rsidRDefault="00661BDD" w:rsidP="003D15BC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Любомир ХОМ</w:t>
      </w:r>
      <w:r w:rsidRPr="00C01900"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  <w:lang w:val="uk-UA"/>
        </w:rPr>
        <w:t>ЯК</w:t>
      </w:r>
    </w:p>
    <w:p w:rsidR="00661BDD" w:rsidRDefault="00661BDD" w:rsidP="007F54BB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Оксана КОВАЛЬЧУК</w:t>
      </w:r>
    </w:p>
    <w:p w:rsidR="00661BDD" w:rsidRPr="00C01900" w:rsidRDefault="00661BDD" w:rsidP="007F54BB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Галина БУРЯК</w:t>
      </w:r>
    </w:p>
    <w:p w:rsidR="00661BDD" w:rsidRPr="00530EC9" w:rsidRDefault="00661BDD" w:rsidP="00AC325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661BDD" w:rsidRDefault="00661BDD" w:rsidP="00AC325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661BDD" w:rsidRDefault="00661BDD" w:rsidP="00AC325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661BDD" w:rsidRPr="00C01900" w:rsidRDefault="00661BDD">
      <w:pPr>
        <w:rPr>
          <w:lang w:val="uk-UA"/>
        </w:rPr>
      </w:pPr>
    </w:p>
    <w:sectPr w:rsidR="00661BDD" w:rsidRPr="00C01900" w:rsidSect="00D3048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10E6E"/>
    <w:multiLevelType w:val="hybridMultilevel"/>
    <w:tmpl w:val="6142B240"/>
    <w:lvl w:ilvl="0" w:tplc="172411F4">
      <w:start w:val="1"/>
      <w:numFmt w:val="decimal"/>
      <w:lvlText w:val="%1."/>
      <w:lvlJc w:val="left"/>
      <w:pPr>
        <w:ind w:left="6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07D6"/>
    <w:rsid w:val="00051813"/>
    <w:rsid w:val="000A62E4"/>
    <w:rsid w:val="001321B7"/>
    <w:rsid w:val="0013678A"/>
    <w:rsid w:val="0014154E"/>
    <w:rsid w:val="001701CD"/>
    <w:rsid w:val="00180EC2"/>
    <w:rsid w:val="00234AD7"/>
    <w:rsid w:val="002B7DE3"/>
    <w:rsid w:val="002E18BD"/>
    <w:rsid w:val="0033732F"/>
    <w:rsid w:val="0036161F"/>
    <w:rsid w:val="003D15BC"/>
    <w:rsid w:val="003F4607"/>
    <w:rsid w:val="0040531F"/>
    <w:rsid w:val="00426655"/>
    <w:rsid w:val="004303F7"/>
    <w:rsid w:val="004413FE"/>
    <w:rsid w:val="004D793D"/>
    <w:rsid w:val="004E6ACF"/>
    <w:rsid w:val="00530EC9"/>
    <w:rsid w:val="005C096B"/>
    <w:rsid w:val="00640E31"/>
    <w:rsid w:val="00661BDD"/>
    <w:rsid w:val="006667FF"/>
    <w:rsid w:val="006908F6"/>
    <w:rsid w:val="006C5D03"/>
    <w:rsid w:val="0075525A"/>
    <w:rsid w:val="00764409"/>
    <w:rsid w:val="007F3393"/>
    <w:rsid w:val="007F54BB"/>
    <w:rsid w:val="00816FA4"/>
    <w:rsid w:val="00871496"/>
    <w:rsid w:val="00877E0D"/>
    <w:rsid w:val="008A3838"/>
    <w:rsid w:val="009C7C86"/>
    <w:rsid w:val="00A2091A"/>
    <w:rsid w:val="00A80CBD"/>
    <w:rsid w:val="00A95CF7"/>
    <w:rsid w:val="00AC325C"/>
    <w:rsid w:val="00AE056B"/>
    <w:rsid w:val="00B042B5"/>
    <w:rsid w:val="00B06161"/>
    <w:rsid w:val="00B653C5"/>
    <w:rsid w:val="00B765E3"/>
    <w:rsid w:val="00B86DF7"/>
    <w:rsid w:val="00BE2C08"/>
    <w:rsid w:val="00C01900"/>
    <w:rsid w:val="00C32C87"/>
    <w:rsid w:val="00C657E4"/>
    <w:rsid w:val="00C7203C"/>
    <w:rsid w:val="00C947C7"/>
    <w:rsid w:val="00CB01C0"/>
    <w:rsid w:val="00D30488"/>
    <w:rsid w:val="00D305A0"/>
    <w:rsid w:val="00D7109B"/>
    <w:rsid w:val="00D96F39"/>
    <w:rsid w:val="00DA480C"/>
    <w:rsid w:val="00DC7153"/>
    <w:rsid w:val="00DD5883"/>
    <w:rsid w:val="00E03A29"/>
    <w:rsid w:val="00E507D6"/>
    <w:rsid w:val="00EE0578"/>
    <w:rsid w:val="00F039C6"/>
    <w:rsid w:val="00F26CDC"/>
    <w:rsid w:val="00F30974"/>
    <w:rsid w:val="00F317E0"/>
    <w:rsid w:val="00F465B9"/>
    <w:rsid w:val="00F644E7"/>
    <w:rsid w:val="00F709C8"/>
    <w:rsid w:val="00F73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25C"/>
    <w:pPr>
      <w:spacing w:after="160" w:line="252" w:lineRule="auto"/>
    </w:pPr>
    <w:rPr>
      <w:lang w:val="ru-R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2B7DE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B7DE3"/>
    <w:rPr>
      <w:rFonts w:ascii="Arial" w:hAnsi="Arial" w:cs="Arial"/>
      <w:b/>
      <w:bCs/>
      <w:kern w:val="32"/>
      <w:sz w:val="32"/>
      <w:szCs w:val="32"/>
      <w:lang w:val="uk-UA" w:eastAsia="ru-RU" w:bidi="ar-SA"/>
    </w:rPr>
  </w:style>
  <w:style w:type="paragraph" w:customStyle="1" w:styleId="1">
    <w:name w:val="Без інтервалів1"/>
    <w:uiPriority w:val="99"/>
    <w:rsid w:val="0013678A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30E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30EC9"/>
    <w:rPr>
      <w:rFonts w:ascii="Segoe UI" w:hAnsi="Segoe UI" w:cs="Segoe UI"/>
      <w:sz w:val="18"/>
      <w:szCs w:val="18"/>
    </w:rPr>
  </w:style>
  <w:style w:type="paragraph" w:customStyle="1" w:styleId="3">
    <w:name w:val="Без інтервалів3"/>
    <w:uiPriority w:val="99"/>
    <w:rsid w:val="003D15BC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67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135</TotalTime>
  <Pages>2</Pages>
  <Words>228</Words>
  <Characters>1303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28</cp:revision>
  <cp:lastPrinted>2021-08-17T07:28:00Z</cp:lastPrinted>
  <dcterms:created xsi:type="dcterms:W3CDTF">2021-03-10T09:20:00Z</dcterms:created>
  <dcterms:modified xsi:type="dcterms:W3CDTF">2021-08-17T07:29:00Z</dcterms:modified>
</cp:coreProperties>
</file>