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E67" w:rsidRPr="007C3EBD" w:rsidRDefault="00427E67" w:rsidP="007C3EBD">
      <w:pPr>
        <w:jc w:val="right"/>
        <w:rPr>
          <w:lang w:val="uk-UA"/>
        </w:rPr>
      </w:pPr>
      <w:r w:rsidRPr="007C3EBD">
        <w:rPr>
          <w:lang w:val="uk-UA"/>
        </w:rPr>
        <w:t xml:space="preserve">                                       </w:t>
      </w:r>
    </w:p>
    <w:p w:rsidR="00427E67" w:rsidRDefault="00427E67" w:rsidP="00EF1A59">
      <w:pPr>
        <w:rPr>
          <w:sz w:val="32"/>
          <w:szCs w:val="20"/>
          <w:lang w:val="uk-UA"/>
        </w:rPr>
      </w:pPr>
    </w:p>
    <w:p w:rsidR="00427E67" w:rsidRPr="00A84C4B" w:rsidRDefault="00427E67" w:rsidP="00E350D8">
      <w:pPr>
        <w:jc w:val="center"/>
        <w:rPr>
          <w:sz w:val="32"/>
          <w:szCs w:val="20"/>
          <w:lang w:val="uk-UA"/>
        </w:rPr>
      </w:pPr>
      <w:r>
        <w:rPr>
          <w:sz w:val="32"/>
          <w:szCs w:val="20"/>
          <w:lang w:val="uk-UA"/>
        </w:rPr>
        <w:t xml:space="preserve">   </w:t>
      </w:r>
      <w:r w:rsidRPr="006A412B">
        <w:rPr>
          <w:b/>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65.25pt;height:54pt;visibility:visible">
            <v:imagedata r:id="rId7" o:title=""/>
          </v:shape>
        </w:pict>
      </w:r>
      <w:r>
        <w:rPr>
          <w:sz w:val="32"/>
          <w:szCs w:val="20"/>
          <w:lang w:val="uk-UA"/>
        </w:rPr>
        <w:t xml:space="preserve">                             </w:t>
      </w:r>
    </w:p>
    <w:p w:rsidR="00427E67" w:rsidRPr="007C3EBD" w:rsidRDefault="00427E67" w:rsidP="00E350D8">
      <w:pPr>
        <w:keepNext/>
        <w:jc w:val="center"/>
        <w:outlineLvl w:val="0"/>
        <w:rPr>
          <w:lang w:val="uk-UA"/>
        </w:rPr>
      </w:pPr>
      <w:r w:rsidRPr="007C3EBD">
        <w:rPr>
          <w:lang w:val="uk-UA"/>
        </w:rPr>
        <w:t>НАГІРЯНСЬКА СІЛЬСЬКА РАДА</w:t>
      </w:r>
    </w:p>
    <w:p w:rsidR="00427E67" w:rsidRDefault="00427E67" w:rsidP="00E350D8">
      <w:pPr>
        <w:keepNext/>
        <w:jc w:val="center"/>
        <w:outlineLvl w:val="1"/>
        <w:rPr>
          <w:lang w:val="uk-UA"/>
        </w:rPr>
      </w:pPr>
      <w:r>
        <w:rPr>
          <w:lang w:val="uk-UA"/>
        </w:rPr>
        <w:t>ЧОРТКІВСЬКОГО РАЙОНУ ТЕРНОПІЛЬСЬКОЇ ОБЛАСТІ</w:t>
      </w:r>
    </w:p>
    <w:p w:rsidR="00427E67" w:rsidRPr="007C3EBD" w:rsidRDefault="00427E67" w:rsidP="00E350D8">
      <w:pPr>
        <w:keepNext/>
        <w:jc w:val="center"/>
        <w:outlineLvl w:val="1"/>
        <w:rPr>
          <w:lang w:val="uk-UA"/>
        </w:rPr>
      </w:pPr>
      <w:r>
        <w:rPr>
          <w:lang w:val="uk-UA"/>
        </w:rPr>
        <w:t>ВОСЬМЕ СКЛИКАННЯ</w:t>
      </w:r>
    </w:p>
    <w:p w:rsidR="00427E67" w:rsidRDefault="00427E67" w:rsidP="00DB7F9E">
      <w:pPr>
        <w:jc w:val="center"/>
        <w:rPr>
          <w:lang w:val="uk-UA"/>
        </w:rPr>
      </w:pPr>
      <w:r w:rsidRPr="007C3EBD">
        <w:rPr>
          <w:lang w:val="uk-UA"/>
        </w:rPr>
        <w:t xml:space="preserve"> </w:t>
      </w:r>
      <w:r>
        <w:rPr>
          <w:lang w:val="uk-UA"/>
        </w:rPr>
        <w:t>СІМНАДЦЯТА СЕСІЯ</w:t>
      </w:r>
    </w:p>
    <w:p w:rsidR="00427E67" w:rsidRDefault="00427E67" w:rsidP="00DB7F9E">
      <w:pPr>
        <w:jc w:val="center"/>
        <w:rPr>
          <w:lang w:val="uk-UA"/>
        </w:rPr>
      </w:pPr>
      <w:r>
        <w:rPr>
          <w:lang w:val="uk-UA"/>
        </w:rPr>
        <w:t>Перше пленарне засідання</w:t>
      </w:r>
    </w:p>
    <w:p w:rsidR="00427E67" w:rsidRPr="00FE1DF5" w:rsidRDefault="00427E67" w:rsidP="00FE1DF5">
      <w:pPr>
        <w:keepNext/>
        <w:jc w:val="center"/>
        <w:outlineLvl w:val="4"/>
        <w:rPr>
          <w:lang w:val="uk-UA"/>
        </w:rPr>
      </w:pPr>
      <w:r w:rsidRPr="007C3EBD">
        <w:rPr>
          <w:lang w:val="uk-UA"/>
        </w:rPr>
        <w:t>Р І Ш Е Н Н Я</w:t>
      </w:r>
    </w:p>
    <w:p w:rsidR="00427E67" w:rsidRDefault="00427E67" w:rsidP="009E23D3">
      <w:pPr>
        <w:spacing w:line="360" w:lineRule="auto"/>
        <w:rPr>
          <w:b/>
          <w:bCs/>
          <w:color w:val="333333"/>
          <w:bdr w:val="none" w:sz="0" w:space="0" w:color="auto" w:frame="1"/>
          <w:shd w:val="clear" w:color="auto" w:fill="FFFFFF"/>
        </w:rPr>
      </w:pPr>
      <w:r>
        <w:t>від 01 лютого</w:t>
      </w:r>
      <w:r w:rsidRPr="007C3EBD">
        <w:t xml:space="preserve">  202</w:t>
      </w:r>
      <w:r>
        <w:t>2</w:t>
      </w:r>
      <w:r w:rsidRPr="007C3EBD">
        <w:t xml:space="preserve"> року                                </w:t>
      </w:r>
      <w:r>
        <w:t xml:space="preserve">     </w:t>
      </w:r>
      <w:r w:rsidRPr="007C3EBD">
        <w:t>№</w:t>
      </w:r>
      <w:r>
        <w:t xml:space="preserve"> </w:t>
      </w:r>
      <w:r>
        <w:rPr>
          <w:lang w:val="uk-UA"/>
        </w:rPr>
        <w:t>635</w:t>
      </w:r>
      <w:r>
        <w:rPr>
          <w:b/>
          <w:bCs/>
          <w:color w:val="333333"/>
          <w:bdr w:val="none" w:sz="0" w:space="0" w:color="auto" w:frame="1"/>
          <w:shd w:val="clear" w:color="auto" w:fill="FFFFFF"/>
        </w:rPr>
        <w:t xml:space="preserve"> </w:t>
      </w:r>
    </w:p>
    <w:p w:rsidR="00427E67" w:rsidRPr="007C3EBD" w:rsidRDefault="00427E67" w:rsidP="00041214">
      <w:pPr>
        <w:pStyle w:val="NormalWeb"/>
        <w:shd w:val="clear" w:color="auto" w:fill="FFFFFF"/>
        <w:spacing w:before="0" w:beforeAutospacing="0" w:after="0" w:afterAutospacing="0"/>
        <w:jc w:val="both"/>
        <w:rPr>
          <w:rFonts w:ascii="Arial" w:hAnsi="Arial" w:cs="Arial"/>
          <w:color w:val="333333"/>
        </w:rPr>
      </w:pPr>
      <w:r w:rsidRPr="007C3EBD">
        <w:rPr>
          <w:b/>
          <w:bCs/>
          <w:color w:val="333333"/>
          <w:bdr w:val="none" w:sz="0" w:space="0" w:color="auto" w:frame="1"/>
          <w:shd w:val="clear" w:color="auto" w:fill="FFFFFF"/>
        </w:rPr>
        <w:t>Про організацію харчування учнів</w:t>
      </w:r>
    </w:p>
    <w:p w:rsidR="00427E67" w:rsidRDefault="00427E67"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закладів загальної середньої освіти</w:t>
      </w:r>
      <w:r>
        <w:rPr>
          <w:b/>
          <w:bCs/>
          <w:color w:val="333333"/>
          <w:bdr w:val="none" w:sz="0" w:space="0" w:color="auto" w:frame="1"/>
          <w:shd w:val="clear" w:color="auto" w:fill="FFFFFF"/>
        </w:rPr>
        <w:t>,</w:t>
      </w:r>
    </w:p>
    <w:p w:rsidR="00427E67" w:rsidRPr="007C3EBD" w:rsidRDefault="00427E67" w:rsidP="00041214">
      <w:pPr>
        <w:pStyle w:val="NormalWeb"/>
        <w:shd w:val="clear" w:color="auto" w:fill="FFFFFF"/>
        <w:spacing w:before="0" w:beforeAutospacing="0" w:after="0" w:afterAutospacing="0"/>
        <w:jc w:val="both"/>
        <w:rPr>
          <w:rFonts w:ascii="Arial" w:hAnsi="Arial" w:cs="Arial"/>
          <w:color w:val="333333"/>
        </w:rPr>
      </w:pPr>
      <w:r>
        <w:rPr>
          <w:b/>
          <w:bCs/>
          <w:color w:val="333333"/>
          <w:bdr w:val="none" w:sz="0" w:space="0" w:color="auto" w:frame="1"/>
          <w:shd w:val="clear" w:color="auto" w:fill="FFFFFF"/>
        </w:rPr>
        <w:t>гімназій, початкової школи</w:t>
      </w:r>
    </w:p>
    <w:p w:rsidR="00427E67" w:rsidRPr="0062148B" w:rsidRDefault="00427E67"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Нагірянської</w:t>
      </w:r>
      <w:r>
        <w:rPr>
          <w:b/>
          <w:bCs/>
          <w:color w:val="333333"/>
          <w:bdr w:val="none" w:sz="0" w:space="0" w:color="auto" w:frame="1"/>
          <w:shd w:val="clear" w:color="auto" w:fill="FFFFFF"/>
        </w:rPr>
        <w:t xml:space="preserve"> сільської ради </w:t>
      </w:r>
    </w:p>
    <w:p w:rsidR="00427E67" w:rsidRPr="007C3EBD" w:rsidRDefault="00427E67" w:rsidP="00041214">
      <w:pPr>
        <w:pStyle w:val="NormalWeb"/>
        <w:shd w:val="clear" w:color="auto" w:fill="FFFFFF"/>
        <w:spacing w:before="0" w:beforeAutospacing="0" w:after="0" w:afterAutospacing="0"/>
        <w:jc w:val="both"/>
        <w:rPr>
          <w:rFonts w:ascii="Arial" w:hAnsi="Arial" w:cs="Arial"/>
          <w:color w:val="333333"/>
        </w:rPr>
      </w:pPr>
      <w:r w:rsidRPr="007C3EBD">
        <w:rPr>
          <w:rFonts w:ascii="Calibri" w:hAnsi="Calibri" w:cs="Calibri"/>
          <w:b/>
          <w:bCs/>
          <w:color w:val="333333"/>
          <w:bdr w:val="none" w:sz="0" w:space="0" w:color="auto" w:frame="1"/>
          <w:shd w:val="clear" w:color="auto" w:fill="FFFFFF"/>
        </w:rPr>
        <w:t> </w:t>
      </w:r>
    </w:p>
    <w:p w:rsidR="00427E67" w:rsidRDefault="00427E67" w:rsidP="00CA4F93">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r w:rsidRPr="007C3EBD">
        <w:rPr>
          <w:color w:val="333333"/>
          <w:bdr w:val="none" w:sz="0" w:space="0" w:color="auto" w:frame="1"/>
          <w:shd w:val="clear" w:color="auto" w:fill="FFFFFF"/>
        </w:rPr>
        <w:t>Керуючись статтею 26 Закону України «Про місцеве самоврядування в Україні», законами України «Про освіту», «Про повну загальну середню освіту», від 01.06.2000 № 1768-III,  Про організацію харчування окремих категорій учнів у загальноосвітніх навчальних закладах», від 02.02.2011 № 116 з метою забезпечення повноцінного харчування учнів закл</w:t>
      </w:r>
      <w:r>
        <w:rPr>
          <w:color w:val="333333"/>
          <w:bdr w:val="none" w:sz="0" w:space="0" w:color="auto" w:frame="1"/>
          <w:shd w:val="clear" w:color="auto" w:fill="FFFFFF"/>
        </w:rPr>
        <w:t xml:space="preserve">адів загальної середньої освіти та враховуючи рекомендації та пропозиції </w:t>
      </w:r>
      <w:r w:rsidRPr="009E23D3">
        <w:rPr>
          <w:color w:val="333333"/>
          <w:bdr w:val="none" w:sz="0" w:space="0" w:color="auto" w:frame="1"/>
          <w:shd w:val="clear" w:color="auto" w:fill="FFFFFF"/>
        </w:rPr>
        <w:t xml:space="preserve"> </w:t>
      </w:r>
      <w:r w:rsidRPr="007C3EBD">
        <w:rPr>
          <w:color w:val="333333"/>
          <w:bdr w:val="none" w:sz="0" w:space="0" w:color="auto" w:frame="1"/>
          <w:shd w:val="clear" w:color="auto" w:fill="FFFFFF"/>
        </w:rPr>
        <w:t>постійн</w:t>
      </w:r>
      <w:r>
        <w:rPr>
          <w:color w:val="333333"/>
          <w:bdr w:val="none" w:sz="0" w:space="0" w:color="auto" w:frame="1"/>
          <w:shd w:val="clear" w:color="auto" w:fill="FFFFFF"/>
        </w:rPr>
        <w:t>ої</w:t>
      </w:r>
      <w:r w:rsidRPr="007C3EBD">
        <w:rPr>
          <w:color w:val="333333"/>
          <w:bdr w:val="none" w:sz="0" w:space="0" w:color="auto" w:frame="1"/>
          <w:shd w:val="clear" w:color="auto" w:fill="FFFFFF"/>
        </w:rPr>
        <w:t xml:space="preserve"> комісі</w:t>
      </w:r>
      <w:r>
        <w:rPr>
          <w:color w:val="333333"/>
          <w:bdr w:val="none" w:sz="0" w:space="0" w:color="auto" w:frame="1"/>
          <w:shd w:val="clear" w:color="auto" w:fill="FFFFFF"/>
        </w:rPr>
        <w:t xml:space="preserve">ї сільської ради </w:t>
      </w:r>
      <w:r w:rsidRPr="007C3EBD">
        <w:rPr>
          <w:color w:val="333333"/>
          <w:bdr w:val="none" w:sz="0" w:space="0" w:color="auto" w:frame="1"/>
          <w:shd w:val="clear" w:color="auto" w:fill="FFFFFF"/>
        </w:rPr>
        <w:t xml:space="preserve"> з питань бюджету </w:t>
      </w:r>
      <w:r>
        <w:rPr>
          <w:color w:val="333333"/>
          <w:bdr w:val="none" w:sz="0" w:space="0" w:color="auto" w:frame="1"/>
          <w:shd w:val="clear" w:color="auto" w:fill="FFFFFF"/>
        </w:rPr>
        <w:t xml:space="preserve">та соціально-економічного розвитку від 27 січня 2022 року, </w:t>
      </w:r>
      <w:r w:rsidRPr="007C3EBD">
        <w:rPr>
          <w:color w:val="333333"/>
          <w:bdr w:val="none" w:sz="0" w:space="0" w:color="auto" w:frame="1"/>
          <w:shd w:val="clear" w:color="auto" w:fill="FFFFFF"/>
        </w:rPr>
        <w:t xml:space="preserve"> Нагірянська  сільська рада</w:t>
      </w:r>
    </w:p>
    <w:p w:rsidR="00427E67" w:rsidRPr="00CA4F93" w:rsidRDefault="00427E67" w:rsidP="00CA4F93">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p>
    <w:p w:rsidR="00427E67" w:rsidRDefault="00427E67"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ВИРІШИЛА:</w:t>
      </w:r>
    </w:p>
    <w:p w:rsidR="00427E67" w:rsidRPr="00CA4F93" w:rsidRDefault="00427E67"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p>
    <w:p w:rsidR="00427E67" w:rsidRDefault="00427E67"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7C3EBD">
        <w:rPr>
          <w:b/>
          <w:color w:val="333333"/>
          <w:bdr w:val="none" w:sz="0" w:space="0" w:color="auto" w:frame="1"/>
          <w:shd w:val="clear" w:color="auto" w:fill="FFFFFF"/>
        </w:rPr>
        <w:t>1.</w:t>
      </w:r>
      <w:r w:rsidRPr="007C3EBD">
        <w:rPr>
          <w:color w:val="333333"/>
          <w:bdr w:val="none" w:sz="0" w:space="0" w:color="auto" w:frame="1"/>
          <w:shd w:val="clear" w:color="auto" w:fill="FFFFFF"/>
        </w:rPr>
        <w:t xml:space="preserve"> Організувати безкоштовне харчування за рахунок коштів місцевого бюджету дітей пільгових категорій закладів загальної середньої освіти, а саме: дітей-сиріт, дітей, позбавлених батьківського піклування, дітей з особливими освітніми потребами, які навчаються в інклюзивних класах, </w:t>
      </w:r>
      <w:r>
        <w:rPr>
          <w:color w:val="333333"/>
          <w:bdr w:val="none" w:sz="0" w:space="0" w:color="auto" w:frame="1"/>
          <w:shd w:val="clear" w:color="auto" w:fill="FFFFFF"/>
        </w:rPr>
        <w:t xml:space="preserve">дітей з інвалідністю, </w:t>
      </w:r>
      <w:r w:rsidRPr="007C3EBD">
        <w:rPr>
          <w:color w:val="333333"/>
          <w:bdr w:val="none" w:sz="0" w:space="0" w:color="auto" w:frame="1"/>
          <w:shd w:val="clear" w:color="auto" w:fill="FFFFFF"/>
        </w:rPr>
        <w:t>учнів із сімей, які отримують допомогу відповідно до Закону України  «Про державну соціальну допомогу малозабезпеченим сім’ям», дітей, батьки яких є (були) учасниками бойових дій,</w:t>
      </w:r>
      <w:r>
        <w:rPr>
          <w:color w:val="333333"/>
          <w:bdr w:val="none" w:sz="0" w:space="0" w:color="auto" w:frame="1"/>
          <w:shd w:val="clear" w:color="auto" w:fill="FFFFFF"/>
        </w:rPr>
        <w:t xml:space="preserve"> дітей, батьки яких є учасниками АТО чи загинули під час виконання бойових дій в зоні АТО,</w:t>
      </w:r>
      <w:r w:rsidRPr="007C3EBD">
        <w:rPr>
          <w:color w:val="333333"/>
          <w:bdr w:val="none" w:sz="0" w:space="0" w:color="auto" w:frame="1"/>
          <w:shd w:val="clear" w:color="auto" w:fill="FFFFFF"/>
        </w:rPr>
        <w:t xml:space="preserve"> дітей-переселенців із тимчасово окупованих територій</w:t>
      </w:r>
      <w:r>
        <w:rPr>
          <w:color w:val="333333"/>
          <w:bdr w:val="none" w:sz="0" w:space="0" w:color="auto" w:frame="1"/>
          <w:shd w:val="clear" w:color="auto" w:fill="FFFFFF"/>
        </w:rPr>
        <w:t xml:space="preserve"> (відповідно цільової програми підтримки дітей учасників АТО</w:t>
      </w:r>
      <w:r w:rsidRPr="007C3EBD">
        <w:rPr>
          <w:color w:val="333333"/>
          <w:bdr w:val="none" w:sz="0" w:space="0" w:color="auto" w:frame="1"/>
          <w:shd w:val="clear" w:color="auto" w:fill="FFFFFF"/>
        </w:rPr>
        <w:t>, дітей з орфанними захворюваннями.</w:t>
      </w:r>
    </w:p>
    <w:p w:rsidR="00427E67" w:rsidRPr="00CA4F93" w:rsidRDefault="00427E67"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180D1F">
        <w:rPr>
          <w:b/>
          <w:color w:val="333333"/>
          <w:bdr w:val="none" w:sz="0" w:space="0" w:color="auto" w:frame="1"/>
          <w:shd w:val="clear" w:color="auto" w:fill="FFFFFF"/>
        </w:rPr>
        <w:t>2.</w:t>
      </w:r>
      <w:r>
        <w:rPr>
          <w:color w:val="333333"/>
          <w:bdr w:val="none" w:sz="0" w:space="0" w:color="auto" w:frame="1"/>
          <w:shd w:val="clear" w:color="auto" w:fill="FFFFFF"/>
        </w:rPr>
        <w:t xml:space="preserve"> Організувати харчування за рахунок коштів місцевого бюджету у розмірі 75 % для дітей з сімей, в яких проживають і виховуються троє і більше дітей (згідно поданих документів).</w:t>
      </w:r>
    </w:p>
    <w:p w:rsidR="00427E67" w:rsidRPr="00CA4F93" w:rsidRDefault="00427E67"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Pr>
          <w:b/>
          <w:color w:val="333333"/>
          <w:bdr w:val="none" w:sz="0" w:space="0" w:color="auto" w:frame="1"/>
          <w:shd w:val="clear" w:color="auto" w:fill="FFFFFF"/>
        </w:rPr>
        <w:t>3</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Керівникам закладів загальної середньої освіти  Нагірянської сільської ради тримати на постійному контролі оформлення документів, що пі</w:t>
      </w:r>
      <w:r>
        <w:rPr>
          <w:color w:val="333333"/>
          <w:bdr w:val="none" w:sz="0" w:space="0" w:color="auto" w:frame="1"/>
          <w:shd w:val="clear" w:color="auto" w:fill="FFFFFF"/>
        </w:rPr>
        <w:t>дтверджують право на одержання пільгового</w:t>
      </w:r>
      <w:r w:rsidRPr="007C3EBD">
        <w:rPr>
          <w:color w:val="333333"/>
          <w:bdr w:val="none" w:sz="0" w:space="0" w:color="auto" w:frame="1"/>
          <w:shd w:val="clear" w:color="auto" w:fill="FFFFFF"/>
        </w:rPr>
        <w:t xml:space="preserve"> харчування, згідно вимог чинного законодавства.</w:t>
      </w:r>
    </w:p>
    <w:p w:rsidR="00427E67" w:rsidRDefault="00427E67" w:rsidP="00CD7921">
      <w:pPr>
        <w:pStyle w:val="NormalWeb"/>
        <w:shd w:val="clear" w:color="auto" w:fill="FFFFFF"/>
        <w:spacing w:before="0" w:beforeAutospacing="0" w:after="0" w:afterAutospacing="0"/>
        <w:jc w:val="both"/>
        <w:rPr>
          <w:b/>
          <w:bCs/>
        </w:rPr>
      </w:pPr>
      <w:r>
        <w:rPr>
          <w:b/>
          <w:color w:val="333333"/>
          <w:bdr w:val="none" w:sz="0" w:space="0" w:color="auto" w:frame="1"/>
          <w:shd w:val="clear" w:color="auto" w:fill="FFFFFF"/>
        </w:rPr>
        <w:t>4</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Контроль за виконанням даного рішення покласти</w:t>
      </w:r>
      <w:r>
        <w:rPr>
          <w:color w:val="333333"/>
          <w:bdr w:val="none" w:sz="0" w:space="0" w:color="auto" w:frame="1"/>
          <w:shd w:val="clear" w:color="auto" w:fill="FFFFFF"/>
        </w:rPr>
        <w:t xml:space="preserve"> </w:t>
      </w:r>
      <w:r w:rsidRPr="007C3EBD">
        <w:rPr>
          <w:color w:val="333333"/>
          <w:bdr w:val="none" w:sz="0" w:space="0" w:color="auto" w:frame="1"/>
          <w:shd w:val="clear" w:color="auto" w:fill="FFFFFF"/>
        </w:rPr>
        <w:t xml:space="preserve"> на</w:t>
      </w:r>
      <w:r>
        <w:rPr>
          <w:color w:val="333333"/>
          <w:bdr w:val="none" w:sz="0" w:space="0" w:color="auto" w:frame="1"/>
          <w:shd w:val="clear" w:color="auto" w:fill="FFFFFF"/>
        </w:rPr>
        <w:t xml:space="preserve"> в.о начальника Гуманітарного відділу Нагірянської сільської ради Людмилу КУНЬ та</w:t>
      </w:r>
      <w:r w:rsidRPr="007C3EBD">
        <w:rPr>
          <w:color w:val="333333"/>
          <w:bdr w:val="none" w:sz="0" w:space="0" w:color="auto" w:frame="1"/>
          <w:shd w:val="clear" w:color="auto" w:fill="FFFFFF"/>
        </w:rPr>
        <w:t xml:space="preserve"> постійну комісію з питань бюджету </w:t>
      </w:r>
      <w:bookmarkStart w:id="0" w:name="_GoBack"/>
      <w:bookmarkEnd w:id="0"/>
      <w:r>
        <w:rPr>
          <w:color w:val="333333"/>
          <w:bdr w:val="none" w:sz="0" w:space="0" w:color="auto" w:frame="1"/>
          <w:shd w:val="clear" w:color="auto" w:fill="FFFFFF"/>
        </w:rPr>
        <w:t xml:space="preserve">та соціально-економічного розвитку </w:t>
      </w:r>
      <w:r w:rsidRPr="007C3EBD">
        <w:rPr>
          <w:color w:val="333333"/>
          <w:bdr w:val="none" w:sz="0" w:space="0" w:color="auto" w:frame="1"/>
          <w:shd w:val="clear" w:color="auto" w:fill="FFFFFF"/>
        </w:rPr>
        <w:t>Нагірянської сільської ради</w:t>
      </w:r>
      <w:r>
        <w:rPr>
          <w:color w:val="333333"/>
          <w:bdr w:val="none" w:sz="0" w:space="0" w:color="auto" w:frame="1"/>
          <w:shd w:val="clear" w:color="auto" w:fill="FFFFFF"/>
        </w:rPr>
        <w:t xml:space="preserve"> (голова комісії – Любомир ХРУСТАВКА)</w:t>
      </w:r>
      <w:r w:rsidRPr="007C3EBD">
        <w:rPr>
          <w:color w:val="333333"/>
          <w:bdr w:val="none" w:sz="0" w:space="0" w:color="auto" w:frame="1"/>
          <w:shd w:val="clear" w:color="auto" w:fill="FFFFFF"/>
        </w:rPr>
        <w:t>.</w:t>
      </w:r>
      <w:r w:rsidRPr="007C3EBD">
        <w:rPr>
          <w:b/>
          <w:bCs/>
        </w:rPr>
        <w:t xml:space="preserve">        </w:t>
      </w:r>
    </w:p>
    <w:p w:rsidR="00427E67" w:rsidRDefault="00427E67" w:rsidP="00CD7921">
      <w:pPr>
        <w:pStyle w:val="NormalWeb"/>
        <w:shd w:val="clear" w:color="auto" w:fill="FFFFFF"/>
        <w:spacing w:before="0" w:beforeAutospacing="0" w:after="0" w:afterAutospacing="0"/>
        <w:jc w:val="both"/>
        <w:rPr>
          <w:b/>
          <w:bCs/>
        </w:rPr>
      </w:pPr>
    </w:p>
    <w:p w:rsidR="00427E67" w:rsidRPr="007C3EBD" w:rsidRDefault="00427E67" w:rsidP="00CD7921">
      <w:pPr>
        <w:pStyle w:val="NormalWeb"/>
        <w:shd w:val="clear" w:color="auto" w:fill="FFFFFF"/>
        <w:spacing w:before="0" w:beforeAutospacing="0" w:after="0" w:afterAutospacing="0"/>
        <w:jc w:val="both"/>
        <w:rPr>
          <w:b/>
          <w:bCs/>
        </w:rPr>
      </w:pPr>
      <w:r w:rsidRPr="007C3EBD">
        <w:rPr>
          <w:b/>
          <w:bCs/>
        </w:rPr>
        <w:t xml:space="preserve">                        </w:t>
      </w:r>
    </w:p>
    <w:p w:rsidR="00427E67" w:rsidRPr="007C3EBD" w:rsidRDefault="00427E67" w:rsidP="00CD7921">
      <w:pPr>
        <w:pStyle w:val="NormalWeb"/>
        <w:shd w:val="clear" w:color="auto" w:fill="FFFFFF"/>
        <w:spacing w:before="0" w:beforeAutospacing="0" w:after="0" w:afterAutospacing="0"/>
        <w:jc w:val="both"/>
        <w:rPr>
          <w:bCs/>
        </w:rPr>
      </w:pPr>
      <w:r w:rsidRPr="007C3EBD">
        <w:rPr>
          <w:bCs/>
        </w:rPr>
        <w:t>Нагірянський сільський голова                               Ігор КІНДРАТ</w:t>
      </w:r>
    </w:p>
    <w:p w:rsidR="00427E67" w:rsidRPr="007C3EBD" w:rsidRDefault="00427E67" w:rsidP="00D64B3A">
      <w:pPr>
        <w:tabs>
          <w:tab w:val="left" w:pos="3765"/>
        </w:tabs>
        <w:rPr>
          <w:b/>
          <w:bCs/>
          <w:lang w:val="uk-UA"/>
        </w:rPr>
      </w:pPr>
    </w:p>
    <w:p w:rsidR="00427E67" w:rsidRDefault="00427E67" w:rsidP="00EC3AA3">
      <w:pPr>
        <w:rPr>
          <w:lang w:val="uk-UA"/>
        </w:rPr>
      </w:pPr>
    </w:p>
    <w:sectPr w:rsidR="00427E67"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E67" w:rsidRDefault="00427E67" w:rsidP="00B36569">
      <w:r>
        <w:separator/>
      </w:r>
    </w:p>
  </w:endnote>
  <w:endnote w:type="continuationSeparator" w:id="0">
    <w:p w:rsidR="00427E67" w:rsidRDefault="00427E67"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E67" w:rsidRDefault="00427E67" w:rsidP="00B36569">
      <w:r>
        <w:separator/>
      </w:r>
    </w:p>
  </w:footnote>
  <w:footnote w:type="continuationSeparator" w:id="0">
    <w:p w:rsidR="00427E67" w:rsidRDefault="00427E67"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64A5"/>
    <w:multiLevelType w:val="hybridMultilevel"/>
    <w:tmpl w:val="BFC8DC84"/>
    <w:lvl w:ilvl="0" w:tplc="DC88F09E">
      <w:start w:val="12"/>
      <w:numFmt w:val="bullet"/>
      <w:lvlText w:val="-"/>
      <w:lvlJc w:val="left"/>
      <w:pPr>
        <w:ind w:left="1724" w:hanging="360"/>
      </w:pPr>
      <w:rPr>
        <w:rFonts w:ascii="Times New Roman" w:eastAsia="Times New Roman" w:hAnsi="Times New Roman" w:hint="default"/>
      </w:rPr>
    </w:lvl>
    <w:lvl w:ilvl="1" w:tplc="04220003">
      <w:start w:val="1"/>
      <w:numFmt w:val="bullet"/>
      <w:lvlText w:val="o"/>
      <w:lvlJc w:val="left"/>
      <w:pPr>
        <w:ind w:left="2444" w:hanging="360"/>
      </w:pPr>
      <w:rPr>
        <w:rFonts w:ascii="Courier New" w:hAnsi="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hint="default"/>
      </w:rPr>
    </w:lvl>
    <w:lvl w:ilvl="8" w:tplc="04220005">
      <w:start w:val="1"/>
      <w:numFmt w:val="bullet"/>
      <w:lvlText w:val=""/>
      <w:lvlJc w:val="left"/>
      <w:pPr>
        <w:ind w:left="7484" w:hanging="360"/>
      </w:pPr>
      <w:rPr>
        <w:rFonts w:ascii="Wingdings" w:hAnsi="Wingdings" w:hint="default"/>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87F4380"/>
    <w:multiLevelType w:val="multilevel"/>
    <w:tmpl w:val="69D69AF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nsid w:val="29F14D5F"/>
    <w:multiLevelType w:val="hybridMultilevel"/>
    <w:tmpl w:val="93246166"/>
    <w:lvl w:ilvl="0" w:tplc="DC88F09E">
      <w:start w:val="12"/>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8">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9">
    <w:nsid w:val="31956EFE"/>
    <w:multiLevelType w:val="hybridMultilevel"/>
    <w:tmpl w:val="89EED672"/>
    <w:lvl w:ilvl="0" w:tplc="825C735A">
      <w:numFmt w:val="bullet"/>
      <w:lvlText w:val="-"/>
      <w:lvlJc w:val="left"/>
      <w:pPr>
        <w:ind w:left="720" w:hanging="360"/>
      </w:pPr>
      <w:rPr>
        <w:rFonts w:ascii="Arial" w:hAnsi="Arial" w:hint="default"/>
      </w:rPr>
    </w:lvl>
    <w:lvl w:ilvl="1" w:tplc="825C735A">
      <w:numFmt w:val="bullet"/>
      <w:lvlText w:val="-"/>
      <w:lvlJc w:val="left"/>
      <w:pPr>
        <w:ind w:left="1440" w:hanging="360"/>
      </w:pPr>
      <w:rPr>
        <w:rFonts w:ascii="Arial" w:hAnsi="Aria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11">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73317175"/>
    <w:multiLevelType w:val="multilevel"/>
    <w:tmpl w:val="0B40FEE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855" w:hanging="720"/>
      </w:pPr>
      <w:rPr>
        <w:rFonts w:cs="Times New Roman"/>
      </w:rPr>
    </w:lvl>
    <w:lvl w:ilvl="2">
      <w:start w:val="1"/>
      <w:numFmt w:val="decimal"/>
      <w:isLgl/>
      <w:lvlText w:val="%1.%2.%3."/>
      <w:lvlJc w:val="left"/>
      <w:pPr>
        <w:ind w:left="214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080"/>
      </w:pPr>
      <w:rPr>
        <w:rFonts w:cs="Times New Roman"/>
      </w:rPr>
    </w:lvl>
    <w:lvl w:ilvl="5">
      <w:start w:val="1"/>
      <w:numFmt w:val="decimal"/>
      <w:isLgl/>
      <w:lvlText w:val="%1.%2.%3.%4.%5.%6."/>
      <w:lvlJc w:val="left"/>
      <w:pPr>
        <w:ind w:left="3948" w:hanging="1440"/>
      </w:pPr>
      <w:rPr>
        <w:rFonts w:cs="Times New Roman"/>
      </w:rPr>
    </w:lvl>
    <w:lvl w:ilvl="6">
      <w:start w:val="1"/>
      <w:numFmt w:val="decimal"/>
      <w:isLgl/>
      <w:lvlText w:val="%1.%2.%3.%4.%5.%6.%7."/>
      <w:lvlJc w:val="left"/>
      <w:pPr>
        <w:ind w:left="4668" w:hanging="1800"/>
      </w:pPr>
      <w:rPr>
        <w:rFonts w:cs="Times New Roman"/>
      </w:rPr>
    </w:lvl>
    <w:lvl w:ilvl="7">
      <w:start w:val="1"/>
      <w:numFmt w:val="decimal"/>
      <w:isLgl/>
      <w:lvlText w:val="%1.%2.%3.%4.%5.%6.%7.%8."/>
      <w:lvlJc w:val="left"/>
      <w:pPr>
        <w:ind w:left="5028" w:hanging="1800"/>
      </w:pPr>
      <w:rPr>
        <w:rFonts w:cs="Times New Roman"/>
      </w:rPr>
    </w:lvl>
    <w:lvl w:ilvl="8">
      <w:start w:val="1"/>
      <w:numFmt w:val="decimal"/>
      <w:isLgl/>
      <w:lvlText w:val="%1.%2.%3.%4.%5.%6.%7.%8.%9."/>
      <w:lvlJc w:val="left"/>
      <w:pPr>
        <w:ind w:left="5748" w:hanging="2160"/>
      </w:pPr>
      <w:rPr>
        <w:rFonts w:cs="Times New Roman"/>
      </w:rPr>
    </w:lvl>
  </w:abstractNum>
  <w:abstractNum w:abstractNumId="14">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8"/>
  </w:num>
  <w:num w:numId="3">
    <w:abstractNumId w:val="5"/>
  </w:num>
  <w:num w:numId="4">
    <w:abstractNumId w:val="10"/>
  </w:num>
  <w:num w:numId="5">
    <w:abstractNumId w:val="2"/>
  </w:num>
  <w:num w:numId="6">
    <w:abstractNumId w:val="1"/>
  </w:num>
  <w:num w:numId="7">
    <w:abstractNumId w:val="15"/>
  </w:num>
  <w:num w:numId="8">
    <w:abstractNumId w:val="14"/>
  </w:num>
  <w:num w:numId="9">
    <w:abstractNumId w:val="11"/>
  </w:num>
  <w:num w:numId="10">
    <w:abstractNumId w:val="3"/>
  </w:num>
  <w:num w:numId="11">
    <w:abstractNumId w:val="4"/>
  </w:num>
  <w:num w:numId="12">
    <w:abstractNumId w:val="13"/>
  </w:num>
  <w:num w:numId="13">
    <w:abstractNumId w:val="9"/>
  </w:num>
  <w:num w:numId="14">
    <w:abstractNumId w:val="7"/>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1214"/>
    <w:rsid w:val="00042C53"/>
    <w:rsid w:val="00044D4D"/>
    <w:rsid w:val="00045C82"/>
    <w:rsid w:val="00047009"/>
    <w:rsid w:val="000529B2"/>
    <w:rsid w:val="00052C49"/>
    <w:rsid w:val="00054C3A"/>
    <w:rsid w:val="00055B29"/>
    <w:rsid w:val="00055DF1"/>
    <w:rsid w:val="0005669C"/>
    <w:rsid w:val="000621A8"/>
    <w:rsid w:val="00064954"/>
    <w:rsid w:val="00065FD2"/>
    <w:rsid w:val="0007256A"/>
    <w:rsid w:val="00074118"/>
    <w:rsid w:val="0008281D"/>
    <w:rsid w:val="00082B3E"/>
    <w:rsid w:val="00083289"/>
    <w:rsid w:val="0008334D"/>
    <w:rsid w:val="00085005"/>
    <w:rsid w:val="000850D3"/>
    <w:rsid w:val="00086DD5"/>
    <w:rsid w:val="00087186"/>
    <w:rsid w:val="000902F2"/>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C78FC"/>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17EF2"/>
    <w:rsid w:val="00121216"/>
    <w:rsid w:val="001214B7"/>
    <w:rsid w:val="001247EF"/>
    <w:rsid w:val="00125054"/>
    <w:rsid w:val="0013489F"/>
    <w:rsid w:val="00136BCD"/>
    <w:rsid w:val="0014227A"/>
    <w:rsid w:val="00144F36"/>
    <w:rsid w:val="001466D7"/>
    <w:rsid w:val="001468CB"/>
    <w:rsid w:val="00146B19"/>
    <w:rsid w:val="00151218"/>
    <w:rsid w:val="00154248"/>
    <w:rsid w:val="001567EA"/>
    <w:rsid w:val="00156DD7"/>
    <w:rsid w:val="00157712"/>
    <w:rsid w:val="001606A0"/>
    <w:rsid w:val="00160F06"/>
    <w:rsid w:val="00160FF0"/>
    <w:rsid w:val="00165DA3"/>
    <w:rsid w:val="001676AB"/>
    <w:rsid w:val="00170480"/>
    <w:rsid w:val="001719C5"/>
    <w:rsid w:val="001721CF"/>
    <w:rsid w:val="00172B62"/>
    <w:rsid w:val="00172FE9"/>
    <w:rsid w:val="00177227"/>
    <w:rsid w:val="001808EF"/>
    <w:rsid w:val="00180D1F"/>
    <w:rsid w:val="00182847"/>
    <w:rsid w:val="00182CE7"/>
    <w:rsid w:val="00183841"/>
    <w:rsid w:val="001845D9"/>
    <w:rsid w:val="0018516A"/>
    <w:rsid w:val="00185907"/>
    <w:rsid w:val="00186FB3"/>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C5F26"/>
    <w:rsid w:val="001D3C8D"/>
    <w:rsid w:val="001D487D"/>
    <w:rsid w:val="001D59A9"/>
    <w:rsid w:val="001D5FB3"/>
    <w:rsid w:val="001E030A"/>
    <w:rsid w:val="001E1A4C"/>
    <w:rsid w:val="001E219D"/>
    <w:rsid w:val="001E3574"/>
    <w:rsid w:val="001F0844"/>
    <w:rsid w:val="001F11BA"/>
    <w:rsid w:val="001F40C9"/>
    <w:rsid w:val="001F7E9F"/>
    <w:rsid w:val="0020021C"/>
    <w:rsid w:val="00200E7C"/>
    <w:rsid w:val="00201FC3"/>
    <w:rsid w:val="0020275D"/>
    <w:rsid w:val="0020412A"/>
    <w:rsid w:val="00206153"/>
    <w:rsid w:val="0020751F"/>
    <w:rsid w:val="0020786C"/>
    <w:rsid w:val="00211ABE"/>
    <w:rsid w:val="00216936"/>
    <w:rsid w:val="0022119C"/>
    <w:rsid w:val="00222473"/>
    <w:rsid w:val="002239D1"/>
    <w:rsid w:val="0022493A"/>
    <w:rsid w:val="002266A6"/>
    <w:rsid w:val="00227D0C"/>
    <w:rsid w:val="002314F6"/>
    <w:rsid w:val="00233B9F"/>
    <w:rsid w:val="00233C82"/>
    <w:rsid w:val="00234196"/>
    <w:rsid w:val="00235BAA"/>
    <w:rsid w:val="00236E7B"/>
    <w:rsid w:val="00237A6B"/>
    <w:rsid w:val="00237F47"/>
    <w:rsid w:val="00240C6E"/>
    <w:rsid w:val="00243758"/>
    <w:rsid w:val="0024413C"/>
    <w:rsid w:val="00245C36"/>
    <w:rsid w:val="002461B2"/>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622"/>
    <w:rsid w:val="002C5EEC"/>
    <w:rsid w:val="002C615B"/>
    <w:rsid w:val="002C6BB5"/>
    <w:rsid w:val="002C7EBF"/>
    <w:rsid w:val="002D39D8"/>
    <w:rsid w:val="002D3F84"/>
    <w:rsid w:val="002D536A"/>
    <w:rsid w:val="002D5FEC"/>
    <w:rsid w:val="002D6E9C"/>
    <w:rsid w:val="002D79EF"/>
    <w:rsid w:val="002E4C45"/>
    <w:rsid w:val="002E5259"/>
    <w:rsid w:val="002E7295"/>
    <w:rsid w:val="002F0993"/>
    <w:rsid w:val="002F0B6E"/>
    <w:rsid w:val="002F4284"/>
    <w:rsid w:val="002F573F"/>
    <w:rsid w:val="002F649C"/>
    <w:rsid w:val="00300310"/>
    <w:rsid w:val="003022AE"/>
    <w:rsid w:val="00302A22"/>
    <w:rsid w:val="0030403A"/>
    <w:rsid w:val="00304B01"/>
    <w:rsid w:val="00304FF3"/>
    <w:rsid w:val="00305595"/>
    <w:rsid w:val="003061D1"/>
    <w:rsid w:val="0030671F"/>
    <w:rsid w:val="00307DFB"/>
    <w:rsid w:val="00317983"/>
    <w:rsid w:val="00321404"/>
    <w:rsid w:val="003214F6"/>
    <w:rsid w:val="00325398"/>
    <w:rsid w:val="0033038F"/>
    <w:rsid w:val="00333A6C"/>
    <w:rsid w:val="00334AC1"/>
    <w:rsid w:val="00337341"/>
    <w:rsid w:val="00337A3F"/>
    <w:rsid w:val="003402A1"/>
    <w:rsid w:val="0034061E"/>
    <w:rsid w:val="003409C9"/>
    <w:rsid w:val="00346BF6"/>
    <w:rsid w:val="003532AF"/>
    <w:rsid w:val="003565D4"/>
    <w:rsid w:val="00357518"/>
    <w:rsid w:val="003650A4"/>
    <w:rsid w:val="00365DF5"/>
    <w:rsid w:val="0037037D"/>
    <w:rsid w:val="00371928"/>
    <w:rsid w:val="00373C0D"/>
    <w:rsid w:val="00375863"/>
    <w:rsid w:val="00375CFC"/>
    <w:rsid w:val="00377D16"/>
    <w:rsid w:val="00380D17"/>
    <w:rsid w:val="003814E5"/>
    <w:rsid w:val="003822AF"/>
    <w:rsid w:val="00383928"/>
    <w:rsid w:val="003847A6"/>
    <w:rsid w:val="00384FB7"/>
    <w:rsid w:val="0038539D"/>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B7906"/>
    <w:rsid w:val="003C1B01"/>
    <w:rsid w:val="003C2673"/>
    <w:rsid w:val="003C63C2"/>
    <w:rsid w:val="003C6499"/>
    <w:rsid w:val="003C79F6"/>
    <w:rsid w:val="003D0E34"/>
    <w:rsid w:val="003D1C80"/>
    <w:rsid w:val="003D2364"/>
    <w:rsid w:val="003E1D79"/>
    <w:rsid w:val="003E52FF"/>
    <w:rsid w:val="003E6593"/>
    <w:rsid w:val="003E698E"/>
    <w:rsid w:val="003E74D6"/>
    <w:rsid w:val="003F0F3C"/>
    <w:rsid w:val="003F27F9"/>
    <w:rsid w:val="003F3F3D"/>
    <w:rsid w:val="003F40E9"/>
    <w:rsid w:val="003F6B8A"/>
    <w:rsid w:val="00402004"/>
    <w:rsid w:val="00402A83"/>
    <w:rsid w:val="00410CDB"/>
    <w:rsid w:val="00412238"/>
    <w:rsid w:val="00413A3B"/>
    <w:rsid w:val="0041681E"/>
    <w:rsid w:val="0042100A"/>
    <w:rsid w:val="00421345"/>
    <w:rsid w:val="00421593"/>
    <w:rsid w:val="004257B0"/>
    <w:rsid w:val="004272D4"/>
    <w:rsid w:val="00427E67"/>
    <w:rsid w:val="00437886"/>
    <w:rsid w:val="00437F3C"/>
    <w:rsid w:val="00445C21"/>
    <w:rsid w:val="004507EE"/>
    <w:rsid w:val="00452FC4"/>
    <w:rsid w:val="004616C0"/>
    <w:rsid w:val="004641CC"/>
    <w:rsid w:val="004663BB"/>
    <w:rsid w:val="004665A2"/>
    <w:rsid w:val="0047012A"/>
    <w:rsid w:val="00470F25"/>
    <w:rsid w:val="004715B2"/>
    <w:rsid w:val="004727FE"/>
    <w:rsid w:val="004738C6"/>
    <w:rsid w:val="00473F4C"/>
    <w:rsid w:val="0047450A"/>
    <w:rsid w:val="00475F28"/>
    <w:rsid w:val="004760A5"/>
    <w:rsid w:val="00476CEE"/>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1445"/>
    <w:rsid w:val="004B15F0"/>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E7F05"/>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95F"/>
    <w:rsid w:val="005A2D36"/>
    <w:rsid w:val="005A4492"/>
    <w:rsid w:val="005A6D9C"/>
    <w:rsid w:val="005A7159"/>
    <w:rsid w:val="005A7E1C"/>
    <w:rsid w:val="005B4993"/>
    <w:rsid w:val="005B4A68"/>
    <w:rsid w:val="005B4E51"/>
    <w:rsid w:val="005C0C60"/>
    <w:rsid w:val="005C4E2F"/>
    <w:rsid w:val="005C5FD7"/>
    <w:rsid w:val="005C7411"/>
    <w:rsid w:val="005D117E"/>
    <w:rsid w:val="005D1691"/>
    <w:rsid w:val="005D34B6"/>
    <w:rsid w:val="005E226F"/>
    <w:rsid w:val="005E37C4"/>
    <w:rsid w:val="005E49E1"/>
    <w:rsid w:val="005E52BE"/>
    <w:rsid w:val="005E561D"/>
    <w:rsid w:val="005F08C5"/>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148B"/>
    <w:rsid w:val="00626F0C"/>
    <w:rsid w:val="00626F0F"/>
    <w:rsid w:val="0063297B"/>
    <w:rsid w:val="00633622"/>
    <w:rsid w:val="0063490C"/>
    <w:rsid w:val="00634AAB"/>
    <w:rsid w:val="006364ED"/>
    <w:rsid w:val="00637C95"/>
    <w:rsid w:val="006413DF"/>
    <w:rsid w:val="00641BBC"/>
    <w:rsid w:val="006437E1"/>
    <w:rsid w:val="00643AC4"/>
    <w:rsid w:val="00643F43"/>
    <w:rsid w:val="00644F0F"/>
    <w:rsid w:val="006463F2"/>
    <w:rsid w:val="00650510"/>
    <w:rsid w:val="00650820"/>
    <w:rsid w:val="006535BC"/>
    <w:rsid w:val="00653664"/>
    <w:rsid w:val="006539A3"/>
    <w:rsid w:val="00657F2D"/>
    <w:rsid w:val="0066064D"/>
    <w:rsid w:val="00660F2B"/>
    <w:rsid w:val="00661686"/>
    <w:rsid w:val="00663016"/>
    <w:rsid w:val="0066316B"/>
    <w:rsid w:val="00663F9E"/>
    <w:rsid w:val="00665DF2"/>
    <w:rsid w:val="006712AF"/>
    <w:rsid w:val="00671409"/>
    <w:rsid w:val="00672E62"/>
    <w:rsid w:val="006740AC"/>
    <w:rsid w:val="006740D2"/>
    <w:rsid w:val="00680B33"/>
    <w:rsid w:val="0068293C"/>
    <w:rsid w:val="00684C71"/>
    <w:rsid w:val="00685DB4"/>
    <w:rsid w:val="0068650D"/>
    <w:rsid w:val="00691DA8"/>
    <w:rsid w:val="00693F02"/>
    <w:rsid w:val="00694497"/>
    <w:rsid w:val="00694ED3"/>
    <w:rsid w:val="00696DBC"/>
    <w:rsid w:val="00696EB3"/>
    <w:rsid w:val="0069753C"/>
    <w:rsid w:val="006A412B"/>
    <w:rsid w:val="006B07C5"/>
    <w:rsid w:val="006B0B70"/>
    <w:rsid w:val="006B0CF4"/>
    <w:rsid w:val="006B0F1B"/>
    <w:rsid w:val="006B2350"/>
    <w:rsid w:val="006B24CD"/>
    <w:rsid w:val="006B43D4"/>
    <w:rsid w:val="006B49F4"/>
    <w:rsid w:val="006B614F"/>
    <w:rsid w:val="006B7C3A"/>
    <w:rsid w:val="006C0B6B"/>
    <w:rsid w:val="006C0E94"/>
    <w:rsid w:val="006C1B11"/>
    <w:rsid w:val="006C41B7"/>
    <w:rsid w:val="006C4364"/>
    <w:rsid w:val="006C699B"/>
    <w:rsid w:val="006C7525"/>
    <w:rsid w:val="006D0B82"/>
    <w:rsid w:val="006D2D37"/>
    <w:rsid w:val="006D5768"/>
    <w:rsid w:val="006D5F5F"/>
    <w:rsid w:val="006D6ECA"/>
    <w:rsid w:val="006D7C60"/>
    <w:rsid w:val="006E313A"/>
    <w:rsid w:val="006E454F"/>
    <w:rsid w:val="006E66A2"/>
    <w:rsid w:val="006E69C3"/>
    <w:rsid w:val="006F3B6F"/>
    <w:rsid w:val="006F5FFA"/>
    <w:rsid w:val="006F67AF"/>
    <w:rsid w:val="0070586C"/>
    <w:rsid w:val="00705B4E"/>
    <w:rsid w:val="00713354"/>
    <w:rsid w:val="007162C1"/>
    <w:rsid w:val="0072677A"/>
    <w:rsid w:val="00731DDD"/>
    <w:rsid w:val="00732584"/>
    <w:rsid w:val="007328AC"/>
    <w:rsid w:val="00735A51"/>
    <w:rsid w:val="0073640D"/>
    <w:rsid w:val="00736475"/>
    <w:rsid w:val="0074007A"/>
    <w:rsid w:val="00740CD0"/>
    <w:rsid w:val="00741682"/>
    <w:rsid w:val="007444CC"/>
    <w:rsid w:val="007507BD"/>
    <w:rsid w:val="00750E9C"/>
    <w:rsid w:val="007521CA"/>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BCB"/>
    <w:rsid w:val="007A7205"/>
    <w:rsid w:val="007B122D"/>
    <w:rsid w:val="007B2713"/>
    <w:rsid w:val="007B34B7"/>
    <w:rsid w:val="007B4467"/>
    <w:rsid w:val="007B75F0"/>
    <w:rsid w:val="007B7B76"/>
    <w:rsid w:val="007C1E4A"/>
    <w:rsid w:val="007C3EBD"/>
    <w:rsid w:val="007C56C6"/>
    <w:rsid w:val="007C6B62"/>
    <w:rsid w:val="007C7BEE"/>
    <w:rsid w:val="007D03A8"/>
    <w:rsid w:val="007D1735"/>
    <w:rsid w:val="007D2757"/>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485C"/>
    <w:rsid w:val="00814EC8"/>
    <w:rsid w:val="00815E7D"/>
    <w:rsid w:val="00820090"/>
    <w:rsid w:val="00820968"/>
    <w:rsid w:val="008257F4"/>
    <w:rsid w:val="00825EA0"/>
    <w:rsid w:val="00825EDD"/>
    <w:rsid w:val="00827BEB"/>
    <w:rsid w:val="00831A8B"/>
    <w:rsid w:val="00833641"/>
    <w:rsid w:val="00833949"/>
    <w:rsid w:val="00835F61"/>
    <w:rsid w:val="008405AA"/>
    <w:rsid w:val="0084131D"/>
    <w:rsid w:val="00841C11"/>
    <w:rsid w:val="00841C96"/>
    <w:rsid w:val="00842B4E"/>
    <w:rsid w:val="00850E48"/>
    <w:rsid w:val="008557FD"/>
    <w:rsid w:val="00856538"/>
    <w:rsid w:val="00856904"/>
    <w:rsid w:val="00856E4A"/>
    <w:rsid w:val="00860000"/>
    <w:rsid w:val="0086059D"/>
    <w:rsid w:val="008635A7"/>
    <w:rsid w:val="008636F0"/>
    <w:rsid w:val="00863FB4"/>
    <w:rsid w:val="00864538"/>
    <w:rsid w:val="00865202"/>
    <w:rsid w:val="00871BB4"/>
    <w:rsid w:val="00871FA8"/>
    <w:rsid w:val="0087263D"/>
    <w:rsid w:val="0087617F"/>
    <w:rsid w:val="00876671"/>
    <w:rsid w:val="00876B52"/>
    <w:rsid w:val="008804E1"/>
    <w:rsid w:val="0088255F"/>
    <w:rsid w:val="00883B10"/>
    <w:rsid w:val="00885A09"/>
    <w:rsid w:val="00887A2B"/>
    <w:rsid w:val="0089094F"/>
    <w:rsid w:val="0089162C"/>
    <w:rsid w:val="00892B0E"/>
    <w:rsid w:val="00892B21"/>
    <w:rsid w:val="00893D84"/>
    <w:rsid w:val="00895FA5"/>
    <w:rsid w:val="00896A9F"/>
    <w:rsid w:val="00897167"/>
    <w:rsid w:val="00897BA4"/>
    <w:rsid w:val="00897EE2"/>
    <w:rsid w:val="008A23B5"/>
    <w:rsid w:val="008A486B"/>
    <w:rsid w:val="008A4C1E"/>
    <w:rsid w:val="008A5F1E"/>
    <w:rsid w:val="008B3BFB"/>
    <w:rsid w:val="008B43E9"/>
    <w:rsid w:val="008B45FF"/>
    <w:rsid w:val="008B4A74"/>
    <w:rsid w:val="008B5E87"/>
    <w:rsid w:val="008B6188"/>
    <w:rsid w:val="008B7151"/>
    <w:rsid w:val="008C0293"/>
    <w:rsid w:val="008C41EE"/>
    <w:rsid w:val="008C5F28"/>
    <w:rsid w:val="008D1A13"/>
    <w:rsid w:val="008D570C"/>
    <w:rsid w:val="008D671C"/>
    <w:rsid w:val="008E0891"/>
    <w:rsid w:val="008E1117"/>
    <w:rsid w:val="008E2B7A"/>
    <w:rsid w:val="008E7AB2"/>
    <w:rsid w:val="008F3B5A"/>
    <w:rsid w:val="008F463E"/>
    <w:rsid w:val="008F6193"/>
    <w:rsid w:val="008F6485"/>
    <w:rsid w:val="008F7DA5"/>
    <w:rsid w:val="00900AB3"/>
    <w:rsid w:val="00901C99"/>
    <w:rsid w:val="00902CCE"/>
    <w:rsid w:val="00903386"/>
    <w:rsid w:val="00905F9C"/>
    <w:rsid w:val="00906E85"/>
    <w:rsid w:val="00913764"/>
    <w:rsid w:val="00914CDC"/>
    <w:rsid w:val="00920EDC"/>
    <w:rsid w:val="009263E0"/>
    <w:rsid w:val="00932222"/>
    <w:rsid w:val="00933DDA"/>
    <w:rsid w:val="00935034"/>
    <w:rsid w:val="00937CC2"/>
    <w:rsid w:val="00943A7F"/>
    <w:rsid w:val="00943AFF"/>
    <w:rsid w:val="00946E0C"/>
    <w:rsid w:val="00951CDF"/>
    <w:rsid w:val="00953A4A"/>
    <w:rsid w:val="00955086"/>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23D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271DF"/>
    <w:rsid w:val="00A27F01"/>
    <w:rsid w:val="00A30E8B"/>
    <w:rsid w:val="00A328A0"/>
    <w:rsid w:val="00A32935"/>
    <w:rsid w:val="00A338AC"/>
    <w:rsid w:val="00A3458B"/>
    <w:rsid w:val="00A3563D"/>
    <w:rsid w:val="00A406CD"/>
    <w:rsid w:val="00A43D93"/>
    <w:rsid w:val="00A47195"/>
    <w:rsid w:val="00A47A32"/>
    <w:rsid w:val="00A5202D"/>
    <w:rsid w:val="00A526CB"/>
    <w:rsid w:val="00A537EB"/>
    <w:rsid w:val="00A54DD9"/>
    <w:rsid w:val="00A554C4"/>
    <w:rsid w:val="00A62C51"/>
    <w:rsid w:val="00A63EE4"/>
    <w:rsid w:val="00A65085"/>
    <w:rsid w:val="00A66132"/>
    <w:rsid w:val="00A664ED"/>
    <w:rsid w:val="00A668A5"/>
    <w:rsid w:val="00A67237"/>
    <w:rsid w:val="00A71C69"/>
    <w:rsid w:val="00A735B5"/>
    <w:rsid w:val="00A74EF6"/>
    <w:rsid w:val="00A74FB4"/>
    <w:rsid w:val="00A75371"/>
    <w:rsid w:val="00A80165"/>
    <w:rsid w:val="00A818BE"/>
    <w:rsid w:val="00A84C4B"/>
    <w:rsid w:val="00A84E12"/>
    <w:rsid w:val="00A9150F"/>
    <w:rsid w:val="00A92C88"/>
    <w:rsid w:val="00A92E01"/>
    <w:rsid w:val="00A95D13"/>
    <w:rsid w:val="00A96424"/>
    <w:rsid w:val="00A9736A"/>
    <w:rsid w:val="00A9791E"/>
    <w:rsid w:val="00AA1A91"/>
    <w:rsid w:val="00AA268B"/>
    <w:rsid w:val="00AA32FC"/>
    <w:rsid w:val="00AA4A3B"/>
    <w:rsid w:val="00AA54CD"/>
    <w:rsid w:val="00AA651A"/>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D240C"/>
    <w:rsid w:val="00AE0121"/>
    <w:rsid w:val="00AE1451"/>
    <w:rsid w:val="00AE1B0B"/>
    <w:rsid w:val="00AE1EFB"/>
    <w:rsid w:val="00AE3763"/>
    <w:rsid w:val="00AE4C06"/>
    <w:rsid w:val="00AE69FD"/>
    <w:rsid w:val="00AF0A86"/>
    <w:rsid w:val="00AF620E"/>
    <w:rsid w:val="00AF6352"/>
    <w:rsid w:val="00AF6740"/>
    <w:rsid w:val="00B02234"/>
    <w:rsid w:val="00B03FEB"/>
    <w:rsid w:val="00B04AEB"/>
    <w:rsid w:val="00B051A0"/>
    <w:rsid w:val="00B055AC"/>
    <w:rsid w:val="00B0670B"/>
    <w:rsid w:val="00B149F9"/>
    <w:rsid w:val="00B21E3A"/>
    <w:rsid w:val="00B22096"/>
    <w:rsid w:val="00B303DC"/>
    <w:rsid w:val="00B31D40"/>
    <w:rsid w:val="00B34EB7"/>
    <w:rsid w:val="00B36569"/>
    <w:rsid w:val="00B36FD8"/>
    <w:rsid w:val="00B379F2"/>
    <w:rsid w:val="00B37BA0"/>
    <w:rsid w:val="00B4132B"/>
    <w:rsid w:val="00B42129"/>
    <w:rsid w:val="00B4656D"/>
    <w:rsid w:val="00B4752E"/>
    <w:rsid w:val="00B50602"/>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95863"/>
    <w:rsid w:val="00BA1A83"/>
    <w:rsid w:val="00BA2B0A"/>
    <w:rsid w:val="00BA4CE0"/>
    <w:rsid w:val="00BA528B"/>
    <w:rsid w:val="00BA7A9D"/>
    <w:rsid w:val="00BB29D3"/>
    <w:rsid w:val="00BB2C79"/>
    <w:rsid w:val="00BB2E02"/>
    <w:rsid w:val="00BB5DE9"/>
    <w:rsid w:val="00BB7932"/>
    <w:rsid w:val="00BC19F4"/>
    <w:rsid w:val="00BC1AF5"/>
    <w:rsid w:val="00BC785F"/>
    <w:rsid w:val="00BD0EAC"/>
    <w:rsid w:val="00BD1794"/>
    <w:rsid w:val="00BD2284"/>
    <w:rsid w:val="00BD3A2C"/>
    <w:rsid w:val="00BD6CEE"/>
    <w:rsid w:val="00BD7923"/>
    <w:rsid w:val="00BE00E2"/>
    <w:rsid w:val="00BE0947"/>
    <w:rsid w:val="00BE19DE"/>
    <w:rsid w:val="00BE38EE"/>
    <w:rsid w:val="00BE4799"/>
    <w:rsid w:val="00BE58CF"/>
    <w:rsid w:val="00BE7B05"/>
    <w:rsid w:val="00BF2367"/>
    <w:rsid w:val="00BF2A92"/>
    <w:rsid w:val="00BF48F0"/>
    <w:rsid w:val="00BF57C0"/>
    <w:rsid w:val="00C007AE"/>
    <w:rsid w:val="00C00B9A"/>
    <w:rsid w:val="00C03453"/>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0D2D"/>
    <w:rsid w:val="00C41046"/>
    <w:rsid w:val="00C4323C"/>
    <w:rsid w:val="00C43B4B"/>
    <w:rsid w:val="00C45D75"/>
    <w:rsid w:val="00C51588"/>
    <w:rsid w:val="00C51746"/>
    <w:rsid w:val="00C51A42"/>
    <w:rsid w:val="00C52001"/>
    <w:rsid w:val="00C5385F"/>
    <w:rsid w:val="00C5392B"/>
    <w:rsid w:val="00C53B58"/>
    <w:rsid w:val="00C663EE"/>
    <w:rsid w:val="00C664A4"/>
    <w:rsid w:val="00C67982"/>
    <w:rsid w:val="00C721C8"/>
    <w:rsid w:val="00C75FF6"/>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4F93"/>
    <w:rsid w:val="00CA6032"/>
    <w:rsid w:val="00CA6549"/>
    <w:rsid w:val="00CB07F9"/>
    <w:rsid w:val="00CB2B24"/>
    <w:rsid w:val="00CB6444"/>
    <w:rsid w:val="00CB6B2F"/>
    <w:rsid w:val="00CC07B0"/>
    <w:rsid w:val="00CC1C5F"/>
    <w:rsid w:val="00CC2953"/>
    <w:rsid w:val="00CC4A94"/>
    <w:rsid w:val="00CC7BC6"/>
    <w:rsid w:val="00CD0044"/>
    <w:rsid w:val="00CD7921"/>
    <w:rsid w:val="00CE0459"/>
    <w:rsid w:val="00CE0CC7"/>
    <w:rsid w:val="00CE0E9B"/>
    <w:rsid w:val="00CE1495"/>
    <w:rsid w:val="00CE176D"/>
    <w:rsid w:val="00CE733F"/>
    <w:rsid w:val="00CE7E19"/>
    <w:rsid w:val="00CF2441"/>
    <w:rsid w:val="00CF24B7"/>
    <w:rsid w:val="00CF2674"/>
    <w:rsid w:val="00CF3441"/>
    <w:rsid w:val="00CF5C6E"/>
    <w:rsid w:val="00CF7351"/>
    <w:rsid w:val="00D003BC"/>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4B3A"/>
    <w:rsid w:val="00D66315"/>
    <w:rsid w:val="00D705F7"/>
    <w:rsid w:val="00D73E3E"/>
    <w:rsid w:val="00D74193"/>
    <w:rsid w:val="00D77AF1"/>
    <w:rsid w:val="00D81406"/>
    <w:rsid w:val="00D8199D"/>
    <w:rsid w:val="00D86868"/>
    <w:rsid w:val="00D8715A"/>
    <w:rsid w:val="00D877F1"/>
    <w:rsid w:val="00D90247"/>
    <w:rsid w:val="00D90E3B"/>
    <w:rsid w:val="00D93B65"/>
    <w:rsid w:val="00D9485E"/>
    <w:rsid w:val="00DA11F5"/>
    <w:rsid w:val="00DA3140"/>
    <w:rsid w:val="00DA5FE8"/>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989"/>
    <w:rsid w:val="00E1150A"/>
    <w:rsid w:val="00E11D13"/>
    <w:rsid w:val="00E17841"/>
    <w:rsid w:val="00E20CEF"/>
    <w:rsid w:val="00E221A7"/>
    <w:rsid w:val="00E265F9"/>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1123"/>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3AA3"/>
    <w:rsid w:val="00EC5056"/>
    <w:rsid w:val="00EC60AE"/>
    <w:rsid w:val="00ED142F"/>
    <w:rsid w:val="00ED3BDE"/>
    <w:rsid w:val="00ED494C"/>
    <w:rsid w:val="00EE0E57"/>
    <w:rsid w:val="00EE2654"/>
    <w:rsid w:val="00EE29AF"/>
    <w:rsid w:val="00EE498D"/>
    <w:rsid w:val="00EF0C30"/>
    <w:rsid w:val="00EF1A59"/>
    <w:rsid w:val="00EF2AE3"/>
    <w:rsid w:val="00EF3FE7"/>
    <w:rsid w:val="00EF6CD5"/>
    <w:rsid w:val="00F04020"/>
    <w:rsid w:val="00F04FC8"/>
    <w:rsid w:val="00F077E7"/>
    <w:rsid w:val="00F10B76"/>
    <w:rsid w:val="00F11684"/>
    <w:rsid w:val="00F147A5"/>
    <w:rsid w:val="00F16741"/>
    <w:rsid w:val="00F20613"/>
    <w:rsid w:val="00F20C8C"/>
    <w:rsid w:val="00F22DE1"/>
    <w:rsid w:val="00F23414"/>
    <w:rsid w:val="00F24121"/>
    <w:rsid w:val="00F31E27"/>
    <w:rsid w:val="00F35164"/>
    <w:rsid w:val="00F360FA"/>
    <w:rsid w:val="00F37B14"/>
    <w:rsid w:val="00F40E6F"/>
    <w:rsid w:val="00F4370C"/>
    <w:rsid w:val="00F45449"/>
    <w:rsid w:val="00F4648F"/>
    <w:rsid w:val="00F47556"/>
    <w:rsid w:val="00F56B69"/>
    <w:rsid w:val="00F60214"/>
    <w:rsid w:val="00F603EA"/>
    <w:rsid w:val="00F61548"/>
    <w:rsid w:val="00F61A8A"/>
    <w:rsid w:val="00F66118"/>
    <w:rsid w:val="00F709D0"/>
    <w:rsid w:val="00F71280"/>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9F5"/>
    <w:rsid w:val="00FE0C8E"/>
    <w:rsid w:val="00FE19A5"/>
    <w:rsid w:val="00FE1DF5"/>
    <w:rsid w:val="00FE2C7A"/>
    <w:rsid w:val="00FE34DB"/>
    <w:rsid w:val="00FE4E70"/>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A8B"/>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3402A1"/>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3402A1"/>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character" w:styleId="Strong">
    <w:name w:val="Strong"/>
    <w:basedOn w:val="DefaultParagraphFont"/>
    <w:uiPriority w:val="99"/>
    <w:qFormat/>
    <w:rsid w:val="00D64B3A"/>
    <w:rPr>
      <w:rFonts w:cs="Times New Roman"/>
      <w:b/>
    </w:rPr>
  </w:style>
  <w:style w:type="paragraph" w:styleId="ListParagraph">
    <w:name w:val="List Paragraph"/>
    <w:basedOn w:val="Normal"/>
    <w:uiPriority w:val="99"/>
    <w:qFormat/>
    <w:rsid w:val="00905F9C"/>
    <w:pPr>
      <w:ind w:left="720"/>
      <w:contextualSpacing/>
    </w:pPr>
  </w:style>
  <w:style w:type="paragraph" w:styleId="NormalWeb">
    <w:name w:val="Normal (Web)"/>
    <w:basedOn w:val="Normal"/>
    <w:uiPriority w:val="99"/>
    <w:rsid w:val="00041214"/>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1961838591">
      <w:marLeft w:val="0"/>
      <w:marRight w:val="0"/>
      <w:marTop w:val="0"/>
      <w:marBottom w:val="0"/>
      <w:divBdr>
        <w:top w:val="none" w:sz="0" w:space="0" w:color="auto"/>
        <w:left w:val="none" w:sz="0" w:space="0" w:color="auto"/>
        <w:bottom w:val="none" w:sz="0" w:space="0" w:color="auto"/>
        <w:right w:val="none" w:sz="0" w:space="0" w:color="auto"/>
      </w:divBdr>
    </w:div>
    <w:div w:id="1961838592">
      <w:marLeft w:val="0"/>
      <w:marRight w:val="0"/>
      <w:marTop w:val="0"/>
      <w:marBottom w:val="0"/>
      <w:divBdr>
        <w:top w:val="none" w:sz="0" w:space="0" w:color="auto"/>
        <w:left w:val="none" w:sz="0" w:space="0" w:color="auto"/>
        <w:bottom w:val="none" w:sz="0" w:space="0" w:color="auto"/>
        <w:right w:val="none" w:sz="0" w:space="0" w:color="auto"/>
      </w:divBdr>
    </w:div>
    <w:div w:id="1961838593">
      <w:marLeft w:val="0"/>
      <w:marRight w:val="0"/>
      <w:marTop w:val="0"/>
      <w:marBottom w:val="0"/>
      <w:divBdr>
        <w:top w:val="none" w:sz="0" w:space="0" w:color="auto"/>
        <w:left w:val="none" w:sz="0" w:space="0" w:color="auto"/>
        <w:bottom w:val="none" w:sz="0" w:space="0" w:color="auto"/>
        <w:right w:val="none" w:sz="0" w:space="0" w:color="auto"/>
      </w:divBdr>
    </w:div>
    <w:div w:id="1961838594">
      <w:marLeft w:val="0"/>
      <w:marRight w:val="0"/>
      <w:marTop w:val="0"/>
      <w:marBottom w:val="0"/>
      <w:divBdr>
        <w:top w:val="none" w:sz="0" w:space="0" w:color="auto"/>
        <w:left w:val="none" w:sz="0" w:space="0" w:color="auto"/>
        <w:bottom w:val="none" w:sz="0" w:space="0" w:color="auto"/>
        <w:right w:val="none" w:sz="0" w:space="0" w:color="auto"/>
      </w:divBdr>
    </w:div>
    <w:div w:id="1961838595">
      <w:marLeft w:val="0"/>
      <w:marRight w:val="0"/>
      <w:marTop w:val="0"/>
      <w:marBottom w:val="0"/>
      <w:divBdr>
        <w:top w:val="none" w:sz="0" w:space="0" w:color="auto"/>
        <w:left w:val="none" w:sz="0" w:space="0" w:color="auto"/>
        <w:bottom w:val="none" w:sz="0" w:space="0" w:color="auto"/>
        <w:right w:val="none" w:sz="0" w:space="0" w:color="auto"/>
      </w:divBdr>
    </w:div>
    <w:div w:id="1961838596">
      <w:marLeft w:val="0"/>
      <w:marRight w:val="0"/>
      <w:marTop w:val="0"/>
      <w:marBottom w:val="0"/>
      <w:divBdr>
        <w:top w:val="none" w:sz="0" w:space="0" w:color="auto"/>
        <w:left w:val="none" w:sz="0" w:space="0" w:color="auto"/>
        <w:bottom w:val="none" w:sz="0" w:space="0" w:color="auto"/>
        <w:right w:val="none" w:sz="0" w:space="0" w:color="auto"/>
      </w:divBdr>
    </w:div>
    <w:div w:id="1961838597">
      <w:marLeft w:val="0"/>
      <w:marRight w:val="0"/>
      <w:marTop w:val="0"/>
      <w:marBottom w:val="0"/>
      <w:divBdr>
        <w:top w:val="none" w:sz="0" w:space="0" w:color="auto"/>
        <w:left w:val="none" w:sz="0" w:space="0" w:color="auto"/>
        <w:bottom w:val="none" w:sz="0" w:space="0" w:color="auto"/>
        <w:right w:val="none" w:sz="0" w:space="0" w:color="auto"/>
      </w:divBdr>
    </w:div>
    <w:div w:id="1961838598">
      <w:marLeft w:val="0"/>
      <w:marRight w:val="0"/>
      <w:marTop w:val="0"/>
      <w:marBottom w:val="0"/>
      <w:divBdr>
        <w:top w:val="none" w:sz="0" w:space="0" w:color="auto"/>
        <w:left w:val="none" w:sz="0" w:space="0" w:color="auto"/>
        <w:bottom w:val="none" w:sz="0" w:space="0" w:color="auto"/>
        <w:right w:val="none" w:sz="0" w:space="0" w:color="auto"/>
      </w:divBdr>
    </w:div>
    <w:div w:id="1961838599">
      <w:marLeft w:val="0"/>
      <w:marRight w:val="0"/>
      <w:marTop w:val="0"/>
      <w:marBottom w:val="0"/>
      <w:divBdr>
        <w:top w:val="none" w:sz="0" w:space="0" w:color="auto"/>
        <w:left w:val="none" w:sz="0" w:space="0" w:color="auto"/>
        <w:bottom w:val="none" w:sz="0" w:space="0" w:color="auto"/>
        <w:right w:val="none" w:sz="0" w:space="0" w:color="auto"/>
      </w:divBdr>
    </w:div>
    <w:div w:id="1961838600">
      <w:marLeft w:val="0"/>
      <w:marRight w:val="0"/>
      <w:marTop w:val="0"/>
      <w:marBottom w:val="0"/>
      <w:divBdr>
        <w:top w:val="none" w:sz="0" w:space="0" w:color="auto"/>
        <w:left w:val="none" w:sz="0" w:space="0" w:color="auto"/>
        <w:bottom w:val="none" w:sz="0" w:space="0" w:color="auto"/>
        <w:right w:val="none" w:sz="0" w:space="0" w:color="auto"/>
      </w:divBdr>
    </w:div>
    <w:div w:id="1961838601">
      <w:marLeft w:val="0"/>
      <w:marRight w:val="0"/>
      <w:marTop w:val="0"/>
      <w:marBottom w:val="0"/>
      <w:divBdr>
        <w:top w:val="none" w:sz="0" w:space="0" w:color="auto"/>
        <w:left w:val="none" w:sz="0" w:space="0" w:color="auto"/>
        <w:bottom w:val="none" w:sz="0" w:space="0" w:color="auto"/>
        <w:right w:val="none" w:sz="0" w:space="0" w:color="auto"/>
      </w:divBdr>
    </w:div>
    <w:div w:id="1961838602">
      <w:marLeft w:val="0"/>
      <w:marRight w:val="0"/>
      <w:marTop w:val="0"/>
      <w:marBottom w:val="0"/>
      <w:divBdr>
        <w:top w:val="none" w:sz="0" w:space="0" w:color="auto"/>
        <w:left w:val="none" w:sz="0" w:space="0" w:color="auto"/>
        <w:bottom w:val="none" w:sz="0" w:space="0" w:color="auto"/>
        <w:right w:val="none" w:sz="0" w:space="0" w:color="auto"/>
      </w:divBdr>
    </w:div>
    <w:div w:id="1961838603">
      <w:marLeft w:val="0"/>
      <w:marRight w:val="0"/>
      <w:marTop w:val="0"/>
      <w:marBottom w:val="0"/>
      <w:divBdr>
        <w:top w:val="none" w:sz="0" w:space="0" w:color="auto"/>
        <w:left w:val="none" w:sz="0" w:space="0" w:color="auto"/>
        <w:bottom w:val="none" w:sz="0" w:space="0" w:color="auto"/>
        <w:right w:val="none" w:sz="0" w:space="0" w:color="auto"/>
      </w:divBdr>
    </w:div>
    <w:div w:id="19618386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490</TotalTime>
  <Pages>1</Pages>
  <Words>370</Words>
  <Characters>2115</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29</cp:revision>
  <cp:lastPrinted>2022-01-30T14:15:00Z</cp:lastPrinted>
  <dcterms:created xsi:type="dcterms:W3CDTF">2020-09-16T05:51:00Z</dcterms:created>
  <dcterms:modified xsi:type="dcterms:W3CDTF">2022-02-09T07:54:00Z</dcterms:modified>
</cp:coreProperties>
</file>