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49" w:rsidRDefault="00AD6649" w:rsidP="0003169A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ПРОЄКТ </w:t>
      </w:r>
    </w:p>
    <w:p w:rsidR="00AD6649" w:rsidRDefault="00AD6649" w:rsidP="0003169A">
      <w:pPr>
        <w:pStyle w:val="1"/>
        <w:rPr>
          <w:noProof/>
          <w:lang w:val="ru-RU" w:eastAsia="ru-RU"/>
        </w:rPr>
      </w:pPr>
    </w:p>
    <w:p w:rsidR="00AD6649" w:rsidRDefault="00AD6649" w:rsidP="0003169A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D60330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AD6649" w:rsidRDefault="00AD6649" w:rsidP="0003169A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НАГІРЯНСЬКА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ab/>
        <w:t xml:space="preserve"> С І Л Ь С Ь К А   Р А Д А</w:t>
      </w:r>
    </w:p>
    <w:p w:rsidR="00AD6649" w:rsidRDefault="00AD6649" w:rsidP="0003169A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AD6649" w:rsidRDefault="00AD6649" w:rsidP="0003169A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ВОСЬМЕ СКЛИКАННЯ</w:t>
      </w:r>
    </w:p>
    <w:p w:rsidR="00AD6649" w:rsidRPr="005D4785" w:rsidRDefault="00AD6649" w:rsidP="005D4785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ЧОТИРНАДЦЯТА СЕСІЯ</w:t>
      </w:r>
      <w:bookmarkStart w:id="0" w:name="_GoBack"/>
      <w:bookmarkEnd w:id="0"/>
    </w:p>
    <w:p w:rsidR="00AD6649" w:rsidRDefault="00AD6649" w:rsidP="0003169A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РІШЕННЯ </w:t>
      </w:r>
    </w:p>
    <w:p w:rsidR="00AD6649" w:rsidRDefault="00AD6649" w:rsidP="0003169A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__ ______________ 2021 року                   № ________ </w:t>
      </w:r>
    </w:p>
    <w:p w:rsidR="00AD6649" w:rsidRDefault="00AD6649" w:rsidP="0003169A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с-ще Нагірянка</w:t>
      </w:r>
    </w:p>
    <w:p w:rsidR="00AD6649" w:rsidRDefault="00AD6649" w:rsidP="0003169A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AD6649" w:rsidRDefault="00AD6649" w:rsidP="0003169A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AD6649" w:rsidRDefault="00AD6649" w:rsidP="0003169A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</w:t>
      </w:r>
    </w:p>
    <w:p w:rsidR="00AD6649" w:rsidRDefault="00AD6649" w:rsidP="0003169A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у 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6649" w:rsidRDefault="00AD6649" w:rsidP="0003169A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6649" w:rsidRDefault="00AD6649" w:rsidP="0003169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сільська рада</w:t>
      </w:r>
    </w:p>
    <w:p w:rsidR="00AD6649" w:rsidRDefault="00AD6649" w:rsidP="0003169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D6649" w:rsidRDefault="00AD6649" w:rsidP="0003169A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AD6649" w:rsidRDefault="00AD6649" w:rsidP="0003169A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AD6649" w:rsidRPr="00225A69" w:rsidRDefault="00AD6649" w:rsidP="0003169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25A69">
        <w:rPr>
          <w:rFonts w:ascii="Times New Roman" w:hAnsi="Times New Roman"/>
          <w:sz w:val="24"/>
          <w:szCs w:val="24"/>
        </w:rPr>
        <w:t>Затвердити проект землеустрою щодо відведення земельної ділянки у власність  та</w:t>
      </w:r>
      <w:r w:rsidRPr="00225A6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5A69">
        <w:rPr>
          <w:rFonts w:ascii="Times New Roman" w:hAnsi="Times New Roman"/>
          <w:sz w:val="24"/>
          <w:szCs w:val="24"/>
        </w:rPr>
        <w:t xml:space="preserve"> </w:t>
      </w:r>
      <w:r w:rsidRPr="00225A69">
        <w:rPr>
          <w:rFonts w:ascii="Times New Roman" w:hAnsi="Times New Roman"/>
          <w:sz w:val="24"/>
          <w:szCs w:val="24"/>
          <w:lang w:val="ru-RU"/>
        </w:rPr>
        <w:t>п</w:t>
      </w:r>
      <w:r w:rsidRPr="00225A69">
        <w:rPr>
          <w:rFonts w:ascii="Times New Roman" w:hAnsi="Times New Roman"/>
          <w:sz w:val="24"/>
          <w:szCs w:val="24"/>
        </w:rPr>
        <w:t xml:space="preserve">ередати </w:t>
      </w:r>
      <w:r w:rsidRPr="00225A69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225A69">
        <w:rPr>
          <w:rFonts w:ascii="Times New Roman" w:hAnsi="Times New Roman"/>
          <w:sz w:val="24"/>
          <w:szCs w:val="24"/>
        </w:rPr>
        <w:t xml:space="preserve">безоплатно у приватну власність гр. </w:t>
      </w:r>
      <w:r w:rsidRPr="00225A69">
        <w:rPr>
          <w:rFonts w:ascii="Times New Roman" w:hAnsi="Times New Roman"/>
          <w:b/>
          <w:sz w:val="24"/>
          <w:szCs w:val="24"/>
        </w:rPr>
        <w:t>Кресінському Олегу Ярославовичу (ліквідатор АЕС)</w:t>
      </w:r>
      <w:r w:rsidRPr="00225A6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2,0000 га"/>
        </w:smartTagPr>
        <w:r w:rsidRPr="00225A69">
          <w:rPr>
            <w:rFonts w:ascii="Times New Roman" w:hAnsi="Times New Roman"/>
            <w:sz w:val="24"/>
            <w:szCs w:val="24"/>
          </w:rPr>
          <w:t>2,0000 га</w:t>
        </w:r>
      </w:smartTag>
      <w:r w:rsidRPr="00225A69">
        <w:rPr>
          <w:rFonts w:ascii="Times New Roman" w:hAnsi="Times New Roman"/>
          <w:sz w:val="24"/>
          <w:szCs w:val="24"/>
        </w:rPr>
        <w:t xml:space="preserve"> </w:t>
      </w:r>
      <w:r w:rsidRPr="00225A69">
        <w:rPr>
          <w:rFonts w:ascii="Times New Roman" w:hAnsi="Times New Roman"/>
          <w:sz w:val="24"/>
          <w:szCs w:val="24"/>
          <w:bdr w:val="none" w:sz="0" w:space="0" w:color="auto" w:frame="1"/>
        </w:rPr>
        <w:t>за межами с. Заболотівка на території Нагірянської сільської ради (колишня Заболотівська сільська рада)  Чортківського району Тернопільської області</w:t>
      </w:r>
      <w:r w:rsidRPr="00225A69">
        <w:rPr>
          <w:rFonts w:ascii="Times New Roman" w:hAnsi="Times New Roman"/>
          <w:sz w:val="24"/>
          <w:szCs w:val="24"/>
        </w:rPr>
        <w:t xml:space="preserve"> у приватну власність, в тому числі: </w:t>
      </w:r>
    </w:p>
    <w:p w:rsidR="00AD6649" w:rsidRPr="00225A69" w:rsidRDefault="00AD6649" w:rsidP="0003169A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225A6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225A69">
          <w:rPr>
            <w:rFonts w:ascii="Times New Roman" w:hAnsi="Times New Roman"/>
            <w:sz w:val="24"/>
            <w:szCs w:val="24"/>
          </w:rPr>
          <w:t>2,0000 га</w:t>
        </w:r>
      </w:smartTag>
      <w:r w:rsidRPr="00225A69">
        <w:rPr>
          <w:rFonts w:ascii="Times New Roman" w:hAnsi="Times New Roman"/>
          <w:sz w:val="24"/>
          <w:szCs w:val="24"/>
        </w:rPr>
        <w:t xml:space="preserve"> - кадастровий  номер: 6125583100:01:001:0921.</w:t>
      </w:r>
    </w:p>
    <w:p w:rsidR="00AD6649" w:rsidRDefault="00AD6649" w:rsidP="0003169A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AD6649" w:rsidRDefault="00AD6649" w:rsidP="0003169A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AD6649" w:rsidRDefault="00AD6649" w:rsidP="0003169A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AD6649" w:rsidRDefault="00AD6649" w:rsidP="0003169A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AD6649" w:rsidRDefault="00AD6649" w:rsidP="0003169A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AD6649" w:rsidRDefault="00AD6649" w:rsidP="0003169A">
      <w:pPr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Йосип ЗІБРІВСЬКИЙ </w:t>
      </w:r>
    </w:p>
    <w:p w:rsidR="00AD6649" w:rsidRDefault="00AD6649" w:rsidP="0003169A">
      <w:pPr>
        <w:rPr>
          <w:sz w:val="24"/>
          <w:szCs w:val="24"/>
        </w:rPr>
      </w:pPr>
      <w:r>
        <w:rPr>
          <w:sz w:val="24"/>
          <w:szCs w:val="24"/>
        </w:rPr>
        <w:t>Любомир ХОМ’ЯК</w:t>
      </w:r>
    </w:p>
    <w:p w:rsidR="00AD6649" w:rsidRDefault="00AD6649" w:rsidP="0003169A">
      <w:pPr>
        <w:rPr>
          <w:sz w:val="24"/>
          <w:szCs w:val="24"/>
        </w:rPr>
      </w:pPr>
      <w:r>
        <w:rPr>
          <w:sz w:val="24"/>
          <w:szCs w:val="24"/>
        </w:rPr>
        <w:t>Оксана КОВАЛЬЧУК</w:t>
      </w:r>
    </w:p>
    <w:p w:rsidR="00AD6649" w:rsidRDefault="00AD6649" w:rsidP="0003169A">
      <w:pPr>
        <w:rPr>
          <w:sz w:val="24"/>
          <w:szCs w:val="24"/>
        </w:rPr>
      </w:pPr>
      <w:r>
        <w:rPr>
          <w:sz w:val="24"/>
          <w:szCs w:val="24"/>
        </w:rPr>
        <w:t xml:space="preserve">Віталій БРОЩАК </w:t>
      </w:r>
    </w:p>
    <w:p w:rsidR="00AD6649" w:rsidRDefault="00AD6649" w:rsidP="000C3E66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ПРОЄКТ </w:t>
      </w:r>
    </w:p>
    <w:p w:rsidR="00AD6649" w:rsidRDefault="00AD6649" w:rsidP="000C3E66">
      <w:pPr>
        <w:pStyle w:val="1"/>
        <w:rPr>
          <w:noProof/>
          <w:lang w:val="ru-RU" w:eastAsia="ru-RU"/>
        </w:rPr>
      </w:pPr>
    </w:p>
    <w:p w:rsidR="00AD6649" w:rsidRDefault="00AD6649" w:rsidP="000C3E66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D60330">
        <w:rPr>
          <w:rFonts w:ascii="Times New Roman" w:hAnsi="Times New Roman"/>
          <w:noProof/>
          <w:sz w:val="24"/>
          <w:szCs w:val="24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AD6649" w:rsidRDefault="00AD6649" w:rsidP="000C3E66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НАГІРЯНСЬКА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ab/>
        <w:t xml:space="preserve"> С І Л Ь С Ь К А   Р А Д А</w:t>
      </w:r>
    </w:p>
    <w:p w:rsidR="00AD6649" w:rsidRDefault="00AD6649" w:rsidP="000C3E66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AD6649" w:rsidRDefault="00AD6649" w:rsidP="000C3E66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ВОСЬМЕ СКЛИКАННЯ</w:t>
      </w:r>
    </w:p>
    <w:p w:rsidR="00AD6649" w:rsidRPr="005D4785" w:rsidRDefault="00AD6649" w:rsidP="000C3E66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ЧОТИРНАДЦЯТА СЕСІЯ</w:t>
      </w:r>
    </w:p>
    <w:p w:rsidR="00AD6649" w:rsidRDefault="00AD6649" w:rsidP="000C3E66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РІШЕННЯ </w:t>
      </w:r>
    </w:p>
    <w:p w:rsidR="00AD6649" w:rsidRDefault="00AD6649" w:rsidP="000C3E66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__ ______________ 2021 року                   № ________ </w:t>
      </w:r>
    </w:p>
    <w:p w:rsidR="00AD6649" w:rsidRDefault="00AD6649" w:rsidP="000C3E66">
      <w:pPr>
        <w:suppressAutoHyphens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с-ще Нагірянка</w:t>
      </w:r>
    </w:p>
    <w:p w:rsidR="00AD6649" w:rsidRDefault="00AD6649" w:rsidP="000C3E66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AD6649" w:rsidRDefault="00AD6649" w:rsidP="000C3E66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AD6649" w:rsidRDefault="00AD6649" w:rsidP="000C3E66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</w:t>
      </w:r>
    </w:p>
    <w:p w:rsidR="00AD6649" w:rsidRDefault="00AD6649" w:rsidP="000C3E66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у 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6649" w:rsidRDefault="00AD6649" w:rsidP="000C3E66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6649" w:rsidRDefault="00AD6649" w:rsidP="000C3E6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сільська рада</w:t>
      </w:r>
    </w:p>
    <w:p w:rsidR="00AD6649" w:rsidRDefault="00AD6649" w:rsidP="000C3E6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D6649" w:rsidRDefault="00AD6649" w:rsidP="000C3E66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AD6649" w:rsidRDefault="00AD6649" w:rsidP="000C3E66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AD6649" w:rsidRPr="00225A69" w:rsidRDefault="00AD6649" w:rsidP="000C3E6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25A69">
        <w:rPr>
          <w:rFonts w:ascii="Times New Roman" w:hAnsi="Times New Roman"/>
          <w:sz w:val="24"/>
          <w:szCs w:val="24"/>
        </w:rPr>
        <w:t>Затвердити проект землеустрою щодо відведення земельної ділянки у власність  та</w:t>
      </w:r>
      <w:r w:rsidRPr="00225A6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5A69">
        <w:rPr>
          <w:rFonts w:ascii="Times New Roman" w:hAnsi="Times New Roman"/>
          <w:sz w:val="24"/>
          <w:szCs w:val="24"/>
        </w:rPr>
        <w:t xml:space="preserve"> </w:t>
      </w:r>
      <w:r w:rsidRPr="00225A69">
        <w:rPr>
          <w:rFonts w:ascii="Times New Roman" w:hAnsi="Times New Roman"/>
          <w:sz w:val="24"/>
          <w:szCs w:val="24"/>
          <w:lang w:val="ru-RU"/>
        </w:rPr>
        <w:t>п</w:t>
      </w:r>
      <w:r w:rsidRPr="00225A69">
        <w:rPr>
          <w:rFonts w:ascii="Times New Roman" w:hAnsi="Times New Roman"/>
          <w:sz w:val="24"/>
          <w:szCs w:val="24"/>
        </w:rPr>
        <w:t xml:space="preserve">ередати </w:t>
      </w:r>
      <w:r w:rsidRPr="00225A69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225A69">
        <w:rPr>
          <w:rFonts w:ascii="Times New Roman" w:hAnsi="Times New Roman"/>
          <w:sz w:val="24"/>
          <w:szCs w:val="24"/>
        </w:rPr>
        <w:t xml:space="preserve">безоплатно у приватну власність гр. </w:t>
      </w:r>
      <w:r w:rsidRPr="00225A69">
        <w:rPr>
          <w:rFonts w:ascii="Times New Roman" w:hAnsi="Times New Roman"/>
          <w:b/>
          <w:sz w:val="24"/>
          <w:szCs w:val="24"/>
        </w:rPr>
        <w:t>Кресінському Олегу Ярославовичу (ліквідатор АЕС)</w:t>
      </w:r>
      <w:r w:rsidRPr="00225A6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2,0000 га"/>
        </w:smartTagPr>
        <w:r w:rsidRPr="00225A69">
          <w:rPr>
            <w:rFonts w:ascii="Times New Roman" w:hAnsi="Times New Roman"/>
            <w:sz w:val="24"/>
            <w:szCs w:val="24"/>
          </w:rPr>
          <w:t>2,0000 га</w:t>
        </w:r>
      </w:smartTag>
      <w:r w:rsidRPr="00225A69">
        <w:rPr>
          <w:rFonts w:ascii="Times New Roman" w:hAnsi="Times New Roman"/>
          <w:sz w:val="24"/>
          <w:szCs w:val="24"/>
        </w:rPr>
        <w:t xml:space="preserve"> </w:t>
      </w:r>
      <w:r w:rsidRPr="00225A69">
        <w:rPr>
          <w:rFonts w:ascii="Times New Roman" w:hAnsi="Times New Roman"/>
          <w:sz w:val="24"/>
          <w:szCs w:val="24"/>
          <w:bdr w:val="none" w:sz="0" w:space="0" w:color="auto" w:frame="1"/>
        </w:rPr>
        <w:t>за межами с. Заболотівка на території Нагірянської сільської ради (колишня Заболотівська сільська рада)  Чортківського району Тернопільської області</w:t>
      </w:r>
      <w:r w:rsidRPr="00225A69">
        <w:rPr>
          <w:rFonts w:ascii="Times New Roman" w:hAnsi="Times New Roman"/>
          <w:sz w:val="24"/>
          <w:szCs w:val="24"/>
        </w:rPr>
        <w:t xml:space="preserve"> у приватну власність, в тому числі: </w:t>
      </w:r>
    </w:p>
    <w:p w:rsidR="00AD6649" w:rsidRPr="00225A69" w:rsidRDefault="00AD6649" w:rsidP="000C3E66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225A6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225A69">
          <w:rPr>
            <w:rFonts w:ascii="Times New Roman" w:hAnsi="Times New Roman"/>
            <w:sz w:val="24"/>
            <w:szCs w:val="24"/>
          </w:rPr>
          <w:t>2,0000 га</w:t>
        </w:r>
      </w:smartTag>
      <w:r w:rsidRPr="00225A69">
        <w:rPr>
          <w:rFonts w:ascii="Times New Roman" w:hAnsi="Times New Roman"/>
          <w:sz w:val="24"/>
          <w:szCs w:val="24"/>
        </w:rPr>
        <w:t xml:space="preserve"> - кадастровий  номер: 6125583100:01:001:0921.</w:t>
      </w:r>
    </w:p>
    <w:p w:rsidR="00AD6649" w:rsidRDefault="00AD6649" w:rsidP="000C3E66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AD6649" w:rsidRDefault="00AD6649" w:rsidP="000C3E66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AD6649" w:rsidRDefault="00AD6649" w:rsidP="000C3E66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AD6649" w:rsidRDefault="00AD6649" w:rsidP="000C3E66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AD6649" w:rsidRDefault="00AD6649" w:rsidP="000C3E66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AD6649" w:rsidRDefault="00AD6649" w:rsidP="000C3E66">
      <w:pPr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Йосип ЗІБРІВСЬКИЙ </w:t>
      </w:r>
    </w:p>
    <w:p w:rsidR="00AD6649" w:rsidRDefault="00AD6649" w:rsidP="000C3E66">
      <w:pPr>
        <w:rPr>
          <w:sz w:val="24"/>
          <w:szCs w:val="24"/>
        </w:rPr>
      </w:pPr>
      <w:r>
        <w:rPr>
          <w:sz w:val="24"/>
          <w:szCs w:val="24"/>
        </w:rPr>
        <w:t>Любомир ХОМ’ЯК</w:t>
      </w:r>
    </w:p>
    <w:p w:rsidR="00AD6649" w:rsidRDefault="00AD6649" w:rsidP="000C3E66">
      <w:pPr>
        <w:rPr>
          <w:sz w:val="24"/>
          <w:szCs w:val="24"/>
        </w:rPr>
      </w:pPr>
      <w:r>
        <w:rPr>
          <w:sz w:val="24"/>
          <w:szCs w:val="24"/>
        </w:rPr>
        <w:t>Оксана КОВАЛЬЧУК</w:t>
      </w:r>
    </w:p>
    <w:p w:rsidR="00AD6649" w:rsidRPr="000C3E66" w:rsidRDefault="00AD6649" w:rsidP="0003169A">
      <w:pPr>
        <w:rPr>
          <w:sz w:val="24"/>
          <w:szCs w:val="24"/>
        </w:rPr>
      </w:pPr>
      <w:r>
        <w:rPr>
          <w:sz w:val="24"/>
          <w:szCs w:val="24"/>
        </w:rPr>
        <w:t xml:space="preserve">Віталій БРОЩАК </w:t>
      </w:r>
    </w:p>
    <w:p w:rsidR="00AD6649" w:rsidRDefault="00AD6649" w:rsidP="0003169A"/>
    <w:p w:rsidR="00AD6649" w:rsidRDefault="00AD6649"/>
    <w:sectPr w:rsidR="00AD6649" w:rsidSect="00FC4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210"/>
    <w:rsid w:val="0003169A"/>
    <w:rsid w:val="000C3E66"/>
    <w:rsid w:val="00225A69"/>
    <w:rsid w:val="003F2504"/>
    <w:rsid w:val="00584210"/>
    <w:rsid w:val="005D4785"/>
    <w:rsid w:val="00675907"/>
    <w:rsid w:val="00AD6649"/>
    <w:rsid w:val="00D34B5F"/>
    <w:rsid w:val="00D60330"/>
    <w:rsid w:val="00D81CE0"/>
    <w:rsid w:val="00FC4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69A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03169A"/>
    <w:rPr>
      <w:rFonts w:eastAsia="Times New Roman"/>
    </w:rPr>
  </w:style>
  <w:style w:type="paragraph" w:customStyle="1" w:styleId="10">
    <w:name w:val="Без інтервалів1"/>
    <w:uiPriority w:val="99"/>
    <w:rsid w:val="0003169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549</Words>
  <Characters>3131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cp:lastPrinted>2021-11-17T09:57:00Z</cp:lastPrinted>
  <dcterms:created xsi:type="dcterms:W3CDTF">2021-11-11T12:02:00Z</dcterms:created>
  <dcterms:modified xsi:type="dcterms:W3CDTF">2021-11-17T09:57:00Z</dcterms:modified>
</cp:coreProperties>
</file>