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6E" w:rsidRPr="00865A84" w:rsidRDefault="00AB3B6E" w:rsidP="00E237E8">
      <w:pPr>
        <w:pStyle w:val="1"/>
        <w:jc w:val="right"/>
        <w:rPr>
          <w:rFonts w:ascii="Times New Roman" w:hAnsi="Times New Roman"/>
          <w:bCs/>
          <w:sz w:val="28"/>
          <w:szCs w:val="28"/>
        </w:rPr>
      </w:pPr>
      <w:r w:rsidRPr="00865A84">
        <w:rPr>
          <w:rFonts w:ascii="Times New Roman" w:hAnsi="Times New Roman"/>
          <w:bCs/>
          <w:sz w:val="28"/>
          <w:szCs w:val="28"/>
        </w:rPr>
        <w:t xml:space="preserve">ПРОЄКТ </w:t>
      </w:r>
    </w:p>
    <w:p w:rsidR="00AB3B6E" w:rsidRPr="00865A84" w:rsidRDefault="00AB3B6E" w:rsidP="00E237E8">
      <w:pPr>
        <w:pStyle w:val="1"/>
        <w:rPr>
          <w:noProof/>
          <w:lang w:val="ru-RU" w:eastAsia="ru-RU"/>
        </w:rPr>
      </w:pPr>
    </w:p>
    <w:p w:rsidR="00AB3B6E" w:rsidRPr="00865A84" w:rsidRDefault="00AB3B6E" w:rsidP="00E237E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0900FF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AB3B6E" w:rsidRPr="00865A84" w:rsidRDefault="00AB3B6E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865A84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AB3B6E" w:rsidRPr="00865A84" w:rsidRDefault="00AB3B6E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865A84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AB3B6E" w:rsidRPr="00865A84" w:rsidRDefault="00AB3B6E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AB3B6E" w:rsidRPr="00865A84" w:rsidRDefault="00AB3B6E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П’ЯТНАДЦЯТА  СЕСІЯ</w:t>
      </w:r>
    </w:p>
    <w:p w:rsidR="00AB3B6E" w:rsidRPr="00865A84" w:rsidRDefault="00AB3B6E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865A8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B3B6E" w:rsidRPr="00865A84" w:rsidRDefault="00AB3B6E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__ ______________ 2021 року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№ ________ </w:t>
      </w:r>
    </w:p>
    <w:p w:rsidR="00AB3B6E" w:rsidRPr="0026036B" w:rsidRDefault="00AB3B6E" w:rsidP="00865A8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6036B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26036B">
        <w:rPr>
          <w:rFonts w:ascii="Times New Roman" w:hAnsi="Times New Roman"/>
        </w:rPr>
        <w:t xml:space="preserve">                                         </w:t>
      </w:r>
    </w:p>
    <w:p w:rsidR="00AB3B6E" w:rsidRDefault="00AB3B6E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AB3B6E" w:rsidRDefault="00AB3B6E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власність </w:t>
      </w:r>
    </w:p>
    <w:p w:rsidR="00AB3B6E" w:rsidRDefault="00AB3B6E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B3B6E" w:rsidRDefault="00AB3B6E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AB3B6E" w:rsidRPr="00865A84" w:rsidRDefault="00AB3B6E" w:rsidP="00865A84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AB3B6E" w:rsidRDefault="00AB3B6E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6036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AB3B6E" w:rsidRPr="00E237E8" w:rsidRDefault="00AB3B6E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237E8">
        <w:rPr>
          <w:rFonts w:ascii="Times New Roman" w:hAnsi="Times New Roman"/>
          <w:sz w:val="24"/>
          <w:szCs w:val="24"/>
        </w:rPr>
        <w:t xml:space="preserve">1.1. Гр. </w:t>
      </w:r>
      <w:r>
        <w:rPr>
          <w:rFonts w:ascii="Times New Roman" w:hAnsi="Times New Roman"/>
          <w:b/>
          <w:color w:val="FF0000"/>
          <w:sz w:val="24"/>
          <w:szCs w:val="24"/>
        </w:rPr>
        <w:t>Барна Степану Михайловичу</w:t>
      </w:r>
      <w:r w:rsidRPr="00E237E8">
        <w:rPr>
          <w:rFonts w:ascii="Times New Roman" w:hAnsi="Times New Roman"/>
          <w:sz w:val="24"/>
          <w:szCs w:val="24"/>
        </w:rPr>
        <w:t xml:space="preserve"> для в</w:t>
      </w:r>
      <w:r>
        <w:rPr>
          <w:rFonts w:ascii="Times New Roman" w:hAnsi="Times New Roman"/>
          <w:sz w:val="24"/>
          <w:szCs w:val="24"/>
        </w:rPr>
        <w:t>едення товарного сільськогосподарського виробництва</w:t>
      </w:r>
      <w:r w:rsidRPr="00E237E8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1,17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1,17</w:t>
        </w:r>
        <w:r w:rsidRPr="00E237E8">
          <w:rPr>
            <w:rFonts w:ascii="Times New Roman" w:hAnsi="Times New Roman"/>
            <w:color w:val="FF0000"/>
            <w:sz w:val="24"/>
            <w:szCs w:val="24"/>
          </w:rPr>
          <w:t xml:space="preserve">00 </w:t>
        </w:r>
        <w:r w:rsidRPr="00E237E8">
          <w:rPr>
            <w:rFonts w:ascii="Times New Roman" w:hAnsi="Times New Roman"/>
            <w:sz w:val="24"/>
            <w:szCs w:val="24"/>
          </w:rPr>
          <w:t>га</w:t>
        </w:r>
      </w:smartTag>
      <w:r w:rsidRPr="00E237E8">
        <w:rPr>
          <w:rFonts w:ascii="Times New Roman" w:hAnsi="Times New Roman"/>
          <w:sz w:val="24"/>
          <w:szCs w:val="24"/>
        </w:rPr>
        <w:t xml:space="preserve"> в с.</w:t>
      </w:r>
      <w:r>
        <w:rPr>
          <w:rFonts w:ascii="Times New Roman" w:hAnsi="Times New Roman"/>
          <w:color w:val="FF0000"/>
          <w:sz w:val="24"/>
          <w:szCs w:val="24"/>
        </w:rPr>
        <w:t xml:space="preserve"> Нагірянка</w:t>
      </w:r>
      <w:r w:rsidRPr="00E237E8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AB3B6E" w:rsidRPr="00E237E8" w:rsidRDefault="00AB3B6E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E237E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17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1,17</w:t>
        </w:r>
        <w:r w:rsidRPr="00E237E8">
          <w:rPr>
            <w:rFonts w:ascii="Times New Roman" w:hAnsi="Times New Roman"/>
            <w:color w:val="FF0000"/>
            <w:sz w:val="24"/>
            <w:szCs w:val="24"/>
          </w:rPr>
          <w:t xml:space="preserve">00 </w:t>
        </w:r>
        <w:r w:rsidRPr="00E237E8">
          <w:rPr>
            <w:rFonts w:ascii="Times New Roman" w:hAnsi="Times New Roman"/>
            <w:sz w:val="24"/>
            <w:szCs w:val="24"/>
          </w:rPr>
          <w:t>га</w:t>
        </w:r>
      </w:smartTag>
      <w:r w:rsidRPr="00E237E8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6125585900:01:001</w:t>
      </w:r>
      <w:r w:rsidRPr="00E237E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0095</w:t>
      </w:r>
      <w:r w:rsidRPr="00E237E8">
        <w:rPr>
          <w:rFonts w:ascii="Times New Roman" w:hAnsi="Times New Roman"/>
          <w:sz w:val="24"/>
          <w:szCs w:val="24"/>
        </w:rPr>
        <w:t>.</w:t>
      </w:r>
    </w:p>
    <w:p w:rsidR="00AB3B6E" w:rsidRPr="00A43CB3" w:rsidRDefault="00AB3B6E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E237E8">
        <w:rPr>
          <w:rFonts w:ascii="Times New Roman" w:hAnsi="Times New Roman"/>
          <w:sz w:val="24"/>
          <w:szCs w:val="24"/>
        </w:rPr>
        <w:t xml:space="preserve">              </w:t>
      </w:r>
      <w:r w:rsidRPr="00A43CB3">
        <w:rPr>
          <w:rFonts w:ascii="Times New Roman" w:hAnsi="Times New Roman"/>
          <w:sz w:val="24"/>
          <w:szCs w:val="24"/>
        </w:rPr>
        <w:t xml:space="preserve">1.2. Гр. </w:t>
      </w:r>
      <w:r>
        <w:rPr>
          <w:rFonts w:ascii="Times New Roman" w:hAnsi="Times New Roman"/>
          <w:b/>
          <w:color w:val="FF0000"/>
          <w:sz w:val="24"/>
          <w:szCs w:val="24"/>
        </w:rPr>
        <w:t>Мельничук Тетяні Михайлівні</w:t>
      </w:r>
      <w:r w:rsidRPr="00A43CB3">
        <w:rPr>
          <w:rFonts w:ascii="Times New Roman" w:hAnsi="Times New Roman"/>
          <w:sz w:val="24"/>
          <w:szCs w:val="24"/>
        </w:rPr>
        <w:t xml:space="preserve"> для ведення</w:t>
      </w:r>
      <w:r w:rsidRPr="009C7CAF">
        <w:rPr>
          <w:rFonts w:ascii="Times New Roman" w:hAnsi="Times New Roman"/>
          <w:sz w:val="24"/>
          <w:szCs w:val="24"/>
        </w:rPr>
        <w:t xml:space="preserve"> особистого селянського господарства</w:t>
      </w:r>
      <w:r w:rsidRPr="00A43CB3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0,24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0,2400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в с.</w:t>
      </w:r>
      <w:r w:rsidRPr="00A43CB3">
        <w:rPr>
          <w:rFonts w:ascii="Times New Roman" w:hAnsi="Times New Roman"/>
          <w:color w:val="FF0000"/>
          <w:sz w:val="24"/>
          <w:szCs w:val="24"/>
        </w:rPr>
        <w:t xml:space="preserve"> Ягільниця</w:t>
      </w:r>
      <w:r w:rsidRPr="00A43CB3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AB3B6E" w:rsidRDefault="00AB3B6E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43CB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4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0,2400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6125589800:02:001</w:t>
      </w:r>
      <w:r w:rsidRPr="00A43CB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0073</w:t>
      </w:r>
      <w:r w:rsidRPr="00A43CB3">
        <w:rPr>
          <w:rFonts w:ascii="Times New Roman" w:hAnsi="Times New Roman"/>
          <w:sz w:val="24"/>
          <w:szCs w:val="24"/>
        </w:rPr>
        <w:t>.</w:t>
      </w:r>
    </w:p>
    <w:p w:rsidR="00AB3B6E" w:rsidRPr="00A43CB3" w:rsidRDefault="00AB3B6E" w:rsidP="000C37F9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1.3</w:t>
      </w:r>
      <w:r w:rsidRPr="00A43CB3">
        <w:rPr>
          <w:rFonts w:ascii="Times New Roman" w:hAnsi="Times New Roman"/>
          <w:sz w:val="24"/>
          <w:szCs w:val="24"/>
        </w:rPr>
        <w:t xml:space="preserve">. Гр. </w:t>
      </w:r>
      <w:r>
        <w:rPr>
          <w:rFonts w:ascii="Times New Roman" w:hAnsi="Times New Roman"/>
          <w:b/>
          <w:color w:val="FF0000"/>
          <w:sz w:val="24"/>
          <w:szCs w:val="24"/>
        </w:rPr>
        <w:t>Білоус Ганні Іванівні</w:t>
      </w:r>
      <w:r w:rsidRPr="00A43CB3">
        <w:rPr>
          <w:rFonts w:ascii="Times New Roman" w:hAnsi="Times New Roman"/>
          <w:sz w:val="24"/>
          <w:szCs w:val="24"/>
        </w:rPr>
        <w:t xml:space="preserve"> для ведення</w:t>
      </w:r>
      <w:r w:rsidRPr="009C7CAF">
        <w:rPr>
          <w:rFonts w:ascii="Times New Roman" w:hAnsi="Times New Roman"/>
          <w:sz w:val="24"/>
          <w:szCs w:val="24"/>
        </w:rPr>
        <w:t xml:space="preserve"> особистого селянського господарства</w:t>
      </w:r>
      <w:r w:rsidRPr="00A43CB3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1,30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1,3000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в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37F9">
        <w:rPr>
          <w:rFonts w:ascii="Times New Roman" w:hAnsi="Times New Roman"/>
          <w:color w:val="FF0000"/>
          <w:sz w:val="24"/>
          <w:szCs w:val="24"/>
        </w:rPr>
        <w:t xml:space="preserve">Стара Ягільниця </w:t>
      </w:r>
      <w:r w:rsidRPr="00A43CB3">
        <w:rPr>
          <w:rFonts w:ascii="Times New Roman" w:hAnsi="Times New Roman"/>
          <w:sz w:val="24"/>
          <w:szCs w:val="24"/>
        </w:rPr>
        <w:t xml:space="preserve">Чортківського району Тернопільської області у приватну власність, в тому числі: </w:t>
      </w:r>
    </w:p>
    <w:p w:rsidR="00AB3B6E" w:rsidRDefault="00AB3B6E" w:rsidP="000C37F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43CB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30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1,3000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 w:rsidRPr="00A43CB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0126</w:t>
      </w:r>
      <w:r w:rsidRPr="00A43CB3">
        <w:rPr>
          <w:rFonts w:ascii="Times New Roman" w:hAnsi="Times New Roman"/>
          <w:sz w:val="24"/>
          <w:szCs w:val="24"/>
        </w:rPr>
        <w:t>.</w:t>
      </w:r>
    </w:p>
    <w:p w:rsidR="00AB3B6E" w:rsidRPr="009C7CAF" w:rsidRDefault="00AB3B6E" w:rsidP="00A83C79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8B77B7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1.4</w:t>
      </w:r>
      <w:r w:rsidRPr="009C7CAF">
        <w:rPr>
          <w:rFonts w:ascii="Times New Roman" w:hAnsi="Times New Roman"/>
          <w:sz w:val="24"/>
          <w:szCs w:val="24"/>
        </w:rPr>
        <w:t xml:space="preserve">. Гр. </w:t>
      </w:r>
      <w:r>
        <w:rPr>
          <w:rFonts w:ascii="Times New Roman" w:hAnsi="Times New Roman"/>
          <w:b/>
          <w:color w:val="FF0000"/>
          <w:sz w:val="24"/>
          <w:szCs w:val="24"/>
        </w:rPr>
        <w:t>Бубернак Марії Григорівні</w:t>
      </w:r>
      <w:r w:rsidRPr="009C7CAF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603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0,2603</w:t>
        </w:r>
        <w:r w:rsidRPr="009C7CAF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</w:t>
      </w:r>
      <w:r w:rsidRPr="009C7CAF">
        <w:rPr>
          <w:rFonts w:ascii="Times New Roman" w:hAnsi="Times New Roman"/>
          <w:sz w:val="24"/>
          <w:szCs w:val="24"/>
        </w:rPr>
        <w:t xml:space="preserve">у приватну власність, в тому числі: </w:t>
      </w:r>
    </w:p>
    <w:p w:rsidR="00AB3B6E" w:rsidRDefault="00AB3B6E" w:rsidP="00A83C7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9C7CAF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3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0,0835</w:t>
        </w:r>
        <w:r w:rsidRPr="009C7CAF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C7CAF">
          <w:rPr>
            <w:rFonts w:ascii="Times New Roman" w:hAnsi="Times New Roman"/>
            <w:sz w:val="24"/>
            <w:szCs w:val="24"/>
          </w:rPr>
          <w:t>га</w:t>
        </w:r>
      </w:smartTag>
      <w:r w:rsidRPr="009C7CAF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9C7CAF">
        <w:rPr>
          <w:rFonts w:ascii="Times New Roman" w:hAnsi="Times New Roman"/>
          <w:color w:val="FF0000"/>
          <w:sz w:val="24"/>
          <w:szCs w:val="24"/>
        </w:rPr>
        <w:t>6</w:t>
      </w:r>
      <w:r>
        <w:rPr>
          <w:rFonts w:ascii="Times New Roman" w:hAnsi="Times New Roman"/>
          <w:color w:val="FF0000"/>
          <w:sz w:val="24"/>
          <w:szCs w:val="24"/>
        </w:rPr>
        <w:t>125589800:02:001</w:t>
      </w:r>
      <w:r w:rsidRPr="009C7CA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0079</w:t>
      </w:r>
      <w:r>
        <w:rPr>
          <w:rFonts w:ascii="Times New Roman" w:hAnsi="Times New Roman"/>
          <w:sz w:val="24"/>
          <w:szCs w:val="24"/>
        </w:rPr>
        <w:t xml:space="preserve"> в с. Ягільниця</w:t>
      </w:r>
      <w:r w:rsidRPr="009C7CAF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</w:t>
      </w:r>
      <w:r>
        <w:rPr>
          <w:rFonts w:ascii="Times New Roman" w:hAnsi="Times New Roman"/>
          <w:sz w:val="24"/>
          <w:szCs w:val="24"/>
        </w:rPr>
        <w:t>;</w:t>
      </w:r>
    </w:p>
    <w:p w:rsidR="00AB3B6E" w:rsidRPr="00457EA4" w:rsidRDefault="00AB3B6E" w:rsidP="00A83C7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9C7CAF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68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0,1768</w:t>
        </w:r>
        <w:r w:rsidRPr="009C7CAF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C7CAF">
          <w:rPr>
            <w:rFonts w:ascii="Times New Roman" w:hAnsi="Times New Roman"/>
            <w:sz w:val="24"/>
            <w:szCs w:val="24"/>
          </w:rPr>
          <w:t>га</w:t>
        </w:r>
      </w:smartTag>
      <w:r w:rsidRPr="009C7CAF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9C7CAF">
        <w:rPr>
          <w:rFonts w:ascii="Times New Roman" w:hAnsi="Times New Roman"/>
          <w:color w:val="FF0000"/>
          <w:sz w:val="24"/>
          <w:szCs w:val="24"/>
        </w:rPr>
        <w:t>6</w:t>
      </w:r>
      <w:r>
        <w:rPr>
          <w:rFonts w:ascii="Times New Roman" w:hAnsi="Times New Roman"/>
          <w:color w:val="FF0000"/>
          <w:sz w:val="24"/>
          <w:szCs w:val="24"/>
        </w:rPr>
        <w:t>125589800:02:001</w:t>
      </w:r>
      <w:r w:rsidRPr="009C7CA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0081</w:t>
      </w:r>
      <w:r>
        <w:rPr>
          <w:rFonts w:ascii="Times New Roman" w:hAnsi="Times New Roman"/>
          <w:sz w:val="24"/>
          <w:szCs w:val="24"/>
        </w:rPr>
        <w:t xml:space="preserve"> в с. Ягільниця</w:t>
      </w:r>
      <w:r w:rsidRPr="00457EA4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</w:t>
      </w:r>
      <w:r>
        <w:rPr>
          <w:rFonts w:ascii="Times New Roman" w:hAnsi="Times New Roman"/>
          <w:sz w:val="24"/>
          <w:szCs w:val="24"/>
        </w:rPr>
        <w:t>.</w:t>
      </w:r>
    </w:p>
    <w:p w:rsidR="00AB3B6E" w:rsidRPr="009C7CAF" w:rsidRDefault="00AB3B6E" w:rsidP="00457EA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3B6E" w:rsidRDefault="00AB3B6E" w:rsidP="00E237E8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AB3B6E" w:rsidRDefault="00AB3B6E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AB3B6E" w:rsidRDefault="00AB3B6E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AB3B6E" w:rsidRDefault="00AB3B6E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</w:t>
      </w:r>
    </w:p>
    <w:p w:rsidR="00AB3B6E" w:rsidRPr="00865A84" w:rsidRDefault="00AB3B6E" w:rsidP="00E237E8">
      <w:pPr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</w:rPr>
        <w:t xml:space="preserve">Йосип ЗІБРІВСЬКИЙ </w:t>
      </w:r>
    </w:p>
    <w:p w:rsidR="00AB3B6E" w:rsidRPr="00865A84" w:rsidRDefault="00AB3B6E" w:rsidP="00E237E8">
      <w:pPr>
        <w:rPr>
          <w:rFonts w:ascii="Times New Roman" w:hAnsi="Times New Roman"/>
          <w:sz w:val="24"/>
          <w:szCs w:val="24"/>
        </w:rPr>
      </w:pPr>
      <w:r w:rsidRPr="00865A84">
        <w:rPr>
          <w:rFonts w:ascii="Times New Roman" w:hAnsi="Times New Roman"/>
          <w:sz w:val="24"/>
          <w:szCs w:val="24"/>
        </w:rPr>
        <w:t>Любомир ХОМ’ЯК</w:t>
      </w:r>
    </w:p>
    <w:p w:rsidR="00AB3B6E" w:rsidRPr="00865A84" w:rsidRDefault="00AB3B6E" w:rsidP="00E237E8">
      <w:pPr>
        <w:rPr>
          <w:rFonts w:ascii="Times New Roman" w:hAnsi="Times New Roman"/>
          <w:sz w:val="24"/>
          <w:szCs w:val="24"/>
        </w:rPr>
      </w:pPr>
      <w:r w:rsidRPr="00865A84">
        <w:rPr>
          <w:rFonts w:ascii="Times New Roman" w:hAnsi="Times New Roman"/>
          <w:sz w:val="24"/>
          <w:szCs w:val="24"/>
        </w:rPr>
        <w:t xml:space="preserve">Віталій БРОЩАК </w:t>
      </w:r>
    </w:p>
    <w:p w:rsidR="00AB3B6E" w:rsidRDefault="00AB3B6E" w:rsidP="00E237E8"/>
    <w:p w:rsidR="00AB3B6E" w:rsidRDefault="00AB3B6E" w:rsidP="00E237E8"/>
    <w:p w:rsidR="00AB3B6E" w:rsidRDefault="00AB3B6E" w:rsidP="00E237E8"/>
    <w:p w:rsidR="00AB3B6E" w:rsidRDefault="00AB3B6E" w:rsidP="00E237E8"/>
    <w:p w:rsidR="00AB3B6E" w:rsidRDefault="00AB3B6E" w:rsidP="00E237E8"/>
    <w:p w:rsidR="00AB3B6E" w:rsidRDefault="00AB3B6E"/>
    <w:sectPr w:rsidR="00AB3B6E" w:rsidSect="00865A8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C81"/>
    <w:rsid w:val="000900FF"/>
    <w:rsid w:val="000C37F9"/>
    <w:rsid w:val="000D3C81"/>
    <w:rsid w:val="0026036B"/>
    <w:rsid w:val="003E1C77"/>
    <w:rsid w:val="00457EA4"/>
    <w:rsid w:val="00601529"/>
    <w:rsid w:val="00654D1E"/>
    <w:rsid w:val="006B1955"/>
    <w:rsid w:val="00770932"/>
    <w:rsid w:val="00865A84"/>
    <w:rsid w:val="008B77B7"/>
    <w:rsid w:val="0098229A"/>
    <w:rsid w:val="0098263A"/>
    <w:rsid w:val="009C7CAF"/>
    <w:rsid w:val="00A43CB3"/>
    <w:rsid w:val="00A83C79"/>
    <w:rsid w:val="00AB3B6E"/>
    <w:rsid w:val="00B407F0"/>
    <w:rsid w:val="00B413E1"/>
    <w:rsid w:val="00BF1D17"/>
    <w:rsid w:val="00C34522"/>
    <w:rsid w:val="00CE7C89"/>
    <w:rsid w:val="00D724DF"/>
    <w:rsid w:val="00DC52A6"/>
    <w:rsid w:val="00E237E8"/>
    <w:rsid w:val="00E86713"/>
    <w:rsid w:val="00EA7B4B"/>
    <w:rsid w:val="00F5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7E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237E8"/>
    <w:rPr>
      <w:rFonts w:eastAsia="Times New Roman"/>
    </w:rPr>
  </w:style>
  <w:style w:type="paragraph" w:customStyle="1" w:styleId="10">
    <w:name w:val="Без інтервалів1"/>
    <w:uiPriority w:val="99"/>
    <w:rsid w:val="00E237E8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0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1529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2</Pages>
  <Words>1694</Words>
  <Characters>966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15</cp:revision>
  <cp:lastPrinted>2021-12-15T08:50:00Z</cp:lastPrinted>
  <dcterms:created xsi:type="dcterms:W3CDTF">2021-11-17T07:15:00Z</dcterms:created>
  <dcterms:modified xsi:type="dcterms:W3CDTF">2021-12-19T22:08:00Z</dcterms:modified>
</cp:coreProperties>
</file>