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BE4" w:rsidRPr="00B173D7" w:rsidRDefault="009F1BE4" w:rsidP="00F078F6">
      <w:pPr>
        <w:rPr>
          <w:rFonts w:ascii="Times New Roman" w:hAnsi="Times New Roman"/>
          <w:noProof/>
          <w:sz w:val="24"/>
          <w:szCs w:val="24"/>
          <w:lang w:val="uk-UA"/>
        </w:rPr>
      </w:pPr>
    </w:p>
    <w:p w:rsidR="009F1BE4" w:rsidRPr="00B173D7" w:rsidRDefault="009F1BE4" w:rsidP="00B173D7">
      <w:pPr>
        <w:jc w:val="center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 w:rsidRPr="00863011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pt;visibility:visible">
            <v:imagedata r:id="rId4" o:title="" grayscale="t" bilevel="t"/>
          </v:shape>
        </w:pict>
      </w:r>
    </w:p>
    <w:p w:rsidR="009F1BE4" w:rsidRPr="00B173D7" w:rsidRDefault="009F1BE4" w:rsidP="00B173D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173D7">
        <w:rPr>
          <w:rFonts w:ascii="Times New Roman" w:hAnsi="Times New Roman"/>
          <w:sz w:val="24"/>
          <w:szCs w:val="24"/>
        </w:rPr>
        <w:t>Н А Г І Р Я Н С Ь К А  С І Л Ь С Ь К А    Р А Д А</w:t>
      </w:r>
    </w:p>
    <w:p w:rsidR="009F1BE4" w:rsidRDefault="009F1BE4" w:rsidP="00B173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173D7">
        <w:rPr>
          <w:rFonts w:ascii="Times New Roman" w:hAnsi="Times New Roman"/>
          <w:sz w:val="24"/>
          <w:szCs w:val="24"/>
        </w:rPr>
        <w:t>ЧОРТКІВСЬКОГО   РАЙОНУ    ТЕРНОПІЛЬСЬКОЇ   ОБЛАСТІ</w:t>
      </w:r>
    </w:p>
    <w:p w:rsidR="009F1BE4" w:rsidRDefault="009F1BE4" w:rsidP="00B173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9F1BE4" w:rsidRPr="00B173D7" w:rsidRDefault="009F1BE4" w:rsidP="00B173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ВОСЬМА СЕСІЯ</w:t>
      </w:r>
    </w:p>
    <w:p w:rsidR="009F1BE4" w:rsidRPr="00D15ED1" w:rsidRDefault="009F1BE4" w:rsidP="00D15ED1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173D7">
        <w:rPr>
          <w:rFonts w:ascii="Times New Roman" w:hAnsi="Times New Roman"/>
          <w:sz w:val="24"/>
          <w:szCs w:val="24"/>
        </w:rPr>
        <w:t>Р І Ш Е Н Н Я</w:t>
      </w:r>
    </w:p>
    <w:p w:rsidR="009F1BE4" w:rsidRPr="00D15ED1" w:rsidRDefault="009F1BE4" w:rsidP="00B173D7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173D7">
        <w:rPr>
          <w:rFonts w:ascii="Times New Roman" w:hAnsi="Times New Roman"/>
          <w:sz w:val="24"/>
          <w:szCs w:val="24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31 </w:t>
      </w:r>
      <w:r w:rsidRPr="00B173D7">
        <w:rPr>
          <w:rFonts w:ascii="Times New Roman" w:hAnsi="Times New Roman"/>
          <w:sz w:val="24"/>
          <w:szCs w:val="24"/>
          <w:lang w:val="uk-UA"/>
        </w:rPr>
        <w:t>травня</w:t>
      </w:r>
      <w:r w:rsidRPr="00B173D7">
        <w:rPr>
          <w:rFonts w:ascii="Times New Roman" w:hAnsi="Times New Roman"/>
          <w:sz w:val="24"/>
          <w:szCs w:val="24"/>
        </w:rPr>
        <w:t xml:space="preserve"> 2021 року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B173D7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427</w:t>
      </w:r>
    </w:p>
    <w:p w:rsidR="009F1BE4" w:rsidRDefault="009F1BE4" w:rsidP="00B173D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173D7">
        <w:rPr>
          <w:rFonts w:ascii="Times New Roman" w:hAnsi="Times New Roman"/>
          <w:sz w:val="24"/>
          <w:szCs w:val="24"/>
        </w:rPr>
        <w:t>с-ще Нагірянка</w:t>
      </w:r>
    </w:p>
    <w:p w:rsidR="009F1BE4" w:rsidRPr="00B173D7" w:rsidRDefault="009F1BE4" w:rsidP="00B173D7">
      <w:pPr>
        <w:spacing w:after="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  <w:lang w:val="uk-UA"/>
        </w:rPr>
      </w:pPr>
    </w:p>
    <w:p w:rsidR="009F1BE4" w:rsidRDefault="009F1BE4" w:rsidP="00B173D7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1B1D1F"/>
          <w:lang w:val="uk-UA"/>
        </w:rPr>
      </w:pPr>
      <w:r w:rsidRPr="00B173D7">
        <w:rPr>
          <w:rStyle w:val="Strong"/>
          <w:color w:val="1B1D1F"/>
        </w:rPr>
        <w:t xml:space="preserve">Про </w:t>
      </w:r>
      <w:r w:rsidRPr="00B173D7">
        <w:rPr>
          <w:rStyle w:val="Strong"/>
          <w:color w:val="1B1D1F"/>
          <w:lang w:val="uk-UA"/>
        </w:rPr>
        <w:t>затвердження</w:t>
      </w:r>
      <w:r w:rsidRPr="00B173D7">
        <w:rPr>
          <w:rStyle w:val="Strong"/>
          <w:color w:val="1B1D1F"/>
        </w:rPr>
        <w:t xml:space="preserve"> Положення про конкурс</w:t>
      </w:r>
      <w:r>
        <w:rPr>
          <w:rStyle w:val="Strong"/>
          <w:color w:val="1B1D1F"/>
          <w:lang w:val="uk-UA"/>
        </w:rPr>
        <w:t xml:space="preserve"> </w:t>
      </w:r>
    </w:p>
    <w:p w:rsidR="009F1BE4" w:rsidRDefault="009F1BE4" w:rsidP="00B173D7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1B1D1F"/>
          <w:lang w:val="uk-UA"/>
        </w:rPr>
      </w:pPr>
      <w:r w:rsidRPr="00B173D7">
        <w:rPr>
          <w:rStyle w:val="Strong"/>
          <w:color w:val="1B1D1F"/>
        </w:rPr>
        <w:t xml:space="preserve">на посаду керівника закладу загальної середньої </w:t>
      </w:r>
    </w:p>
    <w:p w:rsidR="009F1BE4" w:rsidRDefault="009F1BE4" w:rsidP="00B173D7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1B1D1F"/>
          <w:lang w:val="uk-UA"/>
        </w:rPr>
      </w:pPr>
      <w:r w:rsidRPr="00B173D7">
        <w:rPr>
          <w:rStyle w:val="Strong"/>
          <w:color w:val="1B1D1F"/>
        </w:rPr>
        <w:t>освіти</w:t>
      </w:r>
      <w:r>
        <w:rPr>
          <w:rStyle w:val="Strong"/>
          <w:color w:val="1B1D1F"/>
          <w:lang w:val="uk-UA"/>
        </w:rPr>
        <w:t xml:space="preserve"> </w:t>
      </w:r>
      <w:r w:rsidRPr="00B173D7">
        <w:rPr>
          <w:rStyle w:val="Strong"/>
          <w:color w:val="1B1D1F"/>
        </w:rPr>
        <w:t xml:space="preserve">комунальної власності </w:t>
      </w:r>
      <w:r w:rsidRPr="00B173D7">
        <w:rPr>
          <w:rStyle w:val="Strong"/>
          <w:color w:val="1B1D1F"/>
          <w:lang w:val="uk-UA"/>
        </w:rPr>
        <w:t xml:space="preserve"> Нагірянської сільської ради</w:t>
      </w:r>
    </w:p>
    <w:p w:rsidR="009F1BE4" w:rsidRPr="00B173D7" w:rsidRDefault="009F1BE4" w:rsidP="00B173D7">
      <w:pPr>
        <w:pStyle w:val="NormalWeb"/>
        <w:shd w:val="clear" w:color="auto" w:fill="FFFFFF"/>
        <w:spacing w:before="0" w:beforeAutospacing="0" w:after="0" w:afterAutospacing="0"/>
        <w:rPr>
          <w:color w:val="1B1D1F"/>
          <w:lang w:val="uk-UA"/>
        </w:rPr>
      </w:pPr>
    </w:p>
    <w:p w:rsidR="009F1BE4" w:rsidRPr="00B173D7" w:rsidRDefault="009F1BE4" w:rsidP="00B173D7">
      <w:pPr>
        <w:pStyle w:val="NormalWeb"/>
        <w:shd w:val="clear" w:color="auto" w:fill="FFFFFF"/>
        <w:spacing w:before="0" w:beforeAutospacing="0" w:after="390" w:afterAutospacing="0"/>
        <w:ind w:firstLine="708"/>
        <w:jc w:val="both"/>
        <w:rPr>
          <w:color w:val="1B1D1F"/>
          <w:lang w:val="uk-UA"/>
        </w:rPr>
      </w:pPr>
      <w:r w:rsidRPr="00B173D7">
        <w:rPr>
          <w:color w:val="1B1D1F"/>
          <w:lang w:val="uk-UA"/>
        </w:rPr>
        <w:t>Відповідно до статті 25 Закону України «Про місцеве самоврядування в Україні», Закону України «Про освіту», статті 39 Закону України «Про повну загальну середню освіту», враховуючи висновок постійної комісії Нагірянської сільської ради з гуманітарних питань</w:t>
      </w:r>
      <w:r>
        <w:rPr>
          <w:color w:val="1B1D1F"/>
          <w:lang w:val="uk-UA"/>
        </w:rPr>
        <w:t>, сільська рада</w:t>
      </w:r>
    </w:p>
    <w:p w:rsidR="009F1BE4" w:rsidRPr="00B173D7" w:rsidRDefault="009F1BE4" w:rsidP="00DB6B4E">
      <w:pPr>
        <w:pStyle w:val="NormalWeb"/>
        <w:shd w:val="clear" w:color="auto" w:fill="FFFFFF"/>
        <w:spacing w:before="0" w:beforeAutospacing="0" w:after="390" w:afterAutospacing="0"/>
        <w:rPr>
          <w:b/>
          <w:color w:val="1B1D1F"/>
          <w:lang w:val="uk-UA"/>
        </w:rPr>
      </w:pPr>
      <w:r w:rsidRPr="00B173D7">
        <w:rPr>
          <w:b/>
          <w:color w:val="1B1D1F"/>
          <w:lang w:val="uk-UA"/>
        </w:rPr>
        <w:t>ВИРІШИЛА:</w:t>
      </w:r>
    </w:p>
    <w:p w:rsidR="009F1BE4" w:rsidRPr="00B173D7" w:rsidRDefault="009F1BE4" w:rsidP="00D15ED1">
      <w:pPr>
        <w:pStyle w:val="NormalWeb"/>
        <w:shd w:val="clear" w:color="auto" w:fill="FFFFFF"/>
        <w:spacing w:before="0" w:beforeAutospacing="0" w:after="390" w:afterAutospacing="0"/>
        <w:jc w:val="both"/>
        <w:rPr>
          <w:color w:val="1B1D1F"/>
        </w:rPr>
      </w:pPr>
      <w:r w:rsidRPr="00B173D7">
        <w:rPr>
          <w:b/>
          <w:color w:val="1B1D1F"/>
          <w:lang w:val="uk-UA"/>
        </w:rPr>
        <w:t>1.</w:t>
      </w:r>
      <w:r w:rsidRPr="00B173D7">
        <w:rPr>
          <w:color w:val="1B1D1F"/>
          <w:lang w:val="uk-UA"/>
        </w:rPr>
        <w:t xml:space="preserve"> Затвердити  Положення про конкурс на посаду керівника закладу загальної середньої освіти комунальної власності Нагірянської сільської ради (додається).</w:t>
      </w:r>
      <w:r w:rsidRPr="00B173D7">
        <w:rPr>
          <w:color w:val="1B1D1F"/>
          <w:lang w:val="uk-UA"/>
        </w:rPr>
        <w:br/>
      </w:r>
      <w:r w:rsidRPr="00B173D7">
        <w:rPr>
          <w:color w:val="1B1D1F"/>
          <w:lang w:val="uk-UA"/>
        </w:rPr>
        <w:br/>
      </w:r>
      <w:r w:rsidRPr="00B173D7">
        <w:rPr>
          <w:b/>
          <w:color w:val="1B1D1F"/>
        </w:rPr>
        <w:t>2.</w:t>
      </w:r>
      <w:r w:rsidRPr="00B173D7">
        <w:rPr>
          <w:color w:val="1B1D1F"/>
        </w:rPr>
        <w:t xml:space="preserve"> Контроль за виконанням цього рішення покласти на постійну комісію </w:t>
      </w:r>
      <w:r w:rsidRPr="00B173D7">
        <w:rPr>
          <w:color w:val="1B1D1F"/>
          <w:lang w:val="uk-UA"/>
        </w:rPr>
        <w:t>з гуманітарних питань</w:t>
      </w:r>
      <w:r w:rsidRPr="00B173D7">
        <w:rPr>
          <w:color w:val="1B1D1F"/>
        </w:rPr>
        <w:t>.</w:t>
      </w:r>
    </w:p>
    <w:p w:rsidR="009F1BE4" w:rsidRPr="00B173D7" w:rsidRDefault="009F1BE4">
      <w:pPr>
        <w:rPr>
          <w:rFonts w:ascii="Times New Roman" w:hAnsi="Times New Roman"/>
          <w:sz w:val="24"/>
          <w:szCs w:val="24"/>
          <w:lang w:val="uk-UA"/>
        </w:rPr>
      </w:pPr>
    </w:p>
    <w:p w:rsidR="009F1BE4" w:rsidRDefault="009F1BE4">
      <w:pPr>
        <w:rPr>
          <w:rFonts w:ascii="Times New Roman" w:hAnsi="Times New Roman"/>
          <w:sz w:val="24"/>
          <w:szCs w:val="24"/>
          <w:lang w:val="uk-UA"/>
        </w:rPr>
      </w:pPr>
      <w:r w:rsidRPr="000D1476">
        <w:rPr>
          <w:rFonts w:ascii="Times New Roman" w:hAnsi="Times New Roman"/>
          <w:sz w:val="24"/>
          <w:szCs w:val="24"/>
          <w:lang w:val="uk-UA"/>
        </w:rPr>
        <w:t>Сільський голова                                                                       Ігор КІНДРАТ</w:t>
      </w:r>
    </w:p>
    <w:p w:rsidR="009F1BE4" w:rsidRDefault="009F1BE4">
      <w:pPr>
        <w:rPr>
          <w:rFonts w:ascii="Times New Roman" w:hAnsi="Times New Roman"/>
          <w:sz w:val="24"/>
          <w:szCs w:val="24"/>
          <w:lang w:val="uk-UA"/>
        </w:rPr>
      </w:pPr>
    </w:p>
    <w:p w:rsidR="009F1BE4" w:rsidRDefault="009F1BE4">
      <w:pPr>
        <w:rPr>
          <w:rFonts w:ascii="Times New Roman" w:hAnsi="Times New Roman"/>
          <w:sz w:val="24"/>
          <w:szCs w:val="24"/>
          <w:lang w:val="uk-UA"/>
        </w:rPr>
      </w:pPr>
    </w:p>
    <w:p w:rsidR="009F1BE4" w:rsidRPr="00B173D7" w:rsidRDefault="009F1BE4">
      <w:pPr>
        <w:rPr>
          <w:rFonts w:ascii="Times New Roman" w:hAnsi="Times New Roman"/>
          <w:noProof/>
          <w:sz w:val="24"/>
          <w:szCs w:val="24"/>
        </w:rPr>
      </w:pPr>
    </w:p>
    <w:sectPr w:rsidR="009F1BE4" w:rsidRPr="00B173D7" w:rsidSect="003D3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B4E"/>
    <w:rsid w:val="000D1476"/>
    <w:rsid w:val="00116ADF"/>
    <w:rsid w:val="00117EF6"/>
    <w:rsid w:val="002023AF"/>
    <w:rsid w:val="00364933"/>
    <w:rsid w:val="003C4379"/>
    <w:rsid w:val="003D3EBB"/>
    <w:rsid w:val="006C3FA3"/>
    <w:rsid w:val="00863011"/>
    <w:rsid w:val="008A7BF3"/>
    <w:rsid w:val="008D0A3E"/>
    <w:rsid w:val="009743AE"/>
    <w:rsid w:val="009C111E"/>
    <w:rsid w:val="009F1BE4"/>
    <w:rsid w:val="00A34B7F"/>
    <w:rsid w:val="00AA50DA"/>
    <w:rsid w:val="00B173D7"/>
    <w:rsid w:val="00B93DCE"/>
    <w:rsid w:val="00C076BD"/>
    <w:rsid w:val="00D15ED1"/>
    <w:rsid w:val="00D8741B"/>
    <w:rsid w:val="00DB6B4E"/>
    <w:rsid w:val="00DC4F01"/>
    <w:rsid w:val="00E41FF6"/>
    <w:rsid w:val="00F07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EBB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DB6B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DB6B4E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DB6B4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07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78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38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150</Words>
  <Characters>859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8</cp:revision>
  <cp:lastPrinted>2021-05-27T06:52:00Z</cp:lastPrinted>
  <dcterms:created xsi:type="dcterms:W3CDTF">2021-05-27T06:41:00Z</dcterms:created>
  <dcterms:modified xsi:type="dcterms:W3CDTF">2021-06-01T13:09:00Z</dcterms:modified>
</cp:coreProperties>
</file>