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F9" w:rsidRPr="00C203C3" w:rsidRDefault="009867F9" w:rsidP="009A20DA">
      <w:pPr>
        <w:pStyle w:val="1"/>
        <w:jc w:val="right"/>
        <w:rPr>
          <w:noProof/>
        </w:rPr>
      </w:pPr>
      <w:r w:rsidRPr="00C203C3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(5)</w:t>
      </w:r>
    </w:p>
    <w:p w:rsidR="009867F9" w:rsidRPr="00C203C3" w:rsidRDefault="009867F9" w:rsidP="009A20DA">
      <w:pPr>
        <w:ind w:right="-5"/>
        <w:jc w:val="both"/>
        <w:rPr>
          <w:lang w:val="uk-UA"/>
        </w:rPr>
      </w:pPr>
    </w:p>
    <w:p w:rsidR="009867F9" w:rsidRPr="00C203C3" w:rsidRDefault="009867F9" w:rsidP="009A20DA">
      <w:pPr>
        <w:tabs>
          <w:tab w:val="left" w:pos="3900"/>
        </w:tabs>
        <w:spacing w:line="276" w:lineRule="auto"/>
        <w:jc w:val="center"/>
      </w:pPr>
      <w:r w:rsidRPr="00C60499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4" o:title=""/>
          </v:shape>
        </w:pict>
      </w:r>
      <w:r w:rsidRPr="00C203C3">
        <w:t xml:space="preserve"> </w:t>
      </w:r>
    </w:p>
    <w:p w:rsidR="009867F9" w:rsidRPr="00C203C3" w:rsidRDefault="009867F9" w:rsidP="009A20DA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9867F9" w:rsidRPr="00C203C3" w:rsidRDefault="009867F9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eastAsia="ru-RU"/>
        </w:rPr>
        <w:t xml:space="preserve">НАГІРЯНСЬКА </w:t>
      </w:r>
      <w:r w:rsidRPr="00C203C3">
        <w:rPr>
          <w:lang w:eastAsia="ru-RU"/>
        </w:rPr>
        <w:tab/>
        <w:t xml:space="preserve"> С І Л Ь С Ь К А   Р А Д А</w:t>
      </w:r>
    </w:p>
    <w:p w:rsidR="009867F9" w:rsidRPr="00C203C3" w:rsidRDefault="009867F9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C203C3">
        <w:rPr>
          <w:lang w:eastAsia="ru-RU"/>
        </w:rPr>
        <w:t>ЧОРТКІВСЬКОГО РАЙОНУ ТЕРНОПІЛЬСЬКОЇ ОБЛАСТІ</w:t>
      </w:r>
    </w:p>
    <w:p w:rsidR="009867F9" w:rsidRPr="00C203C3" w:rsidRDefault="009867F9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ВОСЬМЕ СКЛИКАННЯ</w:t>
      </w:r>
    </w:p>
    <w:p w:rsidR="009867F9" w:rsidRPr="00C203C3" w:rsidRDefault="009867F9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СІМНАДЦЯТА   СЕСІЯ</w:t>
      </w:r>
    </w:p>
    <w:p w:rsidR="009867F9" w:rsidRPr="00C203C3" w:rsidRDefault="009867F9" w:rsidP="009A20DA">
      <w:pPr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Друге пленарне засідання</w:t>
      </w:r>
    </w:p>
    <w:p w:rsidR="009867F9" w:rsidRPr="00C203C3" w:rsidRDefault="009867F9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РІШЕННЯ</w:t>
      </w:r>
    </w:p>
    <w:p w:rsidR="009867F9" w:rsidRPr="00C203C3" w:rsidRDefault="009867F9" w:rsidP="009A20DA">
      <w:pPr>
        <w:outlineLvl w:val="0"/>
        <w:rPr>
          <w:lang w:val="uk-UA" w:eastAsia="en-US"/>
        </w:rPr>
      </w:pPr>
      <w:r w:rsidRPr="00C203C3">
        <w:rPr>
          <w:lang w:val="uk-UA" w:eastAsia="ru-RU"/>
        </w:rPr>
        <w:t xml:space="preserve"> від __лютого</w:t>
      </w:r>
      <w:r w:rsidRPr="00C203C3">
        <w:rPr>
          <w:lang w:val="uk-UA"/>
        </w:rPr>
        <w:t xml:space="preserve"> 2021</w:t>
      </w:r>
      <w:r w:rsidRPr="00C203C3">
        <w:t xml:space="preserve"> року                             №</w:t>
      </w:r>
      <w:r w:rsidRPr="00C203C3">
        <w:rPr>
          <w:lang w:val="uk-UA"/>
        </w:rPr>
        <w:t xml:space="preserve"> ___ </w:t>
      </w:r>
    </w:p>
    <w:p w:rsidR="009867F9" w:rsidRDefault="009867F9" w:rsidP="00C203C3">
      <w:pPr>
        <w:outlineLvl w:val="0"/>
        <w:rPr>
          <w:lang w:val="uk-UA"/>
        </w:rPr>
      </w:pPr>
      <w:r w:rsidRPr="00C203C3">
        <w:rPr>
          <w:lang w:val="uk-UA"/>
        </w:rPr>
        <w:t xml:space="preserve"> с-ще Нагірянка</w:t>
      </w:r>
    </w:p>
    <w:p w:rsidR="009867F9" w:rsidRPr="00C203C3" w:rsidRDefault="009867F9" w:rsidP="00C203C3">
      <w:pPr>
        <w:outlineLvl w:val="0"/>
        <w:rPr>
          <w:lang w:val="uk-UA"/>
        </w:rPr>
      </w:pPr>
    </w:p>
    <w:p w:rsidR="009867F9" w:rsidRPr="00C203C3" w:rsidRDefault="009867F9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9867F9" w:rsidRPr="00C203C3" w:rsidRDefault="009867F9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9867F9" w:rsidRPr="00C203C3" w:rsidRDefault="009867F9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ділянок громадянам у приватну власність </w:t>
      </w:r>
    </w:p>
    <w:p w:rsidR="009867F9" w:rsidRPr="00C203C3" w:rsidRDefault="009867F9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9867F9" w:rsidRDefault="009867F9" w:rsidP="009A20DA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9867F9" w:rsidRDefault="009867F9" w:rsidP="00C203C3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заяву гр. Возьного Олега Михайловича, відповідно до статей 12, 33, 50, 116, 118, 121, 122 Земельного кодексу України, керуючись статтею 26 Закону України «Про місцеве самоврядування в Україні» та враховуючи пропозиції та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9867F9" w:rsidRDefault="009867F9" w:rsidP="009A20DA">
      <w:pPr>
        <w:ind w:right="-5"/>
        <w:rPr>
          <w:b/>
          <w:lang w:val="uk-UA"/>
        </w:rPr>
      </w:pPr>
    </w:p>
    <w:p w:rsidR="009867F9" w:rsidRDefault="009867F9" w:rsidP="009A20DA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9867F9" w:rsidRDefault="009867F9" w:rsidP="009A20DA">
      <w:pPr>
        <w:ind w:right="-5"/>
        <w:jc w:val="both"/>
        <w:rPr>
          <w:lang w:val="uk-UA"/>
        </w:rPr>
      </w:pPr>
    </w:p>
    <w:p w:rsidR="009867F9" w:rsidRDefault="009867F9" w:rsidP="00C203C3">
      <w:pPr>
        <w:ind w:right="-5"/>
        <w:jc w:val="both"/>
        <w:rPr>
          <w:lang w:val="uk-UA"/>
        </w:rPr>
      </w:pPr>
      <w:r w:rsidRPr="000F04C3">
        <w:rPr>
          <w:b/>
          <w:lang w:val="uk-UA"/>
        </w:rPr>
        <w:t>1.</w:t>
      </w:r>
      <w:r w:rsidRPr="000F04C3">
        <w:rPr>
          <w:b/>
          <w:color w:val="FFFFFF"/>
          <w:lang w:val="uk-UA"/>
        </w:rPr>
        <w:t>.</w:t>
      </w:r>
      <w:r w:rsidRPr="00D01A28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 w:rsidRPr="00AE7BAF">
        <w:rPr>
          <w:b/>
          <w:bCs/>
          <w:color w:val="FF0000"/>
          <w:spacing w:val="-12"/>
          <w:lang w:val="uk-UA"/>
        </w:rPr>
        <w:t>Возьному Олегу Михайловичу</w:t>
      </w:r>
      <w:r w:rsidRPr="00686712">
        <w:rPr>
          <w:b/>
          <w:bCs/>
          <w:color w:val="FF0000"/>
          <w:spacing w:val="-12"/>
          <w:lang w:val="uk-UA"/>
        </w:rPr>
        <w:t xml:space="preserve"> </w:t>
      </w:r>
      <w:r w:rsidRPr="00D01A28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00 га"/>
        </w:smartTagPr>
        <w:r>
          <w:rPr>
            <w:spacing w:val="-12"/>
            <w:lang w:val="uk-UA"/>
          </w:rPr>
          <w:t>1,0000</w:t>
        </w:r>
        <w:r w:rsidRPr="00D01A28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D01A28">
          <w:rPr>
            <w:spacing w:val="-12"/>
            <w:shd w:val="clear" w:color="auto" w:fill="FFFFFF"/>
            <w:lang w:val="uk-UA"/>
          </w:rPr>
          <w:t>г</w:t>
        </w:r>
        <w:r w:rsidRPr="00D01A28"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 </w:t>
      </w:r>
      <w:smartTag w:uri="urn:schemas-microsoft-com:office:smarttags" w:element="metricconverter">
        <w:smartTagPr>
          <w:attr w:name="ProductID" w:val="0,3547 га"/>
        </w:smartTagPr>
        <w:r>
          <w:rPr>
            <w:spacing w:val="-12"/>
            <w:lang w:val="uk-UA"/>
          </w:rPr>
          <w:t>0,3547 га</w:t>
        </w:r>
      </w:smartTag>
      <w:r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7453 га"/>
        </w:smartTagPr>
        <w:r>
          <w:rPr>
            <w:spacing w:val="-12"/>
            <w:lang w:val="uk-UA"/>
          </w:rPr>
          <w:t>0,7453 га</w:t>
        </w:r>
      </w:smartTag>
      <w:r w:rsidRPr="00D01A28">
        <w:rPr>
          <w:spacing w:val="-12"/>
          <w:lang w:val="uk-UA"/>
        </w:rPr>
        <w:t xml:space="preserve"> у приватну власність </w:t>
      </w:r>
      <w:r w:rsidRPr="00D01A28">
        <w:rPr>
          <w:bCs/>
          <w:spacing w:val="-12"/>
          <w:lang w:val="uk-UA"/>
        </w:rPr>
        <w:t>для ведення особистого селянського господарства на території Нагірянськ</w:t>
      </w:r>
      <w:bookmarkStart w:id="0" w:name="_GoBack"/>
      <w:bookmarkEnd w:id="0"/>
      <w:r w:rsidRPr="00D01A28">
        <w:rPr>
          <w:bCs/>
          <w:spacing w:val="-12"/>
          <w:lang w:val="uk-UA"/>
        </w:rPr>
        <w:t>ої  сільської ради Чортківського району  Тер</w:t>
      </w:r>
      <w:r>
        <w:rPr>
          <w:bCs/>
          <w:spacing w:val="-12"/>
          <w:lang w:val="uk-UA"/>
        </w:rPr>
        <w:t xml:space="preserve">нопільської області в селі Стара Ягільниця </w:t>
      </w:r>
      <w:r w:rsidRPr="00D01A28">
        <w:rPr>
          <w:bCs/>
          <w:spacing w:val="-12"/>
          <w:lang w:val="uk-UA"/>
        </w:rPr>
        <w:t xml:space="preserve">(колишня </w:t>
      </w:r>
      <w:r>
        <w:rPr>
          <w:bCs/>
          <w:spacing w:val="-12"/>
          <w:lang w:val="uk-UA"/>
        </w:rPr>
        <w:t xml:space="preserve">Староягільницька сільська рада), </w:t>
      </w:r>
      <w:r>
        <w:rPr>
          <w:lang w:val="uk-UA"/>
        </w:rPr>
        <w:t>за рахунок земель запасу</w:t>
      </w:r>
      <w:r w:rsidRPr="00D01A28">
        <w:rPr>
          <w:lang w:val="uk-UA"/>
        </w:rPr>
        <w:t>.</w:t>
      </w:r>
    </w:p>
    <w:p w:rsidR="009867F9" w:rsidRDefault="009867F9" w:rsidP="00C203C3">
      <w:pPr>
        <w:ind w:right="-5"/>
        <w:jc w:val="both"/>
        <w:rPr>
          <w:lang w:val="uk-UA"/>
        </w:rPr>
      </w:pPr>
    </w:p>
    <w:p w:rsidR="009867F9" w:rsidRDefault="009867F9" w:rsidP="00C203C3">
      <w:pPr>
        <w:ind w:right="-5"/>
        <w:jc w:val="both"/>
        <w:rPr>
          <w:lang w:val="uk-UA"/>
        </w:rPr>
      </w:pPr>
      <w:r>
        <w:rPr>
          <w:b/>
          <w:lang w:val="uk-UA"/>
        </w:rPr>
        <w:t>2</w:t>
      </w:r>
      <w:r w:rsidRPr="00C203C3">
        <w:rPr>
          <w:b/>
          <w:lang w:val="uk-UA"/>
        </w:rPr>
        <w:t>.</w:t>
      </w:r>
      <w:r>
        <w:rPr>
          <w:lang w:val="uk-UA"/>
        </w:rPr>
        <w:t xml:space="preserve"> 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9867F9" w:rsidRDefault="009867F9" w:rsidP="009A20DA">
      <w:pPr>
        <w:jc w:val="both"/>
        <w:rPr>
          <w:lang w:val="uk-UA"/>
        </w:rPr>
      </w:pPr>
      <w:r>
        <w:rPr>
          <w:b/>
          <w:lang w:val="uk-UA"/>
        </w:rPr>
        <w:t>3</w:t>
      </w:r>
      <w:r w:rsidRPr="00C203C3">
        <w:rPr>
          <w:b/>
          <w:lang w:val="uk-UA"/>
        </w:rPr>
        <w:t xml:space="preserve">. </w:t>
      </w:r>
      <w:r>
        <w:rPr>
          <w:lang w:val="uk-UA"/>
        </w:rPr>
        <w:t>Копію рішення направити заявнику.</w:t>
      </w:r>
    </w:p>
    <w:p w:rsidR="009867F9" w:rsidRDefault="009867F9" w:rsidP="009A20DA">
      <w:pPr>
        <w:spacing w:line="276" w:lineRule="auto"/>
        <w:jc w:val="both"/>
        <w:rPr>
          <w:lang w:val="uk-UA" w:eastAsia="ru-RU"/>
        </w:rPr>
      </w:pPr>
      <w:r>
        <w:rPr>
          <w:b/>
          <w:lang w:val="uk-UA" w:eastAsia="ru-RU"/>
        </w:rPr>
        <w:t>4</w:t>
      </w:r>
      <w:r w:rsidRPr="00C203C3">
        <w:rPr>
          <w:b/>
          <w:lang w:val="uk-UA" w:eastAsia="ru-RU"/>
        </w:rPr>
        <w:t>.</w:t>
      </w:r>
      <w:r>
        <w:rPr>
          <w:lang w:val="uk-UA" w:eastAsia="ru-RU"/>
        </w:rPr>
        <w:t xml:space="preserve"> Контроль за виконанням даного рішення покласти на постійну комісію</w:t>
      </w:r>
      <w:r w:rsidRPr="00205B16">
        <w:rPr>
          <w:lang w:val="uk-UA" w:eastAsia="ru-RU"/>
        </w:rPr>
        <w:t xml:space="preserve"> </w:t>
      </w:r>
      <w:r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9867F9" w:rsidRDefault="009867F9" w:rsidP="009A20DA">
      <w:pPr>
        <w:jc w:val="both"/>
        <w:rPr>
          <w:lang w:val="uk-UA"/>
        </w:rPr>
      </w:pPr>
    </w:p>
    <w:p w:rsidR="009867F9" w:rsidRDefault="009867F9" w:rsidP="009A20DA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9867F9" w:rsidRDefault="009867F9" w:rsidP="009A20DA">
      <w:pPr>
        <w:rPr>
          <w:lang w:val="uk-UA"/>
        </w:rPr>
      </w:pPr>
    </w:p>
    <w:p w:rsidR="009867F9" w:rsidRDefault="009867F9" w:rsidP="009A20DA">
      <w:pPr>
        <w:rPr>
          <w:lang w:val="uk-UA"/>
        </w:rPr>
      </w:pPr>
      <w:r>
        <w:rPr>
          <w:lang w:val="uk-UA"/>
        </w:rPr>
        <w:t>Йосип ЗІБРІВСЬКИЙ</w:t>
      </w:r>
    </w:p>
    <w:p w:rsidR="009867F9" w:rsidRDefault="009867F9" w:rsidP="009A20DA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9867F9" w:rsidRDefault="009867F9" w:rsidP="009A20DA">
      <w:pPr>
        <w:rPr>
          <w:lang w:val="uk-UA"/>
        </w:rPr>
      </w:pPr>
      <w:r>
        <w:rPr>
          <w:lang w:val="uk-UA"/>
        </w:rPr>
        <w:t>Любомир ХОМ’ЯК</w:t>
      </w:r>
    </w:p>
    <w:p w:rsidR="009867F9" w:rsidRDefault="009867F9" w:rsidP="009A20DA">
      <w:pPr>
        <w:rPr>
          <w:lang w:val="uk-UA"/>
        </w:rPr>
      </w:pPr>
    </w:p>
    <w:p w:rsidR="009867F9" w:rsidRDefault="009867F9" w:rsidP="009611B1">
      <w:pPr>
        <w:rPr>
          <w:lang w:val="uk-UA" w:eastAsia="ru-RU"/>
        </w:rPr>
      </w:pPr>
      <w:r>
        <w:rPr>
          <w:lang w:val="uk-UA"/>
        </w:rPr>
        <w:t>Тетяна САВІНКІНА</w:t>
      </w:r>
    </w:p>
    <w:p w:rsidR="009867F9" w:rsidRDefault="009867F9" w:rsidP="009A20DA">
      <w:pPr>
        <w:rPr>
          <w:lang w:val="uk-UA"/>
        </w:rPr>
      </w:pPr>
    </w:p>
    <w:p w:rsidR="009867F9" w:rsidRPr="008977ED" w:rsidRDefault="009867F9">
      <w:pPr>
        <w:rPr>
          <w:lang w:val="uk-UA"/>
        </w:rPr>
      </w:pPr>
      <w:r>
        <w:rPr>
          <w:lang w:val="uk-UA"/>
        </w:rPr>
        <w:t>Віталій БРОЩАК</w:t>
      </w:r>
    </w:p>
    <w:sectPr w:rsidR="009867F9" w:rsidRPr="008977ED" w:rsidSect="0064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F0E"/>
    <w:rsid w:val="00082BBD"/>
    <w:rsid w:val="000F04C3"/>
    <w:rsid w:val="000F26DF"/>
    <w:rsid w:val="00146F44"/>
    <w:rsid w:val="00160606"/>
    <w:rsid w:val="001828DF"/>
    <w:rsid w:val="001A5248"/>
    <w:rsid w:val="00201B68"/>
    <w:rsid w:val="00205B16"/>
    <w:rsid w:val="002073E1"/>
    <w:rsid w:val="002F7E5B"/>
    <w:rsid w:val="003419A8"/>
    <w:rsid w:val="00347F8D"/>
    <w:rsid w:val="0035227B"/>
    <w:rsid w:val="003A25C7"/>
    <w:rsid w:val="00416B06"/>
    <w:rsid w:val="00433551"/>
    <w:rsid w:val="0047246A"/>
    <w:rsid w:val="004C0669"/>
    <w:rsid w:val="004D43D6"/>
    <w:rsid w:val="004D75F3"/>
    <w:rsid w:val="004E1619"/>
    <w:rsid w:val="00507FB6"/>
    <w:rsid w:val="005D38AA"/>
    <w:rsid w:val="00647532"/>
    <w:rsid w:val="00647FCE"/>
    <w:rsid w:val="00674A90"/>
    <w:rsid w:val="00686712"/>
    <w:rsid w:val="006D24B0"/>
    <w:rsid w:val="006E0837"/>
    <w:rsid w:val="007621F1"/>
    <w:rsid w:val="00786910"/>
    <w:rsid w:val="007A2051"/>
    <w:rsid w:val="007E20C5"/>
    <w:rsid w:val="008221C7"/>
    <w:rsid w:val="00861FCB"/>
    <w:rsid w:val="008977ED"/>
    <w:rsid w:val="008A1641"/>
    <w:rsid w:val="008A41DF"/>
    <w:rsid w:val="0093501E"/>
    <w:rsid w:val="009611B1"/>
    <w:rsid w:val="0096240E"/>
    <w:rsid w:val="009867F9"/>
    <w:rsid w:val="009A20DA"/>
    <w:rsid w:val="00A71587"/>
    <w:rsid w:val="00AB3ED6"/>
    <w:rsid w:val="00AB4875"/>
    <w:rsid w:val="00AB50E5"/>
    <w:rsid w:val="00AE7BAF"/>
    <w:rsid w:val="00AF629E"/>
    <w:rsid w:val="00B20422"/>
    <w:rsid w:val="00B32D1E"/>
    <w:rsid w:val="00B53336"/>
    <w:rsid w:val="00B807EB"/>
    <w:rsid w:val="00BC6DD7"/>
    <w:rsid w:val="00C01759"/>
    <w:rsid w:val="00C203C3"/>
    <w:rsid w:val="00C44021"/>
    <w:rsid w:val="00C50E18"/>
    <w:rsid w:val="00C60499"/>
    <w:rsid w:val="00C73184"/>
    <w:rsid w:val="00CB6D19"/>
    <w:rsid w:val="00D01A28"/>
    <w:rsid w:val="00D85F0E"/>
    <w:rsid w:val="00DC16B1"/>
    <w:rsid w:val="00DD5A99"/>
    <w:rsid w:val="00DF7AB7"/>
    <w:rsid w:val="00E51B9B"/>
    <w:rsid w:val="00EB48B9"/>
    <w:rsid w:val="00EC699E"/>
    <w:rsid w:val="00F40DFE"/>
    <w:rsid w:val="00FA289E"/>
    <w:rsid w:val="00FF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ED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8977E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25C7"/>
    <w:rPr>
      <w:rFonts w:ascii="Tahoma" w:eastAsia="Calibri" w:hAnsi="Tahoma" w:cs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25C7"/>
    <w:rPr>
      <w:rFonts w:ascii="Tahoma" w:hAnsi="Tahoma" w:cs="Times New Roman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1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1</Pages>
  <Words>258</Words>
  <Characters>1477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28</cp:revision>
  <cp:lastPrinted>2022-02-14T13:48:00Z</cp:lastPrinted>
  <dcterms:created xsi:type="dcterms:W3CDTF">2021-11-12T11:26:00Z</dcterms:created>
  <dcterms:modified xsi:type="dcterms:W3CDTF">2022-02-14T13:50:00Z</dcterms:modified>
</cp:coreProperties>
</file>