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3D" w:rsidRDefault="009B383D" w:rsidP="00093389">
      <w:pPr>
        <w:pStyle w:val="1"/>
        <w:rPr>
          <w:noProof/>
          <w:lang w:val="ru-RU" w:eastAsia="ru-RU"/>
        </w:rPr>
      </w:pPr>
    </w:p>
    <w:p w:rsidR="009B383D" w:rsidRPr="00682700" w:rsidRDefault="009B383D" w:rsidP="00093389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8A1405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9B383D" w:rsidRPr="00682700" w:rsidRDefault="009B383D" w:rsidP="00093389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82700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682700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9B383D" w:rsidRPr="00682700" w:rsidRDefault="009B383D" w:rsidP="00093389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682700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9B383D" w:rsidRPr="00682700" w:rsidRDefault="009B383D" w:rsidP="00093389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82700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9B383D" w:rsidRPr="00682700" w:rsidRDefault="009B383D" w:rsidP="00F700F3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82700">
        <w:rPr>
          <w:rFonts w:ascii="Times New Roman" w:hAnsi="Times New Roman"/>
          <w:sz w:val="24"/>
          <w:szCs w:val="24"/>
          <w:lang w:eastAsia="ru-RU"/>
        </w:rPr>
        <w:t>ЧОТИРНАДЦЯТА СЕСІЯ</w:t>
      </w:r>
      <w:bookmarkStart w:id="0" w:name="_GoBack"/>
      <w:bookmarkEnd w:id="0"/>
    </w:p>
    <w:p w:rsidR="009B383D" w:rsidRPr="00682700" w:rsidRDefault="009B383D" w:rsidP="00682700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82700">
        <w:rPr>
          <w:rFonts w:ascii="Times New Roman" w:hAnsi="Times New Roman"/>
          <w:sz w:val="24"/>
          <w:szCs w:val="24"/>
          <w:lang w:eastAsia="ru-RU"/>
        </w:rPr>
        <w:t xml:space="preserve">РІШЕННЯ </w:t>
      </w:r>
    </w:p>
    <w:p w:rsidR="009B383D" w:rsidRPr="00682700" w:rsidRDefault="009B383D" w:rsidP="00682700">
      <w:pPr>
        <w:suppressAutoHyphens/>
        <w:spacing w:after="0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82700">
        <w:rPr>
          <w:rFonts w:ascii="Times New Roman" w:hAnsi="Times New Roman"/>
          <w:sz w:val="24"/>
          <w:szCs w:val="24"/>
          <w:lang w:eastAsia="ar-SA"/>
        </w:rPr>
        <w:t>17 листопада 2021 року                           № 584</w:t>
      </w:r>
    </w:p>
    <w:p w:rsidR="009B383D" w:rsidRPr="00682700" w:rsidRDefault="009B383D" w:rsidP="00093389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682700">
        <w:rPr>
          <w:rFonts w:ascii="Times New Roman" w:hAnsi="Times New Roman"/>
          <w:sz w:val="24"/>
          <w:szCs w:val="24"/>
          <w:lang w:eastAsia="ar-SA"/>
        </w:rPr>
        <w:t xml:space="preserve"> с-ще Нагірянка</w:t>
      </w:r>
    </w:p>
    <w:p w:rsidR="009B383D" w:rsidRPr="00682700" w:rsidRDefault="009B383D" w:rsidP="00093389">
      <w:pPr>
        <w:pStyle w:val="1"/>
        <w:rPr>
          <w:rFonts w:ascii="Times New Roman" w:hAnsi="Times New Roman"/>
          <w:spacing w:val="-12"/>
          <w:sz w:val="28"/>
          <w:szCs w:val="28"/>
        </w:rPr>
      </w:pPr>
      <w:r w:rsidRPr="00682700">
        <w:rPr>
          <w:rFonts w:ascii="Times New Roman" w:hAnsi="Times New Roman"/>
          <w:bCs/>
          <w:sz w:val="28"/>
          <w:szCs w:val="28"/>
        </w:rPr>
        <w:t xml:space="preserve">                                             </w:t>
      </w:r>
    </w:p>
    <w:p w:rsidR="009B383D" w:rsidRDefault="009B383D" w:rsidP="0018623B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Про затвердження проекту землеустрою </w:t>
      </w:r>
    </w:p>
    <w:p w:rsidR="009B383D" w:rsidRDefault="009B383D" w:rsidP="0018623B">
      <w:pPr>
        <w:pStyle w:val="1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щодо відведення земельної д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ілянки у власність </w:t>
      </w:r>
    </w:p>
    <w:p w:rsidR="009B383D" w:rsidRDefault="009B383D" w:rsidP="0018623B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та передача її гр. Агеєву Віктору Миколайовичу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9B383D" w:rsidRDefault="009B383D" w:rsidP="0018623B">
      <w:pPr>
        <w:pStyle w:val="1"/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 приватну </w:t>
      </w:r>
      <w:r>
        <w:rPr>
          <w:rFonts w:ascii="Times New Roman" w:hAnsi="Times New Roman"/>
          <w:b/>
          <w:bCs/>
          <w:sz w:val="24"/>
          <w:szCs w:val="24"/>
        </w:rPr>
        <w:t>власність</w:t>
      </w:r>
      <w:r>
        <w:rPr>
          <w:rFonts w:ascii="Times New Roman" w:hAnsi="Times New Roman"/>
          <w:b/>
          <w:sz w:val="24"/>
          <w:szCs w:val="24"/>
        </w:rPr>
        <w:t xml:space="preserve"> в 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AF184B">
        <w:rPr>
          <w:rFonts w:ascii="Times New Roman" w:hAnsi="Times New Roman"/>
          <w:b/>
          <w:sz w:val="24"/>
          <w:szCs w:val="24"/>
        </w:rPr>
        <w:t>с. Шульганівка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</w:p>
    <w:p w:rsidR="009B383D" w:rsidRDefault="009B383D" w:rsidP="0018623B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Чортківського району </w:t>
      </w:r>
      <w:r>
        <w:rPr>
          <w:rFonts w:ascii="Times New Roman" w:hAnsi="Times New Roman"/>
          <w:b/>
          <w:bCs/>
          <w:sz w:val="24"/>
          <w:szCs w:val="24"/>
        </w:rPr>
        <w:t>Тернопільської області</w:t>
      </w:r>
    </w:p>
    <w:p w:rsidR="009B383D" w:rsidRDefault="009B383D" w:rsidP="00093389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B383D" w:rsidRDefault="009B383D" w:rsidP="00093389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Розглянувши заяву гр. Агеєва Віктора Миколайовича 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з питань </w:t>
      </w:r>
      <w:r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 сільська рада</w:t>
      </w:r>
    </w:p>
    <w:p w:rsidR="009B383D" w:rsidRDefault="009B383D" w:rsidP="00093389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B383D" w:rsidRDefault="009B383D" w:rsidP="00093389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9B383D" w:rsidRDefault="009B383D" w:rsidP="00093389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9B383D" w:rsidRPr="002C13B1" w:rsidRDefault="009B383D" w:rsidP="00403A9A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Затвердити проект землеустрою щодо відведення земельної ділянки у власність  та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</w:t>
      </w:r>
      <w:r>
        <w:rPr>
          <w:rFonts w:ascii="Times New Roman" w:hAnsi="Times New Roman"/>
          <w:sz w:val="24"/>
          <w:szCs w:val="24"/>
        </w:rPr>
        <w:t xml:space="preserve">ередати </w:t>
      </w:r>
      <w:r>
        <w:rPr>
          <w:rFonts w:ascii="Times New Roman" w:hAnsi="Times New Roman"/>
          <w:sz w:val="24"/>
          <w:szCs w:val="24"/>
          <w:lang w:val="ru-RU"/>
        </w:rPr>
        <w:t xml:space="preserve">її </w:t>
      </w:r>
      <w:r>
        <w:rPr>
          <w:rFonts w:ascii="Times New Roman" w:hAnsi="Times New Roman"/>
          <w:sz w:val="24"/>
          <w:szCs w:val="24"/>
        </w:rPr>
        <w:t>безоплатно у приватну власність гр</w:t>
      </w:r>
      <w:r w:rsidRPr="002C13B1">
        <w:rPr>
          <w:rFonts w:ascii="Times New Roman" w:hAnsi="Times New Roman"/>
          <w:sz w:val="24"/>
          <w:szCs w:val="24"/>
        </w:rPr>
        <w:t xml:space="preserve">. </w:t>
      </w:r>
      <w:r w:rsidRPr="002C13B1">
        <w:rPr>
          <w:rFonts w:ascii="Times New Roman" w:hAnsi="Times New Roman"/>
          <w:b/>
          <w:sz w:val="24"/>
          <w:szCs w:val="24"/>
        </w:rPr>
        <w:t>Агеєв Віктору Миколайовичу (учасник АТО)</w:t>
      </w:r>
      <w:r w:rsidRPr="002C13B1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2,0000 га"/>
        </w:smartTagPr>
        <w:r w:rsidRPr="002C13B1">
          <w:rPr>
            <w:rFonts w:ascii="Times New Roman" w:hAnsi="Times New Roman"/>
            <w:sz w:val="24"/>
            <w:szCs w:val="24"/>
          </w:rPr>
          <w:t>2,0000 га</w:t>
        </w:r>
      </w:smartTag>
      <w:r w:rsidRPr="002C13B1">
        <w:rPr>
          <w:rFonts w:ascii="Times New Roman" w:hAnsi="Times New Roman"/>
          <w:sz w:val="24"/>
          <w:szCs w:val="24"/>
        </w:rPr>
        <w:t xml:space="preserve"> </w:t>
      </w:r>
      <w:r w:rsidRPr="002C13B1">
        <w:rPr>
          <w:rFonts w:ascii="Times New Roman" w:hAnsi="Times New Roman"/>
          <w:sz w:val="24"/>
          <w:szCs w:val="24"/>
          <w:bdr w:val="none" w:sz="0" w:space="0" w:color="auto" w:frame="1"/>
        </w:rPr>
        <w:t>за межами с. Шульганівка на території Нагірянської сільської ради (колишня Шульганівська сільська рада)  Чортківського району Тернопільської області</w:t>
      </w:r>
      <w:r w:rsidRPr="002C13B1">
        <w:rPr>
          <w:rFonts w:ascii="Times New Roman" w:hAnsi="Times New Roman"/>
          <w:sz w:val="24"/>
          <w:szCs w:val="24"/>
        </w:rPr>
        <w:t xml:space="preserve"> у приватну власність, в тому числі: </w:t>
      </w:r>
    </w:p>
    <w:p w:rsidR="009B383D" w:rsidRDefault="009B383D" w:rsidP="00093389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2C13B1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2,0000 га"/>
        </w:smartTagPr>
        <w:r w:rsidRPr="002C13B1">
          <w:rPr>
            <w:rFonts w:ascii="Times New Roman" w:hAnsi="Times New Roman"/>
            <w:sz w:val="24"/>
            <w:szCs w:val="24"/>
          </w:rPr>
          <w:t>2,0000 га</w:t>
        </w:r>
      </w:smartTag>
      <w:r w:rsidRPr="002C13B1">
        <w:rPr>
          <w:rFonts w:ascii="Times New Roman" w:hAnsi="Times New Roman"/>
          <w:sz w:val="24"/>
          <w:szCs w:val="24"/>
        </w:rPr>
        <w:t xml:space="preserve"> - кадастровий  номер: 6125589500:01:001:1301.</w:t>
      </w:r>
    </w:p>
    <w:p w:rsidR="009B383D" w:rsidRPr="002C13B1" w:rsidRDefault="009B383D" w:rsidP="00093389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B383D" w:rsidRDefault="009B383D" w:rsidP="00093389">
      <w:pPr>
        <w:spacing w:after="0"/>
        <w:jc w:val="both"/>
        <w:rPr>
          <w:rFonts w:ascii="Times New Roman" w:hAnsi="Times New Roman"/>
          <w:b/>
          <w:color w:val="FF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9B383D" w:rsidRDefault="009B383D" w:rsidP="00093389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>
        <w:rPr>
          <w:rFonts w:ascii="Times New Roman" w:hAnsi="Times New Roman"/>
          <w:sz w:val="24"/>
          <w:szCs w:val="24"/>
          <w:lang w:val="ru-RU" w:eastAsia="ru-RU"/>
        </w:rPr>
        <w:t>В</w:t>
      </w:r>
      <w:r>
        <w:rPr>
          <w:rFonts w:ascii="Times New Roman" w:hAnsi="Times New Roman"/>
          <w:sz w:val="24"/>
          <w:szCs w:val="24"/>
          <w:lang w:eastAsia="ru-RU"/>
        </w:rPr>
        <w:t>икористовувати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>
        <w:rPr>
          <w:rFonts w:ascii="Times New Roman" w:hAnsi="Times New Roman"/>
          <w:sz w:val="24"/>
          <w:szCs w:val="24"/>
          <w:lang w:eastAsia="ru-RU"/>
        </w:rPr>
        <w:t>ва</w:t>
      </w:r>
      <w:r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9B383D" w:rsidRDefault="009B383D" w:rsidP="00093389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9B383D" w:rsidRDefault="009B383D" w:rsidP="00093389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та сталого розвитку. </w:t>
      </w:r>
    </w:p>
    <w:p w:rsidR="009B383D" w:rsidRDefault="009B383D" w:rsidP="00093389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9B383D" w:rsidRDefault="009B383D" w:rsidP="00093389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9B383D" w:rsidRDefault="009B383D" w:rsidP="00093389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Нагірянський сільський голова                                      Ігор КІНДРАТ      </w:t>
      </w:r>
    </w:p>
    <w:p w:rsidR="009B383D" w:rsidRDefault="009B383D" w:rsidP="00093389"/>
    <w:p w:rsidR="009B383D" w:rsidRDefault="009B383D"/>
    <w:sectPr w:rsidR="009B383D" w:rsidSect="004A3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6741"/>
    <w:rsid w:val="00093389"/>
    <w:rsid w:val="00121FE0"/>
    <w:rsid w:val="0012276E"/>
    <w:rsid w:val="0018623B"/>
    <w:rsid w:val="001B4B08"/>
    <w:rsid w:val="00237672"/>
    <w:rsid w:val="0026117E"/>
    <w:rsid w:val="002C13B1"/>
    <w:rsid w:val="002E08D0"/>
    <w:rsid w:val="00343E9C"/>
    <w:rsid w:val="00376741"/>
    <w:rsid w:val="003E517E"/>
    <w:rsid w:val="00403A9A"/>
    <w:rsid w:val="0046112E"/>
    <w:rsid w:val="004A3BC3"/>
    <w:rsid w:val="00557E78"/>
    <w:rsid w:val="00637DD4"/>
    <w:rsid w:val="006602E7"/>
    <w:rsid w:val="00682700"/>
    <w:rsid w:val="006F6EE3"/>
    <w:rsid w:val="0083500F"/>
    <w:rsid w:val="008A1405"/>
    <w:rsid w:val="009B383D"/>
    <w:rsid w:val="00A54F0E"/>
    <w:rsid w:val="00A6050F"/>
    <w:rsid w:val="00AF184B"/>
    <w:rsid w:val="00AF7CEF"/>
    <w:rsid w:val="00CB008A"/>
    <w:rsid w:val="00DF149B"/>
    <w:rsid w:val="00E24740"/>
    <w:rsid w:val="00E511E2"/>
    <w:rsid w:val="00E90A6F"/>
    <w:rsid w:val="00EE722A"/>
    <w:rsid w:val="00F700F3"/>
    <w:rsid w:val="00FB5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389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093389"/>
    <w:rPr>
      <w:rFonts w:eastAsia="Times New Roman"/>
    </w:rPr>
  </w:style>
  <w:style w:type="paragraph" w:customStyle="1" w:styleId="10">
    <w:name w:val="Без інтервалів1"/>
    <w:uiPriority w:val="99"/>
    <w:rsid w:val="00093389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88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</Pages>
  <Words>277</Words>
  <Characters>1584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14</cp:revision>
  <cp:lastPrinted>2021-11-24T10:27:00Z</cp:lastPrinted>
  <dcterms:created xsi:type="dcterms:W3CDTF">2021-11-11T11:31:00Z</dcterms:created>
  <dcterms:modified xsi:type="dcterms:W3CDTF">2021-11-26T08:12:00Z</dcterms:modified>
</cp:coreProperties>
</file>