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79" w:rsidRPr="008D33DC" w:rsidRDefault="00D66A79" w:rsidP="00726B12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9pt;width:43.75pt;height:61.9pt;z-index:251658240;visibility:visible;mso-wrap-distance-left:9.05pt;mso-wrap-distance-right:9.05pt;mso-position-horizontal-relative:text;mso-position-vertical-relative:text" filled="t">
            <v:imagedata r:id="rId5" o:title="" blacklevel="3932f"/>
            <w10:wrap type="topAndBottom"/>
          </v:shape>
        </w:pict>
      </w:r>
    </w:p>
    <w:p w:rsidR="00D66A79" w:rsidRPr="00067900" w:rsidRDefault="00D66A79" w:rsidP="00726B12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067900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D66A79" w:rsidRPr="00067900" w:rsidRDefault="00D66A79" w:rsidP="00726B12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D66A79" w:rsidRPr="00067900" w:rsidRDefault="00D66A79" w:rsidP="0019293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ЧОТИРНАДЦЯТА</w:t>
      </w:r>
      <w:bookmarkStart w:id="0" w:name="_GoBack"/>
      <w:bookmarkEnd w:id="0"/>
      <w:r w:rsidRPr="00067900">
        <w:rPr>
          <w:rFonts w:ascii="Times New Roman" w:hAnsi="Times New Roman"/>
          <w:sz w:val="24"/>
          <w:szCs w:val="24"/>
        </w:rPr>
        <w:t xml:space="preserve"> СЕСІЯ ВОСЬМОГО СКЛИКАННЯ</w:t>
      </w:r>
    </w:p>
    <w:p w:rsidR="00D66A79" w:rsidRPr="00067900" w:rsidRDefault="00D66A79" w:rsidP="00726B12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РІШЕННЯ</w:t>
      </w:r>
    </w:p>
    <w:p w:rsidR="00D66A79" w:rsidRPr="00067900" w:rsidRDefault="00D66A79" w:rsidP="00726B12">
      <w:pPr>
        <w:pStyle w:val="1"/>
        <w:rPr>
          <w:rFonts w:ascii="Times New Roman" w:hAnsi="Times New Roman"/>
          <w:sz w:val="24"/>
          <w:szCs w:val="24"/>
        </w:rPr>
      </w:pPr>
    </w:p>
    <w:p w:rsidR="00D66A79" w:rsidRPr="00067900" w:rsidRDefault="00D66A79" w:rsidP="00726B12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 листопада </w:t>
      </w:r>
      <w:r w:rsidRPr="00067900">
        <w:rPr>
          <w:rFonts w:ascii="Times New Roman" w:hAnsi="Times New Roman"/>
          <w:sz w:val="24"/>
          <w:szCs w:val="24"/>
        </w:rPr>
        <w:t xml:space="preserve">2021 року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67900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 582</w:t>
      </w:r>
    </w:p>
    <w:p w:rsidR="00D66A79" w:rsidRDefault="00D66A79" w:rsidP="00726B12">
      <w:pPr>
        <w:pStyle w:val="1"/>
        <w:rPr>
          <w:rFonts w:ascii="Times New Roman" w:hAnsi="Times New Roman"/>
          <w:sz w:val="24"/>
          <w:szCs w:val="24"/>
        </w:rPr>
      </w:pPr>
      <w:r w:rsidRPr="00067900">
        <w:rPr>
          <w:rFonts w:ascii="Times New Roman" w:hAnsi="Times New Roman"/>
          <w:sz w:val="24"/>
          <w:szCs w:val="24"/>
        </w:rPr>
        <w:t>с-ще Нагірянка</w:t>
      </w:r>
    </w:p>
    <w:p w:rsidR="00D66A79" w:rsidRPr="00067900" w:rsidRDefault="00D66A79" w:rsidP="00726B12">
      <w:pPr>
        <w:pStyle w:val="1"/>
        <w:rPr>
          <w:rFonts w:ascii="Times New Roman" w:hAnsi="Times New Roman"/>
          <w:spacing w:val="-12"/>
          <w:sz w:val="24"/>
          <w:szCs w:val="24"/>
        </w:rPr>
      </w:pPr>
    </w:p>
    <w:p w:rsidR="00D66A79" w:rsidRPr="00067900" w:rsidRDefault="00D66A79" w:rsidP="00726B12">
      <w:pPr>
        <w:rPr>
          <w:b/>
        </w:rPr>
      </w:pPr>
      <w:r w:rsidRPr="00067900">
        <w:rPr>
          <w:b/>
        </w:rPr>
        <w:t>Про затвердження проекту землеустрою</w:t>
      </w:r>
    </w:p>
    <w:p w:rsidR="00D66A79" w:rsidRPr="00067900" w:rsidRDefault="00D66A79" w:rsidP="00726B12">
      <w:pPr>
        <w:rPr>
          <w:b/>
        </w:rPr>
      </w:pPr>
      <w:r w:rsidRPr="00067900">
        <w:rPr>
          <w:b/>
        </w:rPr>
        <w:t>щодо відведення земельної ділянки в оренду</w:t>
      </w:r>
    </w:p>
    <w:p w:rsidR="00D66A79" w:rsidRPr="00067900" w:rsidRDefault="00D66A79" w:rsidP="00726B12">
      <w:pPr>
        <w:rPr>
          <w:b/>
        </w:rPr>
      </w:pPr>
      <w:r w:rsidRPr="00067900">
        <w:rPr>
          <w:b/>
        </w:rPr>
        <w:t xml:space="preserve">Вархол З.А. для будівництва та обслуговування </w:t>
      </w:r>
    </w:p>
    <w:p w:rsidR="00D66A79" w:rsidRPr="00067900" w:rsidRDefault="00D66A79" w:rsidP="00726B12">
      <w:pPr>
        <w:rPr>
          <w:b/>
        </w:rPr>
      </w:pPr>
      <w:r w:rsidRPr="00067900">
        <w:rPr>
          <w:b/>
        </w:rPr>
        <w:t>будівель закладів побутового обслуговування</w:t>
      </w:r>
    </w:p>
    <w:p w:rsidR="00D66A79" w:rsidRPr="00067900" w:rsidRDefault="00D66A79" w:rsidP="00726B12">
      <w:pPr>
        <w:rPr>
          <w:b/>
        </w:rPr>
      </w:pPr>
      <w:r w:rsidRPr="00067900">
        <w:rPr>
          <w:b/>
        </w:rPr>
        <w:t>по вул.  Шевченка, 62 в межах с. Улашківці</w:t>
      </w:r>
    </w:p>
    <w:p w:rsidR="00D66A79" w:rsidRPr="00067900" w:rsidRDefault="00D66A79" w:rsidP="00726B12">
      <w:pPr>
        <w:rPr>
          <w:b/>
        </w:rPr>
      </w:pPr>
      <w:r w:rsidRPr="00067900">
        <w:rPr>
          <w:b/>
        </w:rPr>
        <w:t>Чортківського району Тернопільської області</w:t>
      </w:r>
    </w:p>
    <w:p w:rsidR="00D66A79" w:rsidRPr="000933FA" w:rsidRDefault="00D66A79" w:rsidP="00726B12"/>
    <w:p w:rsidR="00D66A79" w:rsidRDefault="00D66A79" w:rsidP="00726B12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563BD8">
        <w:rPr>
          <w:rFonts w:ascii="Times New Roman" w:hAnsi="Times New Roman"/>
          <w:sz w:val="24"/>
          <w:szCs w:val="24"/>
        </w:rPr>
        <w:t>Розглянувши з</w:t>
      </w:r>
      <w:r>
        <w:rPr>
          <w:rFonts w:ascii="Times New Roman" w:hAnsi="Times New Roman"/>
          <w:sz w:val="24"/>
          <w:szCs w:val="24"/>
        </w:rPr>
        <w:t>аяву</w:t>
      </w:r>
      <w:r w:rsidRPr="00563B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гр.</w:t>
      </w:r>
      <w:r w:rsidRPr="00563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Вархол З.А.</w:t>
      </w:r>
      <w:r w:rsidRPr="00563BD8">
        <w:rPr>
          <w:rFonts w:ascii="Times New Roman" w:hAnsi="Times New Roman"/>
          <w:sz w:val="24"/>
          <w:szCs w:val="24"/>
        </w:rPr>
        <w:t xml:space="preserve"> про затвердження технічної документації із землеустрою та передачу в оренду земельної ділянки, керуючись ст. 122 Земельного кодексу України, керуючись Законом України «Про місцеве самоврядування в Україні», та враховуючи рекомендації</w:t>
      </w:r>
      <w:r w:rsidRPr="00563BD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563BD8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D66A79" w:rsidRPr="000933FA" w:rsidRDefault="00D66A79" w:rsidP="00726B12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66A79" w:rsidRDefault="00D66A79" w:rsidP="00726B12">
      <w:pPr>
        <w:pStyle w:val="1"/>
        <w:rPr>
          <w:rFonts w:ascii="Times New Roman" w:hAnsi="Times New Roman"/>
          <w:b/>
          <w:sz w:val="24"/>
          <w:szCs w:val="24"/>
        </w:rPr>
      </w:pPr>
      <w:r w:rsidRPr="000933FA">
        <w:rPr>
          <w:rFonts w:ascii="Times New Roman" w:hAnsi="Times New Roman"/>
          <w:b/>
          <w:sz w:val="24"/>
          <w:szCs w:val="24"/>
        </w:rPr>
        <w:t>ВИРІШИЛА:</w:t>
      </w:r>
    </w:p>
    <w:p w:rsidR="00D66A79" w:rsidRPr="000933FA" w:rsidRDefault="00D66A79" w:rsidP="00726B12">
      <w:pPr>
        <w:pStyle w:val="1"/>
        <w:rPr>
          <w:rFonts w:ascii="Times New Roman" w:hAnsi="Times New Roman"/>
          <w:b/>
          <w:sz w:val="24"/>
          <w:szCs w:val="24"/>
        </w:rPr>
      </w:pPr>
    </w:p>
    <w:p w:rsidR="00D66A79" w:rsidRDefault="00D66A79" w:rsidP="00775052">
      <w:pPr>
        <w:jc w:val="both"/>
      </w:pPr>
      <w:r w:rsidRPr="00775052">
        <w:rPr>
          <w:b/>
        </w:rPr>
        <w:t>1.</w:t>
      </w:r>
      <w:r>
        <w:t xml:space="preserve"> Затвердити</w:t>
      </w:r>
      <w:r w:rsidRPr="00726B12">
        <w:t xml:space="preserve"> </w:t>
      </w:r>
      <w:r>
        <w:t xml:space="preserve">проект землеустрою </w:t>
      </w:r>
      <w:r w:rsidRPr="000933FA">
        <w:t>щодо</w:t>
      </w:r>
      <w:r>
        <w:t xml:space="preserve"> відведення земельної ділянки в оренду Вархолу Зіновію Андрійовичу для будівництва та обслуговування будівель закладів побутового обслуговування по вул. Шевченка, 62 в межах с. Улашківці Чортківського району Тернопільської області площею – </w:t>
      </w:r>
      <w:smartTag w:uri="urn:schemas-microsoft-com:office:smarttags" w:element="metricconverter">
        <w:smartTagPr>
          <w:attr w:name="ProductID" w:val="0,0650 га"/>
        </w:smartTagPr>
        <w:r>
          <w:t>0,0650 га</w:t>
        </w:r>
      </w:smartTag>
      <w:r>
        <w:t xml:space="preserve"> (кадастровий номер 6125588300:02:002:0274) за адресою: вул. Шевченка, 62 с. Улашківці</w:t>
      </w:r>
      <w:r w:rsidRPr="000933FA">
        <w:t xml:space="preserve"> Чортківськог</w:t>
      </w:r>
      <w:r>
        <w:t>о району Тернопільської області.</w:t>
      </w:r>
    </w:p>
    <w:p w:rsidR="00D66A79" w:rsidRPr="000933FA" w:rsidRDefault="00D66A79" w:rsidP="00775052">
      <w:pPr>
        <w:jc w:val="both"/>
      </w:pPr>
      <w:r w:rsidRPr="00775052">
        <w:rPr>
          <w:b/>
        </w:rPr>
        <w:t>2.</w:t>
      </w:r>
      <w:r w:rsidRPr="000933FA">
        <w:t xml:space="preserve"> Зобов’язати </w:t>
      </w:r>
      <w:r>
        <w:t>Вархол Зіновія Андрійовича</w:t>
      </w:r>
      <w:r w:rsidRPr="000933FA">
        <w:t xml:space="preserve"> здійснити заходи щодо укладання відповідних договорів оренди та державної реєстрації відповідного права в реєстрі.</w:t>
      </w:r>
    </w:p>
    <w:p w:rsidR="00D66A79" w:rsidRDefault="00D66A79" w:rsidP="00775052">
      <w:pPr>
        <w:jc w:val="both"/>
      </w:pPr>
      <w:r w:rsidRPr="00775052">
        <w:rPr>
          <w:b/>
        </w:rPr>
        <w:t>3.</w:t>
      </w:r>
      <w:r w:rsidRPr="000933FA">
        <w:t xml:space="preserve"> </w:t>
      </w:r>
      <w:r w:rsidRPr="000933FA">
        <w:rPr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0933FA">
        <w:t xml:space="preserve">містобудування, земельних відносин та сталого розвитку. </w:t>
      </w:r>
    </w:p>
    <w:p w:rsidR="00D66A79" w:rsidRDefault="00D66A79" w:rsidP="00775052">
      <w:pPr>
        <w:jc w:val="both"/>
      </w:pPr>
    </w:p>
    <w:p w:rsidR="00D66A79" w:rsidRDefault="00D66A79" w:rsidP="00775052">
      <w:pPr>
        <w:jc w:val="both"/>
      </w:pPr>
    </w:p>
    <w:p w:rsidR="00D66A79" w:rsidRPr="000933FA" w:rsidRDefault="00D66A79" w:rsidP="00192939">
      <w:pPr>
        <w:ind w:firstLine="709"/>
        <w:jc w:val="both"/>
      </w:pPr>
    </w:p>
    <w:p w:rsidR="00D66A79" w:rsidRPr="008D33DC" w:rsidRDefault="00D66A79" w:rsidP="00726B12">
      <w:pPr>
        <w:spacing w:after="200" w:line="276" w:lineRule="auto"/>
        <w:jc w:val="both"/>
        <w:rPr>
          <w:lang w:eastAsia="ru-RU"/>
        </w:rPr>
      </w:pPr>
      <w:r w:rsidRPr="000933FA">
        <w:rPr>
          <w:lang w:eastAsia="ru-RU"/>
        </w:rPr>
        <w:t xml:space="preserve">Нагірянський сільський голова                                      Ігор КІНДРАТ          </w:t>
      </w:r>
    </w:p>
    <w:p w:rsidR="00D66A79" w:rsidRDefault="00D66A79"/>
    <w:p w:rsidR="00D66A79" w:rsidRDefault="00D66A79"/>
    <w:p w:rsidR="00D66A79" w:rsidRDefault="00D66A79"/>
    <w:p w:rsidR="00D66A79" w:rsidRDefault="00D66A79"/>
    <w:sectPr w:rsidR="00D66A79" w:rsidSect="004A1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73F6"/>
    <w:multiLevelType w:val="hybridMultilevel"/>
    <w:tmpl w:val="A9BC1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9C66FB"/>
    <w:multiLevelType w:val="hybridMultilevel"/>
    <w:tmpl w:val="49860420"/>
    <w:lvl w:ilvl="0" w:tplc="76AC2B82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6E4D4C44"/>
    <w:multiLevelType w:val="hybridMultilevel"/>
    <w:tmpl w:val="0EAC5704"/>
    <w:lvl w:ilvl="0" w:tplc="6236217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9F912D4"/>
    <w:multiLevelType w:val="hybridMultilevel"/>
    <w:tmpl w:val="479A5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BA3"/>
    <w:rsid w:val="00067900"/>
    <w:rsid w:val="0008488F"/>
    <w:rsid w:val="000933FA"/>
    <w:rsid w:val="000D067E"/>
    <w:rsid w:val="000E4074"/>
    <w:rsid w:val="00192939"/>
    <w:rsid w:val="001D160D"/>
    <w:rsid w:val="00294FE0"/>
    <w:rsid w:val="002E0802"/>
    <w:rsid w:val="00301EDA"/>
    <w:rsid w:val="00393C1E"/>
    <w:rsid w:val="004A1F74"/>
    <w:rsid w:val="00513BA3"/>
    <w:rsid w:val="00563BD8"/>
    <w:rsid w:val="005F1C07"/>
    <w:rsid w:val="006D1C69"/>
    <w:rsid w:val="006E670B"/>
    <w:rsid w:val="00726B12"/>
    <w:rsid w:val="00775052"/>
    <w:rsid w:val="00783835"/>
    <w:rsid w:val="007B4103"/>
    <w:rsid w:val="008D33DC"/>
    <w:rsid w:val="008E781E"/>
    <w:rsid w:val="009723AF"/>
    <w:rsid w:val="00A9552C"/>
    <w:rsid w:val="00AB39E0"/>
    <w:rsid w:val="00C11969"/>
    <w:rsid w:val="00CF4B1B"/>
    <w:rsid w:val="00D66A79"/>
    <w:rsid w:val="00E71DE5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1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726B12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726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265</Words>
  <Characters>1513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</cp:revision>
  <cp:lastPrinted>2021-11-17T10:09:00Z</cp:lastPrinted>
  <dcterms:created xsi:type="dcterms:W3CDTF">2021-11-16T10:17:00Z</dcterms:created>
  <dcterms:modified xsi:type="dcterms:W3CDTF">2021-11-26T08:11:00Z</dcterms:modified>
</cp:coreProperties>
</file>