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79E" w:rsidRPr="00AF64F8" w:rsidRDefault="00B1579E" w:rsidP="00820D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" style="position:absolute;left:0;text-align:left;margin-left:291.75pt;margin-top:-8.25pt;width:47.25pt;height:51.75pt;z-index:251658240;visibility:visible;mso-position-horizontal-relative:page">
            <v:imagedata r:id="rId6" o:title=""/>
            <w10:wrap type="topAndBottom" anchorx="page"/>
          </v:shape>
        </w:pic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B1579E" w:rsidRPr="00AF64F8" w:rsidRDefault="00B1579E" w:rsidP="00AF64F8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B1579E" w:rsidRPr="00AF64F8" w:rsidRDefault="00B1579E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B1579E" w:rsidRPr="00AF64F8" w:rsidRDefault="00B1579E" w:rsidP="0099616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ЧОТИРНАДЦЯТА</w:t>
      </w:r>
      <w:bookmarkStart w:id="0" w:name="_GoBack"/>
      <w:bookmarkEnd w:id="0"/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СЕСІЯ</w:t>
      </w:r>
    </w:p>
    <w:p w:rsidR="00B1579E" w:rsidRPr="00AF64F8" w:rsidRDefault="00B1579E" w:rsidP="0099616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B1579E" w:rsidRPr="00AF64F8" w:rsidRDefault="00B1579E" w:rsidP="009961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1579E" w:rsidRPr="00AF64F8" w:rsidRDefault="00B1579E" w:rsidP="00820D5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від         листопада 2021 року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</w: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 № </w:t>
      </w:r>
    </w:p>
    <w:p w:rsidR="00B1579E" w:rsidRPr="00AF64F8" w:rsidRDefault="00B1579E" w:rsidP="00820D5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с-ще Нагірянка</w:t>
      </w:r>
    </w:p>
    <w:p w:rsidR="00B1579E" w:rsidRPr="00AF64F8" w:rsidRDefault="00B1579E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F64F8">
        <w:rPr>
          <w:rFonts w:ascii="Tahoma" w:hAnsi="Tahoma" w:cs="Tahoma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B1579E" w:rsidRPr="00AF64F8" w:rsidRDefault="00B1579E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B1579E" w:rsidRPr="00AF64F8" w:rsidRDefault="00B1579E" w:rsidP="00A438A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бюджету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  <w:t xml:space="preserve">за 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9 місяців 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202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року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</w:p>
    <w:p w:rsidR="00B1579E" w:rsidRPr="00AF64F8" w:rsidRDefault="00B1579E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F64F8">
        <w:rPr>
          <w:color w:val="000000"/>
        </w:rPr>
        <w:t>    </w:t>
      </w:r>
      <w:r w:rsidRPr="00AF64F8">
        <w:rPr>
          <w:color w:val="000000"/>
          <w:lang w:val="uk-UA"/>
        </w:rPr>
        <w:tab/>
      </w:r>
      <w:r w:rsidRPr="00AF64F8">
        <w:rPr>
          <w:lang w:val="uk-UA"/>
        </w:rPr>
        <w:t xml:space="preserve">Розглянувши </w:t>
      </w:r>
      <w:r w:rsidRPr="00AF64F8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AF64F8">
        <w:rPr>
          <w:lang w:val="uk-UA"/>
        </w:rPr>
        <w:t xml:space="preserve">    </w:t>
      </w:r>
      <w:r w:rsidRPr="00AF64F8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9 місяців 2021 року, керуючись </w:t>
      </w:r>
      <w:r w:rsidRPr="00AF64F8">
        <w:rPr>
          <w:color w:val="000000"/>
          <w:lang w:val="uk-UA"/>
        </w:rPr>
        <w:t xml:space="preserve">пунктом 23 частини першої статті 26 </w:t>
      </w:r>
      <w:r w:rsidRPr="00AF64F8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AF64F8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AF64F8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AF64F8">
        <w:rPr>
          <w:color w:val="000000"/>
          <w:lang w:val="uk-UA"/>
        </w:rPr>
        <w:t xml:space="preserve">від     </w:t>
      </w:r>
      <w:r>
        <w:rPr>
          <w:color w:val="000000"/>
          <w:lang w:val="uk-UA"/>
        </w:rPr>
        <w:t>11</w:t>
      </w:r>
      <w:r w:rsidRPr="00AF64F8">
        <w:rPr>
          <w:color w:val="000000"/>
          <w:lang w:val="uk-UA"/>
        </w:rPr>
        <w:t xml:space="preserve">      листопада 2021 року, Нагірянська сільська  рада </w:t>
      </w:r>
    </w:p>
    <w:p w:rsidR="00B1579E" w:rsidRPr="00AF64F8" w:rsidRDefault="00B1579E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AF64F8">
        <w:rPr>
          <w:b/>
          <w:color w:val="000000"/>
          <w:lang w:val="uk-UA"/>
        </w:rPr>
        <w:t>ВИРІШИЛА:</w:t>
      </w:r>
    </w:p>
    <w:p w:rsidR="00B1579E" w:rsidRPr="00AF64F8" w:rsidRDefault="00B1579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Затвердити звіт про виконання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9 місяців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202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року: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по загальному фонду</w:t>
      </w:r>
    </w:p>
    <w:p w:rsidR="00B1579E" w:rsidRPr="00AF64F8" w:rsidRDefault="00B1579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44 110,7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B1579E" w:rsidRPr="00AF64F8" w:rsidRDefault="00B1579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- по видатках в сумі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38 400,2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B1579E" w:rsidRPr="00AF64F8" w:rsidRDefault="00B1579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B1579E" w:rsidRPr="00AF64F8" w:rsidRDefault="00B1579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216,1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тис.грн.</w:t>
      </w:r>
    </w:p>
    <w:p w:rsidR="00B1579E" w:rsidRPr="00AF64F8" w:rsidRDefault="00B1579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161,4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B1579E" w:rsidRDefault="00B1579E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Додат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о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к 1 до цього рішення є його невід'ємною частиною.</w:t>
      </w:r>
    </w:p>
    <w:p w:rsidR="00B1579E" w:rsidRPr="00AF64F8" w:rsidRDefault="00B1579E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B1579E" w:rsidRPr="00AF64F8" w:rsidRDefault="00B1579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AF64F8">
        <w:rPr>
          <w:rFonts w:ascii="Times New Roman" w:hAnsi="Times New Roman"/>
          <w:b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B1579E" w:rsidRDefault="00B1579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Default="00B1579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Pr="00AF64F8" w:rsidRDefault="00B1579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Pr="00AF64F8" w:rsidRDefault="00B1579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Pr="00AF64F8" w:rsidRDefault="00B1579E" w:rsidP="0001375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                                    </w:t>
      </w:r>
    </w:p>
    <w:p w:rsidR="00B1579E" w:rsidRPr="00AF64F8" w:rsidRDefault="00B1579E" w:rsidP="0001375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Любомир ХРУСТАВКА                                 </w:t>
      </w:r>
    </w:p>
    <w:p w:rsidR="00B1579E" w:rsidRPr="00AF64F8" w:rsidRDefault="00B1579E" w:rsidP="00AF64F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Оксана КОВАЛЬЧУК</w:t>
      </w:r>
    </w:p>
    <w:p w:rsidR="00B1579E" w:rsidRPr="0001375A" w:rsidRDefault="00B1579E" w:rsidP="0001375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Ольга КРИНИЦЬКА</w:t>
      </w:r>
    </w:p>
    <w:p w:rsidR="00B1579E" w:rsidRDefault="00B1579E" w:rsidP="00443D5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1579E" w:rsidRDefault="00B1579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579E" w:rsidRDefault="00B1579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579E" w:rsidRDefault="00B1579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579E" w:rsidRPr="00AF64F8" w:rsidRDefault="00B1579E" w:rsidP="00AF64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pict>
          <v:shape id="_x0000_s1027" type="#_x0000_t75" alt="3" style="position:absolute;left:0;text-align:left;margin-left:291.75pt;margin-top:-8.25pt;width:47.25pt;height:51.75pt;z-index:251659264;visibility:visible;mso-position-horizontal-relative:page">
            <v:imagedata r:id="rId6" o:title=""/>
            <w10:wrap type="topAndBottom" anchorx="page"/>
          </v:shape>
        </w:pic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B1579E" w:rsidRPr="00AF64F8" w:rsidRDefault="00B1579E" w:rsidP="00AF64F8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B1579E" w:rsidRPr="00AF64F8" w:rsidRDefault="00B1579E" w:rsidP="00AF64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B1579E" w:rsidRPr="00AF64F8" w:rsidRDefault="00B1579E" w:rsidP="00AF64F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ЧОТИРНАДЦЯТА СЕСІЯ</w:t>
      </w:r>
    </w:p>
    <w:p w:rsidR="00B1579E" w:rsidRPr="00AF64F8" w:rsidRDefault="00B1579E" w:rsidP="00AF64F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B1579E" w:rsidRPr="00AF64F8" w:rsidRDefault="00B1579E" w:rsidP="00AF64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1579E" w:rsidRPr="00AF64F8" w:rsidRDefault="00B1579E" w:rsidP="00AF64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від         листопада 2021 року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</w: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 № </w:t>
      </w:r>
    </w:p>
    <w:p w:rsidR="00B1579E" w:rsidRPr="00AF64F8" w:rsidRDefault="00B1579E" w:rsidP="00AF64F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с-ще Нагірянка</w:t>
      </w:r>
    </w:p>
    <w:p w:rsidR="00B1579E" w:rsidRPr="00AF64F8" w:rsidRDefault="00B1579E" w:rsidP="00AF64F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F64F8">
        <w:rPr>
          <w:rFonts w:ascii="Tahoma" w:hAnsi="Tahoma" w:cs="Tahoma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B1579E" w:rsidRPr="00AF64F8" w:rsidRDefault="00B1579E" w:rsidP="00AF64F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B1579E" w:rsidRPr="00AF64F8" w:rsidRDefault="00B1579E" w:rsidP="00AF64F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бюджету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  <w:t xml:space="preserve">за 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9 місяців 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202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року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</w:p>
    <w:p w:rsidR="00B1579E" w:rsidRPr="00AF64F8" w:rsidRDefault="00B1579E" w:rsidP="00AF64F8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F64F8">
        <w:rPr>
          <w:color w:val="000000"/>
        </w:rPr>
        <w:t>    </w:t>
      </w:r>
      <w:r w:rsidRPr="00AF64F8">
        <w:rPr>
          <w:color w:val="000000"/>
          <w:lang w:val="uk-UA"/>
        </w:rPr>
        <w:tab/>
      </w:r>
      <w:r w:rsidRPr="00AF64F8">
        <w:rPr>
          <w:lang w:val="uk-UA"/>
        </w:rPr>
        <w:t xml:space="preserve">Розглянувши </w:t>
      </w:r>
      <w:r w:rsidRPr="00AF64F8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AF64F8">
        <w:rPr>
          <w:lang w:val="uk-UA"/>
        </w:rPr>
        <w:t xml:space="preserve">    </w:t>
      </w:r>
      <w:r w:rsidRPr="00AF64F8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9 місяців 2021 року, керуючись </w:t>
      </w:r>
      <w:r w:rsidRPr="00AF64F8">
        <w:rPr>
          <w:color w:val="000000"/>
          <w:lang w:val="uk-UA"/>
        </w:rPr>
        <w:t xml:space="preserve">пунктом 23 частини першої статті 26 </w:t>
      </w:r>
      <w:r w:rsidRPr="00AF64F8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AF64F8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AF64F8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AF64F8">
        <w:rPr>
          <w:color w:val="000000"/>
          <w:lang w:val="uk-UA"/>
        </w:rPr>
        <w:t xml:space="preserve">від     </w:t>
      </w:r>
      <w:r>
        <w:rPr>
          <w:color w:val="000000"/>
          <w:lang w:val="uk-UA"/>
        </w:rPr>
        <w:t>11</w:t>
      </w:r>
      <w:r w:rsidRPr="00AF64F8">
        <w:rPr>
          <w:color w:val="000000"/>
          <w:lang w:val="uk-UA"/>
        </w:rPr>
        <w:t xml:space="preserve">      листопада 2021 року, Нагірянська сільська  рада </w:t>
      </w:r>
    </w:p>
    <w:p w:rsidR="00B1579E" w:rsidRPr="00AF64F8" w:rsidRDefault="00B1579E" w:rsidP="00AF64F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AF64F8">
        <w:rPr>
          <w:b/>
          <w:color w:val="000000"/>
          <w:lang w:val="uk-UA"/>
        </w:rPr>
        <w:t>ВИРІШИЛА:</w:t>
      </w: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Затвердити звіт про виконання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9 місяців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202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року: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по загальному фонду</w:t>
      </w: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44 110,7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- по видатках в сумі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38 400,2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216,1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тис.грн.</w:t>
      </w: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161,4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B1579E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Додат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о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к 1 до цього рішення є його невід'ємною частиною.</w:t>
      </w: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AF64F8">
        <w:rPr>
          <w:rFonts w:ascii="Times New Roman" w:hAnsi="Times New Roman"/>
          <w:b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B1579E" w:rsidRDefault="00B1579E" w:rsidP="00AF64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Default="00B1579E" w:rsidP="00AF64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Pr="00AF64F8" w:rsidRDefault="00B1579E" w:rsidP="00AF64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1579E" w:rsidRPr="00AF64F8" w:rsidRDefault="00B1579E" w:rsidP="00AF64F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                                    </w:t>
      </w:r>
    </w:p>
    <w:p w:rsidR="00B1579E" w:rsidRPr="00AF64F8" w:rsidRDefault="00B1579E" w:rsidP="00AF64F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Любомир ХРУСТАВКА                                 </w:t>
      </w:r>
    </w:p>
    <w:p w:rsidR="00B1579E" w:rsidRPr="00AF64F8" w:rsidRDefault="00B1579E" w:rsidP="00AF64F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Оксана КОВАЛЬЧУК</w:t>
      </w:r>
    </w:p>
    <w:p w:rsidR="00B1579E" w:rsidRPr="00AF64F8" w:rsidRDefault="00B1579E" w:rsidP="00AF64F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Ольга КРИНИЦЬКА</w:t>
      </w:r>
    </w:p>
    <w:p w:rsidR="00B1579E" w:rsidRPr="00051243" w:rsidRDefault="00B1579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1579E" w:rsidRPr="00051243" w:rsidSect="00EE630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79E" w:rsidRDefault="00B1579E" w:rsidP="00C44B15">
      <w:pPr>
        <w:spacing w:after="0" w:line="240" w:lineRule="auto"/>
      </w:pPr>
      <w:r>
        <w:separator/>
      </w:r>
    </w:p>
  </w:endnote>
  <w:endnote w:type="continuationSeparator" w:id="0">
    <w:p w:rsidR="00B1579E" w:rsidRDefault="00B1579E" w:rsidP="00C4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79E" w:rsidRDefault="00B1579E" w:rsidP="00C44B15">
      <w:pPr>
        <w:spacing w:after="0" w:line="240" w:lineRule="auto"/>
      </w:pPr>
      <w:r>
        <w:separator/>
      </w:r>
    </w:p>
  </w:footnote>
  <w:footnote w:type="continuationSeparator" w:id="0">
    <w:p w:rsidR="00B1579E" w:rsidRDefault="00B1579E" w:rsidP="00C44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79E" w:rsidRPr="00C44B15" w:rsidRDefault="00B1579E" w:rsidP="00C44B15">
    <w:pPr>
      <w:pStyle w:val="Header"/>
      <w:jc w:val="right"/>
      <w:rPr>
        <w:b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</w:t>
    </w:r>
    <w:r w:rsidRPr="00C44B15">
      <w:rPr>
        <w:b/>
        <w:lang w:val="uk-UA"/>
      </w:rPr>
      <w:t>ПРОЄКТ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610"/>
    <w:rsid w:val="0001375A"/>
    <w:rsid w:val="00051243"/>
    <w:rsid w:val="00096D78"/>
    <w:rsid w:val="00126992"/>
    <w:rsid w:val="00132102"/>
    <w:rsid w:val="00167739"/>
    <w:rsid w:val="001F1A40"/>
    <w:rsid w:val="00247434"/>
    <w:rsid w:val="00301E83"/>
    <w:rsid w:val="0040362A"/>
    <w:rsid w:val="00443D53"/>
    <w:rsid w:val="00543549"/>
    <w:rsid w:val="00545535"/>
    <w:rsid w:val="00657D11"/>
    <w:rsid w:val="00707964"/>
    <w:rsid w:val="0079312F"/>
    <w:rsid w:val="00793610"/>
    <w:rsid w:val="00820D56"/>
    <w:rsid w:val="00870F93"/>
    <w:rsid w:val="008D00BF"/>
    <w:rsid w:val="00996162"/>
    <w:rsid w:val="009E5100"/>
    <w:rsid w:val="00A27DD6"/>
    <w:rsid w:val="00A438A3"/>
    <w:rsid w:val="00AF64F8"/>
    <w:rsid w:val="00B06CFB"/>
    <w:rsid w:val="00B1579E"/>
    <w:rsid w:val="00B3310F"/>
    <w:rsid w:val="00B96A98"/>
    <w:rsid w:val="00C0688E"/>
    <w:rsid w:val="00C44B15"/>
    <w:rsid w:val="00CE2296"/>
    <w:rsid w:val="00CF55D2"/>
    <w:rsid w:val="00D24B8F"/>
    <w:rsid w:val="00D340DB"/>
    <w:rsid w:val="00E03CEE"/>
    <w:rsid w:val="00E542C2"/>
    <w:rsid w:val="00E92EB5"/>
    <w:rsid w:val="00EE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0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D340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340DB"/>
    <w:rPr>
      <w:rFonts w:cs="Times New Roman"/>
    </w:rPr>
  </w:style>
  <w:style w:type="paragraph" w:styleId="NormalWeb">
    <w:name w:val="Normal (Web)"/>
    <w:basedOn w:val="Normal"/>
    <w:uiPriority w:val="99"/>
    <w:rsid w:val="00793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4B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4B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8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412</Words>
  <Characters>2353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14</cp:revision>
  <cp:lastPrinted>2021-11-09T15:24:00Z</cp:lastPrinted>
  <dcterms:created xsi:type="dcterms:W3CDTF">2021-05-19T07:53:00Z</dcterms:created>
  <dcterms:modified xsi:type="dcterms:W3CDTF">2021-11-09T15:24:00Z</dcterms:modified>
</cp:coreProperties>
</file>