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EF2" w:rsidRPr="00D41CCB" w:rsidRDefault="002A4EF2" w:rsidP="00E237E8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  <w:r w:rsidRPr="00D41CCB">
        <w:rPr>
          <w:rFonts w:ascii="Times New Roman" w:hAnsi="Times New Roman"/>
          <w:bCs/>
          <w:sz w:val="24"/>
          <w:szCs w:val="24"/>
        </w:rPr>
        <w:t xml:space="preserve">ПРОЄКТ </w:t>
      </w:r>
      <w:r>
        <w:rPr>
          <w:rFonts w:ascii="Times New Roman" w:hAnsi="Times New Roman"/>
          <w:bCs/>
          <w:sz w:val="24"/>
          <w:szCs w:val="24"/>
        </w:rPr>
        <w:t xml:space="preserve"> (15)</w:t>
      </w:r>
    </w:p>
    <w:p w:rsidR="002A4EF2" w:rsidRDefault="002A4EF2" w:rsidP="00E237E8">
      <w:pPr>
        <w:pStyle w:val="1"/>
        <w:rPr>
          <w:noProof/>
          <w:lang w:val="ru-RU" w:eastAsia="ru-RU"/>
        </w:rPr>
      </w:pPr>
    </w:p>
    <w:p w:rsidR="002A4EF2" w:rsidRPr="00D41CCB" w:rsidRDefault="002A4EF2" w:rsidP="00E237E8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235C6D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2A4EF2" w:rsidRPr="00D41CCB" w:rsidRDefault="002A4EF2" w:rsidP="00E237E8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41CCB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D41CCB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2A4EF2" w:rsidRPr="00D41CCB" w:rsidRDefault="002A4EF2" w:rsidP="00E237E8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D41CCB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2A4EF2" w:rsidRPr="00D41CCB" w:rsidRDefault="002A4EF2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41CCB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2A4EF2" w:rsidRDefault="002A4EF2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41CCB">
        <w:rPr>
          <w:rFonts w:ascii="Times New Roman" w:hAnsi="Times New Roman"/>
          <w:sz w:val="24"/>
          <w:szCs w:val="24"/>
          <w:lang w:eastAsia="ru-RU"/>
        </w:rPr>
        <w:t>СІМНАДЦЯТА  СЕСІЯ</w:t>
      </w:r>
    </w:p>
    <w:p w:rsidR="002A4EF2" w:rsidRPr="00D41CCB" w:rsidRDefault="002A4EF2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Друге пленарне засідання</w:t>
      </w:r>
    </w:p>
    <w:p w:rsidR="002A4EF2" w:rsidRPr="00D41CCB" w:rsidRDefault="002A4EF2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41CCB">
        <w:rPr>
          <w:rFonts w:ascii="Times New Roman" w:hAnsi="Times New Roman"/>
          <w:sz w:val="24"/>
          <w:szCs w:val="24"/>
          <w:lang w:eastAsia="ru-RU"/>
        </w:rPr>
        <w:t>РІШЕННЯ</w:t>
      </w:r>
    </w:p>
    <w:p w:rsidR="002A4EF2" w:rsidRPr="00D41CCB" w:rsidRDefault="002A4EF2" w:rsidP="00E237E8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від __ лютого</w:t>
      </w:r>
      <w:r w:rsidRPr="00D41CCB">
        <w:rPr>
          <w:rFonts w:ascii="Times New Roman" w:hAnsi="Times New Roman"/>
          <w:sz w:val="24"/>
          <w:szCs w:val="24"/>
          <w:lang w:eastAsia="ar-SA"/>
        </w:rPr>
        <w:t xml:space="preserve"> 202</w:t>
      </w:r>
      <w:r>
        <w:rPr>
          <w:rFonts w:ascii="Times New Roman" w:hAnsi="Times New Roman"/>
          <w:sz w:val="24"/>
          <w:szCs w:val="24"/>
          <w:lang w:eastAsia="ar-SA"/>
        </w:rPr>
        <w:t>2</w:t>
      </w:r>
      <w:r w:rsidRPr="00D41CCB">
        <w:rPr>
          <w:rFonts w:ascii="Times New Roman" w:hAnsi="Times New Roman"/>
          <w:sz w:val="24"/>
          <w:szCs w:val="24"/>
          <w:lang w:eastAsia="ar-SA"/>
        </w:rPr>
        <w:t xml:space="preserve"> року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№ ___</w:t>
      </w:r>
      <w:r w:rsidRPr="00D41CCB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2A4EF2" w:rsidRPr="00430E5A" w:rsidRDefault="002A4EF2" w:rsidP="00430E5A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430E5A">
        <w:rPr>
          <w:rFonts w:ascii="Times New Roman" w:hAnsi="Times New Roman"/>
          <w:sz w:val="24"/>
          <w:szCs w:val="24"/>
          <w:lang w:eastAsia="ar-SA"/>
        </w:rPr>
        <w:t>с-ще Нагірянка</w:t>
      </w:r>
      <w:r w:rsidRPr="00430E5A">
        <w:rPr>
          <w:rFonts w:ascii="Times New Roman" w:hAnsi="Times New Roman"/>
        </w:rPr>
        <w:t xml:space="preserve">                                     </w:t>
      </w:r>
    </w:p>
    <w:p w:rsidR="002A4EF2" w:rsidRDefault="002A4EF2" w:rsidP="00E237E8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проекту землеустрою </w:t>
      </w:r>
    </w:p>
    <w:p w:rsidR="002A4EF2" w:rsidRDefault="002A4EF2" w:rsidP="00E237E8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земельної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ілянки </w:t>
      </w:r>
    </w:p>
    <w:p w:rsidR="002A4EF2" w:rsidRDefault="002A4EF2" w:rsidP="00E237E8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у власність </w:t>
      </w:r>
      <w:r>
        <w:rPr>
          <w:rFonts w:ascii="Times New Roman" w:hAnsi="Times New Roman"/>
          <w:b/>
          <w:bCs/>
          <w:sz w:val="24"/>
          <w:szCs w:val="24"/>
        </w:rPr>
        <w:t>та передача її гр. Бабій Наталії</w:t>
      </w:r>
    </w:p>
    <w:p w:rsidR="002A4EF2" w:rsidRDefault="002A4EF2" w:rsidP="00E237E8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Павлівні </w:t>
      </w:r>
      <w:r>
        <w:rPr>
          <w:rFonts w:ascii="Times New Roman" w:hAnsi="Times New Roman"/>
          <w:b/>
          <w:sz w:val="24"/>
          <w:szCs w:val="24"/>
        </w:rPr>
        <w:t xml:space="preserve"> у приватну </w:t>
      </w:r>
      <w:r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A4EF2" w:rsidRPr="00E82D40" w:rsidRDefault="002A4EF2" w:rsidP="00E237E8">
      <w:pPr>
        <w:pStyle w:val="1"/>
        <w:jc w:val="both"/>
        <w:rPr>
          <w:rFonts w:ascii="Times New Roman" w:hAnsi="Times New Roman"/>
          <w:b/>
          <w:sz w:val="24"/>
          <w:szCs w:val="24"/>
        </w:rPr>
      </w:pPr>
    </w:p>
    <w:p w:rsidR="002A4EF2" w:rsidRDefault="002A4EF2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Розглянувши заяву гр. Бабій Наталії Павлівни,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2A4EF2" w:rsidRPr="00E82D40" w:rsidRDefault="002A4EF2" w:rsidP="00E82D40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2A4EF2" w:rsidRPr="00C55F49" w:rsidRDefault="002A4EF2" w:rsidP="00E82D40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Затвердити проект землеустрою щодо відведення земельної ділянки у власність  та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</w:rPr>
        <w:t xml:space="preserve">ередати </w:t>
      </w:r>
      <w:r>
        <w:rPr>
          <w:rFonts w:ascii="Times New Roman" w:hAnsi="Times New Roman"/>
          <w:sz w:val="24"/>
          <w:szCs w:val="24"/>
          <w:lang w:val="ru-RU"/>
        </w:rPr>
        <w:t xml:space="preserve">її </w:t>
      </w:r>
      <w:r>
        <w:rPr>
          <w:rFonts w:ascii="Times New Roman" w:hAnsi="Times New Roman"/>
          <w:sz w:val="24"/>
          <w:szCs w:val="24"/>
        </w:rPr>
        <w:t>безоплатно у приватну власність г</w:t>
      </w:r>
      <w:r w:rsidRPr="00C55F49">
        <w:rPr>
          <w:rFonts w:ascii="Times New Roman" w:hAnsi="Times New Roman"/>
          <w:sz w:val="24"/>
          <w:szCs w:val="24"/>
        </w:rPr>
        <w:t xml:space="preserve">р. </w:t>
      </w:r>
      <w:r>
        <w:rPr>
          <w:rFonts w:ascii="Times New Roman" w:hAnsi="Times New Roman"/>
          <w:sz w:val="24"/>
          <w:szCs w:val="24"/>
          <w:lang w:val="ru-RU"/>
        </w:rPr>
        <w:t>Бабій Наталії Павлівні</w:t>
      </w:r>
      <w:r w:rsidRPr="00C55F49">
        <w:rPr>
          <w:rFonts w:ascii="Times New Roman" w:hAnsi="Times New Roman"/>
          <w:sz w:val="24"/>
          <w:szCs w:val="24"/>
        </w:rPr>
        <w:t xml:space="preserve"> для ведення особистого селянського госп</w:t>
      </w:r>
      <w:r>
        <w:rPr>
          <w:rFonts w:ascii="Times New Roman" w:hAnsi="Times New Roman"/>
          <w:sz w:val="24"/>
          <w:szCs w:val="24"/>
        </w:rPr>
        <w:t xml:space="preserve">одарства загальною площею </w:t>
      </w:r>
      <w:smartTag w:uri="urn:schemas-microsoft-com:office:smarttags" w:element="metricconverter">
        <w:smartTagPr>
          <w:attr w:name="ProductID" w:val="0,48 га"/>
        </w:smartTagPr>
        <w:r>
          <w:rPr>
            <w:rFonts w:ascii="Times New Roman" w:hAnsi="Times New Roman"/>
            <w:sz w:val="24"/>
            <w:szCs w:val="24"/>
          </w:rPr>
          <w:t>0,48 га</w:t>
        </w:r>
      </w:smartTag>
      <w:r>
        <w:rPr>
          <w:rFonts w:ascii="Times New Roman" w:hAnsi="Times New Roman"/>
          <w:sz w:val="24"/>
          <w:szCs w:val="24"/>
        </w:rPr>
        <w:t xml:space="preserve"> в с. Стара Ягільниця</w:t>
      </w:r>
      <w:r w:rsidRPr="00C55F49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2A4EF2" w:rsidRPr="00C55F49" w:rsidRDefault="002A4EF2" w:rsidP="00170997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500 га"/>
        </w:smartTagPr>
        <w:r>
          <w:rPr>
            <w:rFonts w:ascii="Times New Roman" w:hAnsi="Times New Roman"/>
            <w:sz w:val="24"/>
            <w:szCs w:val="24"/>
          </w:rPr>
          <w:t>0,15</w:t>
        </w:r>
        <w:r w:rsidRPr="00C55F49">
          <w:rPr>
            <w:rFonts w:ascii="Times New Roman" w:hAnsi="Times New Roman"/>
            <w:sz w:val="24"/>
            <w:szCs w:val="24"/>
          </w:rPr>
          <w:t>00 г</w:t>
        </w:r>
        <w:r>
          <w:rPr>
            <w:rFonts w:ascii="Times New Roman" w:hAnsi="Times New Roman"/>
            <w:sz w:val="24"/>
            <w:szCs w:val="24"/>
          </w:rPr>
          <w:t>а</w:t>
        </w:r>
      </w:smartTag>
      <w:r>
        <w:rPr>
          <w:rFonts w:ascii="Times New Roman" w:hAnsi="Times New Roman"/>
          <w:sz w:val="24"/>
          <w:szCs w:val="24"/>
        </w:rPr>
        <w:t xml:space="preserve"> - кадастровий  номер: 6125587600:02:001:0130;</w:t>
      </w:r>
    </w:p>
    <w:p w:rsidR="002A4EF2" w:rsidRPr="00C55F49" w:rsidRDefault="002A4EF2" w:rsidP="00170997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300 га"/>
        </w:smartTagPr>
        <w:r>
          <w:rPr>
            <w:rFonts w:ascii="Times New Roman" w:hAnsi="Times New Roman"/>
            <w:sz w:val="24"/>
            <w:szCs w:val="24"/>
          </w:rPr>
          <w:t>0,33</w:t>
        </w:r>
        <w:r w:rsidRPr="00C55F49">
          <w:rPr>
            <w:rFonts w:ascii="Times New Roman" w:hAnsi="Times New Roman"/>
            <w:sz w:val="24"/>
            <w:szCs w:val="24"/>
          </w:rPr>
          <w:t>00 г</w:t>
        </w:r>
        <w:r>
          <w:rPr>
            <w:rFonts w:ascii="Times New Roman" w:hAnsi="Times New Roman"/>
            <w:sz w:val="24"/>
            <w:szCs w:val="24"/>
          </w:rPr>
          <w:t>а</w:t>
        </w:r>
      </w:smartTag>
      <w:r>
        <w:rPr>
          <w:rFonts w:ascii="Times New Roman" w:hAnsi="Times New Roman"/>
          <w:sz w:val="24"/>
          <w:szCs w:val="24"/>
        </w:rPr>
        <w:t xml:space="preserve"> - кадастровий  номер: 6125587600:02:001:0149.</w:t>
      </w:r>
    </w:p>
    <w:p w:rsidR="002A4EF2" w:rsidRPr="006E352D" w:rsidRDefault="002A4EF2" w:rsidP="006E352D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4EF2" w:rsidRDefault="002A4EF2" w:rsidP="00E237E8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2A4EF2" w:rsidRDefault="002A4EF2" w:rsidP="00E237E8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>
        <w:rPr>
          <w:rFonts w:ascii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>икористовувати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>
        <w:rPr>
          <w:rFonts w:ascii="Times New Roman" w:hAnsi="Times New Roman"/>
          <w:sz w:val="24"/>
          <w:szCs w:val="24"/>
          <w:lang w:eastAsia="ru-RU"/>
        </w:rPr>
        <w:t>ва</w:t>
      </w:r>
      <w:r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2A4EF2" w:rsidRDefault="002A4EF2" w:rsidP="00E237E8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2A4EF2" w:rsidRDefault="002A4EF2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2A4EF2" w:rsidRDefault="002A4EF2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2A4EF2" w:rsidRDefault="002A4EF2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</w:t>
      </w:r>
    </w:p>
    <w:p w:rsidR="002A4EF2" w:rsidRPr="009A7065" w:rsidRDefault="002A4EF2" w:rsidP="00E237E8">
      <w:pPr>
        <w:rPr>
          <w:rFonts w:ascii="Times New Roman" w:hAnsi="Times New Roman"/>
          <w:sz w:val="24"/>
          <w:szCs w:val="24"/>
          <w:lang w:eastAsia="ru-RU"/>
        </w:rPr>
      </w:pPr>
      <w:r w:rsidRPr="009A7065">
        <w:rPr>
          <w:rFonts w:ascii="Times New Roman" w:hAnsi="Times New Roman"/>
          <w:sz w:val="24"/>
          <w:szCs w:val="24"/>
        </w:rPr>
        <w:t xml:space="preserve">Йосип ЗІБРІВСЬКИЙ </w:t>
      </w:r>
    </w:p>
    <w:p w:rsidR="002A4EF2" w:rsidRPr="009A7065" w:rsidRDefault="002A4EF2" w:rsidP="00E237E8">
      <w:pPr>
        <w:rPr>
          <w:rFonts w:ascii="Times New Roman" w:hAnsi="Times New Roman"/>
          <w:sz w:val="24"/>
          <w:szCs w:val="24"/>
        </w:rPr>
      </w:pPr>
      <w:r w:rsidRPr="009A7065">
        <w:rPr>
          <w:rFonts w:ascii="Times New Roman" w:hAnsi="Times New Roman"/>
          <w:sz w:val="24"/>
          <w:szCs w:val="24"/>
        </w:rPr>
        <w:t>Любомир ХОМ’ЯК</w:t>
      </w:r>
    </w:p>
    <w:p w:rsidR="002A4EF2" w:rsidRPr="009A7065" w:rsidRDefault="002A4EF2" w:rsidP="00E237E8">
      <w:pPr>
        <w:rPr>
          <w:rFonts w:ascii="Times New Roman" w:hAnsi="Times New Roman"/>
          <w:sz w:val="24"/>
          <w:szCs w:val="24"/>
        </w:rPr>
      </w:pPr>
      <w:r w:rsidRPr="009A7065">
        <w:rPr>
          <w:rFonts w:ascii="Times New Roman" w:hAnsi="Times New Roman"/>
          <w:sz w:val="24"/>
          <w:szCs w:val="24"/>
        </w:rPr>
        <w:t>Тетяна САВІНКІНА</w:t>
      </w:r>
    </w:p>
    <w:p w:rsidR="002A4EF2" w:rsidRPr="006F2A4B" w:rsidRDefault="002A4EF2" w:rsidP="00E237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Віталій БРОЩАК</w:t>
      </w:r>
    </w:p>
    <w:p w:rsidR="002A4EF2" w:rsidRDefault="002A4EF2" w:rsidP="00A0534D">
      <w:pPr>
        <w:pStyle w:val="10"/>
        <w:jc w:val="right"/>
        <w:rPr>
          <w:rFonts w:ascii="Times New Roman" w:hAnsi="Times New Roman"/>
          <w:sz w:val="24"/>
          <w:szCs w:val="24"/>
        </w:rPr>
      </w:pPr>
    </w:p>
    <w:p w:rsidR="002A4EF2" w:rsidRDefault="002A4EF2" w:rsidP="00A0534D">
      <w:pPr>
        <w:pStyle w:val="10"/>
        <w:jc w:val="right"/>
        <w:rPr>
          <w:rFonts w:ascii="Times New Roman" w:hAnsi="Times New Roman"/>
          <w:sz w:val="24"/>
          <w:szCs w:val="24"/>
        </w:rPr>
      </w:pPr>
    </w:p>
    <w:p w:rsidR="002A4EF2" w:rsidRDefault="002A4EF2" w:rsidP="00A0534D">
      <w:pPr>
        <w:pStyle w:val="10"/>
        <w:jc w:val="right"/>
        <w:rPr>
          <w:rFonts w:ascii="Times New Roman" w:hAnsi="Times New Roman"/>
          <w:sz w:val="24"/>
          <w:szCs w:val="24"/>
        </w:rPr>
      </w:pPr>
    </w:p>
    <w:p w:rsidR="002A4EF2" w:rsidRDefault="002A4EF2" w:rsidP="00A0534D">
      <w:pPr>
        <w:pStyle w:val="10"/>
        <w:jc w:val="right"/>
        <w:rPr>
          <w:rFonts w:ascii="Times New Roman" w:hAnsi="Times New Roman"/>
          <w:sz w:val="24"/>
          <w:szCs w:val="24"/>
        </w:rPr>
      </w:pPr>
    </w:p>
    <w:p w:rsidR="002A4EF2" w:rsidRDefault="002A4EF2" w:rsidP="00E237E8"/>
    <w:p w:rsidR="002A4EF2" w:rsidRDefault="002A4EF2" w:rsidP="00E237E8"/>
    <w:p w:rsidR="002A4EF2" w:rsidRDefault="002A4EF2" w:rsidP="00E237E8"/>
    <w:p w:rsidR="002A4EF2" w:rsidRDefault="002A4EF2"/>
    <w:sectPr w:rsidR="002A4EF2" w:rsidSect="00A0534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C81"/>
    <w:rsid w:val="000652E8"/>
    <w:rsid w:val="000C37F9"/>
    <w:rsid w:val="000D3C81"/>
    <w:rsid w:val="000F7502"/>
    <w:rsid w:val="00152F80"/>
    <w:rsid w:val="00170997"/>
    <w:rsid w:val="00235C6D"/>
    <w:rsid w:val="00284B8E"/>
    <w:rsid w:val="002A4EF2"/>
    <w:rsid w:val="002C3790"/>
    <w:rsid w:val="003468F1"/>
    <w:rsid w:val="003767FB"/>
    <w:rsid w:val="00392803"/>
    <w:rsid w:val="003A1E6B"/>
    <w:rsid w:val="00430E5A"/>
    <w:rsid w:val="00450CB7"/>
    <w:rsid w:val="00457EA4"/>
    <w:rsid w:val="00477A57"/>
    <w:rsid w:val="004861F7"/>
    <w:rsid w:val="0055203C"/>
    <w:rsid w:val="00585DFD"/>
    <w:rsid w:val="005E2B8F"/>
    <w:rsid w:val="005E37B0"/>
    <w:rsid w:val="00641EFA"/>
    <w:rsid w:val="006C1F60"/>
    <w:rsid w:val="006E352D"/>
    <w:rsid w:val="006F2A4B"/>
    <w:rsid w:val="00761A0B"/>
    <w:rsid w:val="00847304"/>
    <w:rsid w:val="00872368"/>
    <w:rsid w:val="00937D2E"/>
    <w:rsid w:val="0097441E"/>
    <w:rsid w:val="009A7065"/>
    <w:rsid w:val="009B55EE"/>
    <w:rsid w:val="00A04EBD"/>
    <w:rsid w:val="00A0534D"/>
    <w:rsid w:val="00A43CB3"/>
    <w:rsid w:val="00A83C79"/>
    <w:rsid w:val="00A91867"/>
    <w:rsid w:val="00B22237"/>
    <w:rsid w:val="00B407F0"/>
    <w:rsid w:val="00B413E1"/>
    <w:rsid w:val="00B551CB"/>
    <w:rsid w:val="00BC01C9"/>
    <w:rsid w:val="00BD4A33"/>
    <w:rsid w:val="00BD6DD1"/>
    <w:rsid w:val="00C34522"/>
    <w:rsid w:val="00C51750"/>
    <w:rsid w:val="00C55F49"/>
    <w:rsid w:val="00C85214"/>
    <w:rsid w:val="00CA0A57"/>
    <w:rsid w:val="00CC677A"/>
    <w:rsid w:val="00D1679F"/>
    <w:rsid w:val="00D410B2"/>
    <w:rsid w:val="00D41CCB"/>
    <w:rsid w:val="00D70D5A"/>
    <w:rsid w:val="00D87267"/>
    <w:rsid w:val="00DD0CDC"/>
    <w:rsid w:val="00DF70DB"/>
    <w:rsid w:val="00E237E8"/>
    <w:rsid w:val="00E804BD"/>
    <w:rsid w:val="00E807C4"/>
    <w:rsid w:val="00E82D40"/>
    <w:rsid w:val="00E91C96"/>
    <w:rsid w:val="00ED6798"/>
    <w:rsid w:val="00EE3180"/>
    <w:rsid w:val="00F93713"/>
    <w:rsid w:val="00F941CF"/>
    <w:rsid w:val="00FD0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7E8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237E8"/>
    <w:rPr>
      <w:rFonts w:eastAsia="Times New Roman"/>
    </w:rPr>
  </w:style>
  <w:style w:type="paragraph" w:customStyle="1" w:styleId="10">
    <w:name w:val="Без інтервалів1"/>
    <w:uiPriority w:val="99"/>
    <w:rsid w:val="00E237E8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807C4"/>
    <w:pPr>
      <w:spacing w:after="0" w:line="240" w:lineRule="auto"/>
    </w:pPr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07C4"/>
    <w:rPr>
      <w:rFonts w:ascii="Tahoma" w:hAnsi="Tahoma" w:cs="Times New Roman"/>
      <w:sz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47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</TotalTime>
  <Pages>2</Pages>
  <Words>274</Words>
  <Characters>1567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38</cp:revision>
  <cp:lastPrinted>2022-02-14T14:34:00Z</cp:lastPrinted>
  <dcterms:created xsi:type="dcterms:W3CDTF">2021-11-17T07:15:00Z</dcterms:created>
  <dcterms:modified xsi:type="dcterms:W3CDTF">2022-02-14T14:34:00Z</dcterms:modified>
</cp:coreProperties>
</file>