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C3" w:rsidRPr="00310ECA" w:rsidRDefault="00382DC3" w:rsidP="0089764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310ECA">
        <w:rPr>
          <w:rFonts w:ascii="Times New Roman" w:hAnsi="Times New Roman"/>
          <w:bCs/>
          <w:sz w:val="24"/>
          <w:szCs w:val="24"/>
        </w:rPr>
        <w:t xml:space="preserve">ПРОЄКТ </w:t>
      </w:r>
    </w:p>
    <w:p w:rsidR="00382DC3" w:rsidRDefault="00382DC3" w:rsidP="005B105E">
      <w:pPr>
        <w:pStyle w:val="1"/>
        <w:rPr>
          <w:noProof/>
          <w:lang w:val="ru-RU" w:eastAsia="ru-RU"/>
        </w:rPr>
      </w:pPr>
    </w:p>
    <w:p w:rsidR="00382DC3" w:rsidRPr="002B7303" w:rsidRDefault="00382DC3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4D4C15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382DC3" w:rsidRPr="002B7303" w:rsidRDefault="00382DC3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382DC3" w:rsidRPr="002B7303" w:rsidRDefault="00382DC3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382DC3" w:rsidRPr="002B7303" w:rsidRDefault="00382DC3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382DC3" w:rsidRPr="002B7303" w:rsidRDefault="00382DC3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</w:t>
      </w:r>
      <w:r>
        <w:rPr>
          <w:rFonts w:ascii="Times New Roman" w:hAnsi="Times New Roman"/>
          <w:sz w:val="24"/>
          <w:szCs w:val="24"/>
          <w:lang w:eastAsia="ru-RU"/>
        </w:rPr>
        <w:t>СЯ</w:t>
      </w:r>
      <w:r w:rsidRPr="002B7303">
        <w:rPr>
          <w:rFonts w:ascii="Times New Roman" w:hAnsi="Times New Roman"/>
          <w:sz w:val="24"/>
          <w:szCs w:val="24"/>
          <w:lang w:eastAsia="ru-RU"/>
        </w:rPr>
        <w:t>ТА СЕСІЯ</w:t>
      </w:r>
    </w:p>
    <w:p w:rsidR="00382DC3" w:rsidRPr="002B7303" w:rsidRDefault="00382DC3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82DC3" w:rsidRPr="002B7303" w:rsidRDefault="00382DC3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__ серпня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</w:t>
      </w:r>
      <w:r>
        <w:rPr>
          <w:rFonts w:ascii="Times New Roman" w:hAnsi="Times New Roman"/>
          <w:sz w:val="24"/>
          <w:szCs w:val="24"/>
          <w:lang w:eastAsia="ar-SA"/>
        </w:rPr>
        <w:t>___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382DC3" w:rsidRPr="00497750" w:rsidRDefault="00382DC3" w:rsidP="00897648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 w:rsidRPr="00897648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897648">
        <w:rPr>
          <w:rFonts w:ascii="Times New Roman" w:hAnsi="Times New Roman"/>
        </w:rPr>
        <w:t xml:space="preserve">       </w:t>
      </w:r>
    </w:p>
    <w:p w:rsidR="00382DC3" w:rsidRDefault="00382DC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382DC3" w:rsidRDefault="00382DC3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382DC3" w:rsidRDefault="00382DC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382DC3" w:rsidRDefault="00382DC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</w:t>
      </w:r>
      <w:r>
        <w:rPr>
          <w:rFonts w:ascii="Times New Roman" w:hAnsi="Times New Roman"/>
          <w:b/>
          <w:sz w:val="24"/>
          <w:szCs w:val="24"/>
        </w:rPr>
        <w:t>Улашківці</w:t>
      </w:r>
    </w:p>
    <w:p w:rsidR="00382DC3" w:rsidRDefault="00382DC3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Чортківського району </w:t>
      </w:r>
      <w:r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382DC3" w:rsidRPr="00497750" w:rsidRDefault="00382DC3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DC3" w:rsidRPr="00AC2811" w:rsidRDefault="00382DC3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382DC3" w:rsidRPr="00897648" w:rsidRDefault="00382DC3" w:rsidP="00897648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382DC3" w:rsidRPr="00AC2811" w:rsidRDefault="00382DC3" w:rsidP="00AC281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</w:t>
      </w:r>
      <w:r>
        <w:rPr>
          <w:rFonts w:ascii="Times New Roman" w:hAnsi="Times New Roman"/>
          <w:sz w:val="24"/>
          <w:szCs w:val="24"/>
        </w:rPr>
        <w:t>и</w:t>
      </w:r>
      <w:r w:rsidRPr="00AC2811">
        <w:rPr>
          <w:rFonts w:ascii="Times New Roman" w:hAnsi="Times New Roman"/>
          <w:sz w:val="24"/>
          <w:szCs w:val="24"/>
        </w:rPr>
        <w:t xml:space="preserve"> землеустрою щодо відведення земельн</w:t>
      </w:r>
      <w:r>
        <w:rPr>
          <w:rFonts w:ascii="Times New Roman" w:hAnsi="Times New Roman"/>
          <w:sz w:val="24"/>
          <w:szCs w:val="24"/>
        </w:rPr>
        <w:t>их</w:t>
      </w:r>
      <w:r w:rsidRPr="00AC2811">
        <w:rPr>
          <w:rFonts w:ascii="Times New Roman" w:hAnsi="Times New Roman"/>
          <w:sz w:val="24"/>
          <w:szCs w:val="24"/>
        </w:rPr>
        <w:t xml:space="preserve"> ділян</w:t>
      </w:r>
      <w:r>
        <w:rPr>
          <w:rFonts w:ascii="Times New Roman" w:hAnsi="Times New Roman"/>
          <w:sz w:val="24"/>
          <w:szCs w:val="24"/>
        </w:rPr>
        <w:t>о</w:t>
      </w:r>
      <w:r w:rsidRPr="00AC2811">
        <w:rPr>
          <w:rFonts w:ascii="Times New Roman" w:hAnsi="Times New Roman"/>
          <w:sz w:val="24"/>
          <w:szCs w:val="24"/>
        </w:rPr>
        <w:t>к у власність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>ї</w:t>
      </w:r>
      <w:r>
        <w:rPr>
          <w:rFonts w:ascii="Times New Roman" w:hAnsi="Times New Roman"/>
          <w:sz w:val="24"/>
          <w:szCs w:val="24"/>
          <w:lang w:val="ru-RU"/>
        </w:rPr>
        <w:t>х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382DC3" w:rsidRPr="00AC2811" w:rsidRDefault="00382DC3" w:rsidP="00531D67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1.1.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Дребіт Галині Іванівні</w:t>
      </w:r>
      <w:r>
        <w:rPr>
          <w:rFonts w:ascii="Times New Roman" w:hAnsi="Times New Roman"/>
          <w:sz w:val="24"/>
          <w:szCs w:val="24"/>
        </w:rPr>
        <w:t xml:space="preserve"> для індивідуального садівництва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0,1040 га"/>
        </w:smartTagPr>
        <w:r>
          <w:rPr>
            <w:rFonts w:ascii="Times New Roman" w:hAnsi="Times New Roman"/>
            <w:sz w:val="24"/>
            <w:szCs w:val="24"/>
          </w:rPr>
          <w:t>0,1040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Улашківці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382DC3" w:rsidRPr="00AC2811" w:rsidRDefault="00382DC3" w:rsidP="00531D6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40 га"/>
        </w:smartTagPr>
        <w:r>
          <w:rPr>
            <w:rFonts w:ascii="Times New Roman" w:hAnsi="Times New Roman"/>
            <w:sz w:val="24"/>
            <w:szCs w:val="24"/>
          </w:rPr>
          <w:t>0,1040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2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****.</w:t>
      </w: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382DC3" w:rsidRPr="00AC2811" w:rsidRDefault="00382DC3" w:rsidP="00497750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2</w:t>
      </w:r>
      <w:r w:rsidRPr="00897648">
        <w:rPr>
          <w:rFonts w:ascii="Times New Roman" w:hAnsi="Times New Roman"/>
          <w:b/>
          <w:sz w:val="24"/>
          <w:szCs w:val="24"/>
        </w:rPr>
        <w:t>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Багрій Андрію Антоновичу</w:t>
      </w:r>
      <w:r>
        <w:rPr>
          <w:rFonts w:ascii="Times New Roman" w:hAnsi="Times New Roman"/>
          <w:sz w:val="24"/>
          <w:szCs w:val="24"/>
        </w:rPr>
        <w:t xml:space="preserve"> для індивідуального садівництва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0,1040 га"/>
        </w:smartTagPr>
        <w:r>
          <w:rPr>
            <w:rFonts w:ascii="Times New Roman" w:hAnsi="Times New Roman"/>
            <w:sz w:val="24"/>
            <w:szCs w:val="24"/>
          </w:rPr>
          <w:t>0,1040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Улашківці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382DC3" w:rsidRPr="00AC2811" w:rsidRDefault="00382DC3" w:rsidP="0049775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40 га"/>
        </w:smartTagPr>
        <w:r>
          <w:rPr>
            <w:rFonts w:ascii="Times New Roman" w:hAnsi="Times New Roman"/>
            <w:sz w:val="24"/>
            <w:szCs w:val="24"/>
          </w:rPr>
          <w:t>0,1040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2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****.</w:t>
      </w: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382DC3" w:rsidRPr="00AC2811" w:rsidRDefault="00382DC3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382DC3" w:rsidRPr="00AC2811" w:rsidRDefault="00382DC3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382DC3" w:rsidRPr="00AC2811" w:rsidRDefault="00382DC3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382DC3" w:rsidRDefault="00382DC3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382DC3" w:rsidRPr="009A5C6E" w:rsidRDefault="00382DC3" w:rsidP="005B105E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382DC3" w:rsidRDefault="00382DC3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Йосип ЗІБРІВСЬКИЙ                                                          </w:t>
      </w:r>
    </w:p>
    <w:p w:rsidR="00382DC3" w:rsidRPr="00897648" w:rsidRDefault="00382DC3" w:rsidP="0089764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Любомир ХОМ</w:t>
      </w:r>
      <w:r w:rsidRPr="00897648">
        <w:rPr>
          <w:rFonts w:ascii="Times New Roman" w:hAnsi="Times New Roman"/>
          <w:sz w:val="24"/>
          <w:szCs w:val="24"/>
          <w:lang w:val="ru-RU" w:eastAsia="ru-RU"/>
        </w:rPr>
        <w:t>’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ЯК                                                              </w:t>
      </w:r>
    </w:p>
    <w:p w:rsidR="00382DC3" w:rsidRDefault="00382DC3" w:rsidP="005B105E">
      <w:p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Оксана КОВАЛЬЧУК</w:t>
      </w:r>
    </w:p>
    <w:p w:rsidR="00382DC3" w:rsidRDefault="00382DC3" w:rsidP="005B105E">
      <w:p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Галина БУРЯК</w:t>
      </w:r>
    </w:p>
    <w:p w:rsidR="00382DC3" w:rsidRPr="00310ECA" w:rsidRDefault="00382DC3" w:rsidP="005B105E">
      <w:pPr>
        <w:rPr>
          <w:lang w:val="ru-RU"/>
        </w:rPr>
      </w:pPr>
    </w:p>
    <w:p w:rsidR="00382DC3" w:rsidRDefault="00382DC3" w:rsidP="005B105E"/>
    <w:p w:rsidR="00382DC3" w:rsidRDefault="00382DC3" w:rsidP="005B105E"/>
    <w:p w:rsidR="00382DC3" w:rsidRDefault="00382DC3" w:rsidP="005B105E"/>
    <w:p w:rsidR="00382DC3" w:rsidRDefault="00382DC3"/>
    <w:p w:rsidR="00382DC3" w:rsidRDefault="00382DC3"/>
    <w:p w:rsidR="00382DC3" w:rsidRDefault="00382DC3"/>
    <w:p w:rsidR="00382DC3" w:rsidRDefault="00382DC3"/>
    <w:p w:rsidR="00382DC3" w:rsidRDefault="00382DC3"/>
    <w:p w:rsidR="00382DC3" w:rsidRDefault="00382DC3"/>
    <w:p w:rsidR="00382DC3" w:rsidRDefault="00382DC3"/>
    <w:p w:rsidR="00382DC3" w:rsidRDefault="00382DC3"/>
    <w:p w:rsidR="00382DC3" w:rsidRDefault="00382DC3" w:rsidP="003540D4">
      <w:pPr>
        <w:pStyle w:val="1"/>
      </w:pPr>
    </w:p>
    <w:p w:rsidR="00382DC3" w:rsidRDefault="00382DC3" w:rsidP="003540D4">
      <w:pPr>
        <w:pStyle w:val="1"/>
      </w:pPr>
    </w:p>
    <w:p w:rsidR="00382DC3" w:rsidRDefault="00382DC3" w:rsidP="003540D4">
      <w:pPr>
        <w:pStyle w:val="1"/>
        <w:rPr>
          <w:noProof/>
          <w:lang w:val="ru-RU" w:eastAsia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Pr="002B7303" w:rsidRDefault="00382DC3" w:rsidP="006A50E4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4D4C15">
        <w:rPr>
          <w:rFonts w:ascii="Times New Roman" w:hAnsi="Times New Roman"/>
          <w:noProof/>
          <w:sz w:val="24"/>
          <w:szCs w:val="24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382DC3" w:rsidRPr="002B7303" w:rsidRDefault="00382DC3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382DC3" w:rsidRPr="002B7303" w:rsidRDefault="00382DC3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382DC3" w:rsidRPr="002B7303" w:rsidRDefault="00382DC3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382DC3" w:rsidRPr="002B7303" w:rsidRDefault="00382DC3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382DC3" w:rsidRPr="002B7303" w:rsidRDefault="00382DC3" w:rsidP="006A50E4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</w:rPr>
        <w:t>Друге пленарне засідання</w:t>
      </w:r>
    </w:p>
    <w:p w:rsidR="00382DC3" w:rsidRPr="002B7303" w:rsidRDefault="00382DC3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Витяг з </w:t>
      </w: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82DC3" w:rsidRPr="002B7303" w:rsidRDefault="00382DC3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13 липня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480 </w:t>
      </w:r>
    </w:p>
    <w:p w:rsidR="00382DC3" w:rsidRPr="002B7303" w:rsidRDefault="00382DC3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2B7303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382DC3" w:rsidRPr="00AC2811" w:rsidRDefault="00382DC3" w:rsidP="006A50E4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 w:rsidRPr="00AC281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382DC3" w:rsidRDefault="00382DC3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382DC3" w:rsidRDefault="00382DC3" w:rsidP="006A50E4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382DC3" w:rsidRDefault="00382DC3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382DC3" w:rsidRDefault="00382DC3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Улашківці, </w:t>
      </w:r>
    </w:p>
    <w:p w:rsidR="00382DC3" w:rsidRDefault="00382DC3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с. Стара Ягільниця Чортківського району </w:t>
      </w:r>
    </w:p>
    <w:p w:rsidR="00382DC3" w:rsidRPr="00AC2811" w:rsidRDefault="00382DC3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382DC3" w:rsidRPr="00AC2811" w:rsidRDefault="00382DC3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382DC3" w:rsidRPr="00AC2811" w:rsidRDefault="00382DC3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382DC3" w:rsidRPr="00AC2811" w:rsidRDefault="00382DC3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382DC3" w:rsidRPr="006A50E4" w:rsidRDefault="00382DC3" w:rsidP="006A50E4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382DC3" w:rsidRPr="00AC2811" w:rsidRDefault="00382DC3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382DC3" w:rsidRPr="00AC2811" w:rsidRDefault="00382DC3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1.1</w:t>
      </w:r>
      <w:r w:rsidRPr="00AC2811">
        <w:rPr>
          <w:rFonts w:ascii="Times New Roman" w:hAnsi="Times New Roman"/>
          <w:sz w:val="24"/>
          <w:szCs w:val="24"/>
        </w:rPr>
        <w:t xml:space="preserve">. Гр. </w:t>
      </w:r>
      <w:r w:rsidRPr="00AC2811">
        <w:rPr>
          <w:rFonts w:ascii="Times New Roman" w:hAnsi="Times New Roman"/>
          <w:b/>
          <w:sz w:val="24"/>
          <w:szCs w:val="24"/>
        </w:rPr>
        <w:t>Багрій Андрію Антоновичу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0,6030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382DC3" w:rsidRPr="00AC2811" w:rsidRDefault="00382DC3" w:rsidP="006A50E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0,4069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>
        <w:rPr>
          <w:rFonts w:ascii="Times New Roman" w:hAnsi="Times New Roman"/>
          <w:sz w:val="24"/>
          <w:szCs w:val="24"/>
        </w:rPr>
        <w:t>0244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Улашківці, вулиця Шевченка.</w:t>
      </w:r>
    </w:p>
    <w:p w:rsidR="00382DC3" w:rsidRPr="00AC2811" w:rsidRDefault="00382DC3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0,1961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6125588300:01:002:</w:t>
      </w:r>
      <w:r>
        <w:rPr>
          <w:rFonts w:ascii="Times New Roman" w:hAnsi="Times New Roman"/>
          <w:sz w:val="24"/>
          <w:szCs w:val="24"/>
        </w:rPr>
        <w:t>0098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</w:t>
      </w:r>
    </w:p>
    <w:p w:rsidR="00382DC3" w:rsidRPr="00AC2811" w:rsidRDefault="00382DC3" w:rsidP="006A50E4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382DC3" w:rsidRPr="00AC2811" w:rsidRDefault="00382DC3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382DC3" w:rsidRPr="00AC2811" w:rsidRDefault="00382DC3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382DC3" w:rsidRPr="00AC2811" w:rsidRDefault="00382DC3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382DC3" w:rsidRDefault="00382DC3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382DC3" w:rsidRDefault="00382DC3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підпис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Ігор КІНДРАТ</w:t>
      </w:r>
    </w:p>
    <w:p w:rsidR="00382DC3" w:rsidRDefault="00382DC3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382DC3" w:rsidRDefault="00382DC3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ВІРНО:</w:t>
      </w:r>
    </w:p>
    <w:p w:rsidR="00382DC3" w:rsidRPr="009A5C6E" w:rsidRDefault="00382DC3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Секретар сільської ради                                                             Галина БУРЯК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</w:t>
      </w:r>
    </w:p>
    <w:p w:rsidR="00382DC3" w:rsidRDefault="00382DC3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382DC3" w:rsidRDefault="00382DC3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82DC3" w:rsidRPr="003540D4" w:rsidRDefault="00382DC3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sectPr w:rsidR="00382DC3" w:rsidRPr="003540D4" w:rsidSect="008976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37161"/>
    <w:rsid w:val="00067C18"/>
    <w:rsid w:val="0009777B"/>
    <w:rsid w:val="00097F7C"/>
    <w:rsid w:val="000E2686"/>
    <w:rsid w:val="00111F7D"/>
    <w:rsid w:val="00135B5D"/>
    <w:rsid w:val="001555F4"/>
    <w:rsid w:val="001624A6"/>
    <w:rsid w:val="001A5F17"/>
    <w:rsid w:val="001A7D67"/>
    <w:rsid w:val="001B5425"/>
    <w:rsid w:val="00201E0C"/>
    <w:rsid w:val="00255D62"/>
    <w:rsid w:val="002769EF"/>
    <w:rsid w:val="002B0EC8"/>
    <w:rsid w:val="002B7303"/>
    <w:rsid w:val="002F5D3C"/>
    <w:rsid w:val="0030511B"/>
    <w:rsid w:val="00310ECA"/>
    <w:rsid w:val="003540D4"/>
    <w:rsid w:val="00382DC3"/>
    <w:rsid w:val="00385C7D"/>
    <w:rsid w:val="004205A8"/>
    <w:rsid w:val="00465144"/>
    <w:rsid w:val="00466DCB"/>
    <w:rsid w:val="00475F95"/>
    <w:rsid w:val="004855A6"/>
    <w:rsid w:val="00497750"/>
    <w:rsid w:val="004D4C15"/>
    <w:rsid w:val="0052070F"/>
    <w:rsid w:val="00530B00"/>
    <w:rsid w:val="00531D67"/>
    <w:rsid w:val="005372E2"/>
    <w:rsid w:val="00567BFF"/>
    <w:rsid w:val="005B105E"/>
    <w:rsid w:val="005B210F"/>
    <w:rsid w:val="005C341E"/>
    <w:rsid w:val="005C73D7"/>
    <w:rsid w:val="005E53ED"/>
    <w:rsid w:val="005F3582"/>
    <w:rsid w:val="00600C21"/>
    <w:rsid w:val="006142FC"/>
    <w:rsid w:val="00622E0C"/>
    <w:rsid w:val="006A50E4"/>
    <w:rsid w:val="006B50BE"/>
    <w:rsid w:val="006E6624"/>
    <w:rsid w:val="007535D8"/>
    <w:rsid w:val="00797B3C"/>
    <w:rsid w:val="007A028D"/>
    <w:rsid w:val="007A22ED"/>
    <w:rsid w:val="00813C44"/>
    <w:rsid w:val="0082185A"/>
    <w:rsid w:val="008542CA"/>
    <w:rsid w:val="00897648"/>
    <w:rsid w:val="008E144B"/>
    <w:rsid w:val="00940D36"/>
    <w:rsid w:val="009558FA"/>
    <w:rsid w:val="00970F81"/>
    <w:rsid w:val="00982EBD"/>
    <w:rsid w:val="0098785A"/>
    <w:rsid w:val="009A5C6E"/>
    <w:rsid w:val="009C691B"/>
    <w:rsid w:val="00A875C3"/>
    <w:rsid w:val="00AC2811"/>
    <w:rsid w:val="00AD011F"/>
    <w:rsid w:val="00B25FDF"/>
    <w:rsid w:val="00B35CC7"/>
    <w:rsid w:val="00B3774D"/>
    <w:rsid w:val="00B65231"/>
    <w:rsid w:val="00B66680"/>
    <w:rsid w:val="00B71FD7"/>
    <w:rsid w:val="00B9745F"/>
    <w:rsid w:val="00BD4509"/>
    <w:rsid w:val="00C36099"/>
    <w:rsid w:val="00C62666"/>
    <w:rsid w:val="00C97FB6"/>
    <w:rsid w:val="00CD4CDC"/>
    <w:rsid w:val="00CF5CBC"/>
    <w:rsid w:val="00D05167"/>
    <w:rsid w:val="00D518E7"/>
    <w:rsid w:val="00DA2A64"/>
    <w:rsid w:val="00DD7ACE"/>
    <w:rsid w:val="00DF5823"/>
    <w:rsid w:val="00E27F48"/>
    <w:rsid w:val="00E35493"/>
    <w:rsid w:val="00E43315"/>
    <w:rsid w:val="00ED59AD"/>
    <w:rsid w:val="00EF3483"/>
    <w:rsid w:val="00F37D55"/>
    <w:rsid w:val="00FE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C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1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00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356</TotalTime>
  <Pages>3</Pages>
  <Words>641</Words>
  <Characters>3656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41</cp:revision>
  <cp:lastPrinted>2021-08-17T08:37:00Z</cp:lastPrinted>
  <dcterms:created xsi:type="dcterms:W3CDTF">2021-05-18T14:01:00Z</dcterms:created>
  <dcterms:modified xsi:type="dcterms:W3CDTF">2021-08-19T07:44:00Z</dcterms:modified>
</cp:coreProperties>
</file>