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3AD" w:rsidRDefault="00FF63AD" w:rsidP="000605E1">
      <w:pPr>
        <w:rPr>
          <w:noProof/>
          <w:lang w:val="uk-UA"/>
        </w:rPr>
      </w:pPr>
    </w:p>
    <w:p w:rsidR="00FF63AD" w:rsidRDefault="00FF63AD" w:rsidP="00D51269">
      <w:pPr>
        <w:jc w:val="center"/>
        <w:rPr>
          <w:noProof/>
          <w:lang w:val="uk-UA"/>
        </w:rPr>
      </w:pPr>
    </w:p>
    <w:p w:rsidR="00FF63AD" w:rsidRDefault="00FF63AD" w:rsidP="00BA11F0">
      <w:pPr>
        <w:jc w:val="center"/>
        <w:rPr>
          <w:lang w:eastAsia="uk-UA"/>
        </w:rPr>
      </w:pPr>
      <w:r w:rsidRPr="004D32E2">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pt;height:54pt;visibility:visible">
            <v:imagedata r:id="rId7" o:title="" grayscale="t" bilevel="t"/>
          </v:shape>
        </w:pict>
      </w:r>
    </w:p>
    <w:p w:rsidR="00FF63AD" w:rsidRDefault="00FF63AD" w:rsidP="00BA11F0">
      <w:pPr>
        <w:jc w:val="center"/>
        <w:rPr>
          <w:lang w:eastAsia="uk-UA"/>
        </w:rPr>
      </w:pPr>
    </w:p>
    <w:p w:rsidR="00FF63AD" w:rsidRDefault="00FF63AD" w:rsidP="00BA11F0">
      <w:pPr>
        <w:jc w:val="center"/>
        <w:rPr>
          <w:lang w:eastAsia="uk-UA"/>
        </w:rPr>
      </w:pPr>
      <w:r>
        <w:rPr>
          <w:lang w:eastAsia="uk-UA"/>
        </w:rPr>
        <w:t>Н А Г І Р Я Н С Ь К А   С І Л Ь С Ь К А    Р А Д А</w:t>
      </w:r>
    </w:p>
    <w:p w:rsidR="00FF63AD" w:rsidRDefault="00FF63AD" w:rsidP="00BA11F0">
      <w:pPr>
        <w:jc w:val="center"/>
        <w:rPr>
          <w:lang w:eastAsia="uk-UA"/>
        </w:rPr>
      </w:pPr>
      <w:r>
        <w:rPr>
          <w:lang w:eastAsia="uk-UA"/>
        </w:rPr>
        <w:t>ЧОРТКІВСЬКОГО   РАЙОНУ    ТЕРНОПІЛЬСЬКОЇ   ОБЛАСТІ</w:t>
      </w:r>
    </w:p>
    <w:p w:rsidR="00FF63AD" w:rsidRDefault="00FF63AD" w:rsidP="00BA11F0">
      <w:pPr>
        <w:jc w:val="center"/>
        <w:rPr>
          <w:lang w:eastAsia="uk-UA"/>
        </w:rPr>
      </w:pPr>
      <w:r>
        <w:rPr>
          <w:lang w:eastAsia="uk-UA"/>
        </w:rPr>
        <w:t>ВОСЬМЕ    СКЛИКАННЯ</w:t>
      </w:r>
    </w:p>
    <w:p w:rsidR="00FF63AD" w:rsidRDefault="00FF63AD" w:rsidP="00BA11F0">
      <w:pPr>
        <w:jc w:val="center"/>
        <w:rPr>
          <w:lang w:eastAsia="uk-UA"/>
        </w:rPr>
      </w:pPr>
      <w:r>
        <w:rPr>
          <w:lang w:val="uk-UA" w:eastAsia="uk-UA"/>
        </w:rPr>
        <w:t>ЧОТИРНАДЦЯТА</w:t>
      </w:r>
      <w:r>
        <w:rPr>
          <w:lang w:eastAsia="uk-UA"/>
        </w:rPr>
        <w:t xml:space="preserve">    СЕСІЯ</w:t>
      </w:r>
    </w:p>
    <w:p w:rsidR="00FF63AD" w:rsidRPr="00867588" w:rsidRDefault="00FF63AD" w:rsidP="00867588">
      <w:pPr>
        <w:jc w:val="center"/>
        <w:rPr>
          <w:lang w:val="uk-UA" w:eastAsia="uk-UA"/>
        </w:rPr>
      </w:pPr>
      <w:r>
        <w:rPr>
          <w:lang w:eastAsia="uk-UA"/>
        </w:rPr>
        <w:t>Р І Ш Е Н Н Я</w:t>
      </w:r>
    </w:p>
    <w:p w:rsidR="00FF63AD" w:rsidRPr="00867588" w:rsidRDefault="00FF63AD" w:rsidP="00867588">
      <w:pPr>
        <w:shd w:val="clear" w:color="auto" w:fill="FFFFFF"/>
        <w:rPr>
          <w:lang w:val="uk-UA"/>
        </w:rPr>
      </w:pPr>
      <w:r>
        <w:rPr>
          <w:lang w:val="uk-UA"/>
        </w:rPr>
        <w:t>17 листопада 2021 року</w:t>
      </w:r>
      <w:r>
        <w:t xml:space="preserve">                                 №</w:t>
      </w:r>
      <w:r>
        <w:rPr>
          <w:lang w:val="uk-UA"/>
        </w:rPr>
        <w:t xml:space="preserve"> 563</w:t>
      </w:r>
    </w:p>
    <w:p w:rsidR="00FF63AD" w:rsidRDefault="00FF63AD" w:rsidP="00867588">
      <w:pPr>
        <w:shd w:val="clear" w:color="auto" w:fill="FFFFFF"/>
        <w:rPr>
          <w:lang w:val="uk-UA"/>
        </w:rPr>
      </w:pPr>
      <w:r>
        <w:rPr>
          <w:lang w:val="uk-UA"/>
        </w:rPr>
        <w:t>с-ще Нагірянка</w:t>
      </w:r>
    </w:p>
    <w:p w:rsidR="00FF63AD" w:rsidRDefault="00FF63AD" w:rsidP="00BA11F0">
      <w:pPr>
        <w:pStyle w:val="NormalWeb"/>
        <w:shd w:val="clear" w:color="auto" w:fill="FFFFFF"/>
        <w:spacing w:before="0" w:beforeAutospacing="0" w:after="0" w:afterAutospacing="0"/>
        <w:jc w:val="both"/>
        <w:rPr>
          <w:b/>
          <w:bCs/>
          <w:bdr w:val="none" w:sz="0" w:space="0" w:color="auto" w:frame="1"/>
          <w:lang w:val="uk-UA"/>
        </w:rPr>
      </w:pPr>
    </w:p>
    <w:p w:rsidR="00FF63AD" w:rsidRDefault="00FF63AD" w:rsidP="00BA11F0">
      <w:pPr>
        <w:ind w:right="4766"/>
        <w:jc w:val="both"/>
        <w:rPr>
          <w:b/>
          <w:lang w:val="uk-UA"/>
        </w:rPr>
      </w:pPr>
      <w:r>
        <w:rPr>
          <w:b/>
          <w:lang w:val="uk-UA"/>
        </w:rPr>
        <w:t xml:space="preserve">Про утворення Комунального </w:t>
      </w:r>
    </w:p>
    <w:p w:rsidR="00FF63AD" w:rsidRDefault="00FF63AD" w:rsidP="00BA11F0">
      <w:pPr>
        <w:ind w:right="4766"/>
        <w:jc w:val="both"/>
        <w:rPr>
          <w:b/>
          <w:lang w:val="uk-UA"/>
        </w:rPr>
      </w:pPr>
      <w:r>
        <w:rPr>
          <w:b/>
          <w:lang w:val="uk-UA"/>
        </w:rPr>
        <w:t>підприємства</w:t>
      </w:r>
      <w:r>
        <w:rPr>
          <w:b/>
          <w:lang w:val="uk-UA"/>
        </w:rPr>
        <w:tab/>
        <w:t>«Благоустрій» Нагірянської сільської ради</w:t>
      </w:r>
    </w:p>
    <w:p w:rsidR="00FF63AD" w:rsidRDefault="00FF63AD" w:rsidP="00BA11F0">
      <w:pPr>
        <w:jc w:val="both"/>
        <w:rPr>
          <w:lang w:val="uk-UA"/>
        </w:rPr>
      </w:pPr>
    </w:p>
    <w:p w:rsidR="00FF63AD" w:rsidRDefault="00FF63AD" w:rsidP="00BA11F0">
      <w:pPr>
        <w:pStyle w:val="NormalWeb"/>
        <w:shd w:val="clear" w:color="auto" w:fill="FFFFFF"/>
        <w:spacing w:before="0" w:beforeAutospacing="0" w:after="0" w:afterAutospacing="0"/>
        <w:ind w:firstLine="708"/>
        <w:jc w:val="both"/>
        <w:textAlignment w:val="baseline"/>
        <w:rPr>
          <w:color w:val="000000"/>
          <w:lang w:val="uk-UA"/>
        </w:rPr>
      </w:pPr>
      <w:r>
        <w:rPr>
          <w:color w:val="000000"/>
          <w:lang w:val="uk-UA"/>
        </w:rPr>
        <w:t>Для вирішення питань у сфері благоустрою та житлово - комунального господарства населених пунктів територіальної громади Нагірянської сільської ради, керуючись положеннями ст. ст. 87-90 Цивільного кодексу України, ст. ст. 56 - 58,</w:t>
      </w:r>
      <w:r>
        <w:rPr>
          <w:color w:val="000000"/>
        </w:rPr>
        <w:t> </w:t>
      </w:r>
      <w:r>
        <w:rPr>
          <w:color w:val="000000"/>
          <w:lang w:val="uk-UA"/>
        </w:rPr>
        <w:t>78 Господарського Кодексу України, ст. ст. 17, 25, п. 30 ч.</w:t>
      </w:r>
      <w:r>
        <w:rPr>
          <w:color w:val="000000"/>
        </w:rPr>
        <w:t> </w:t>
      </w:r>
      <w:r>
        <w:rPr>
          <w:color w:val="000000"/>
          <w:lang w:val="uk-UA"/>
        </w:rPr>
        <w:t>1 ст.</w:t>
      </w:r>
      <w:r>
        <w:rPr>
          <w:color w:val="000000"/>
        </w:rPr>
        <w:t> </w:t>
      </w:r>
      <w:r>
        <w:rPr>
          <w:color w:val="000000"/>
          <w:lang w:val="uk-UA"/>
        </w:rPr>
        <w:t>26, ст. ст. 30, 59 Закону України «Про місцеве самоврядування в Україні», враховуючи пропозиції постійної комісії Нагірянської сільської ради з питань бюджету та соціально - економічного  розвитку від 15 листопада 2021 року, Нагірянська сільська рада</w:t>
      </w:r>
    </w:p>
    <w:p w:rsidR="00FF63AD" w:rsidRPr="00BA11F0" w:rsidRDefault="00FF63AD" w:rsidP="00BA11F0">
      <w:pPr>
        <w:jc w:val="both"/>
        <w:rPr>
          <w:b/>
          <w:lang w:val="uk-UA"/>
        </w:rPr>
      </w:pPr>
      <w:r w:rsidRPr="00BA11F0">
        <w:rPr>
          <w:b/>
          <w:lang w:val="uk-UA"/>
        </w:rPr>
        <w:t>ВИРІШИЛА:</w:t>
      </w:r>
    </w:p>
    <w:p w:rsidR="00FF63AD" w:rsidRDefault="00FF63AD" w:rsidP="00BA11F0">
      <w:pPr>
        <w:jc w:val="both"/>
        <w:rPr>
          <w:lang w:val="uk-UA"/>
        </w:rPr>
      </w:pPr>
      <w:r w:rsidRPr="00BA11F0">
        <w:rPr>
          <w:b/>
          <w:lang w:val="uk-UA"/>
        </w:rPr>
        <w:t>1.</w:t>
      </w:r>
      <w:r>
        <w:rPr>
          <w:b/>
          <w:lang w:val="uk-UA"/>
        </w:rPr>
        <w:t xml:space="preserve"> </w:t>
      </w:r>
      <w:r>
        <w:rPr>
          <w:lang w:val="uk-UA"/>
        </w:rPr>
        <w:t>Утворити юридичну особу – Комунальне  підприємство «Благоустрій» Нагірянської сільської ради.</w:t>
      </w:r>
    </w:p>
    <w:p w:rsidR="00FF63AD" w:rsidRDefault="00FF63AD" w:rsidP="00BA11F0">
      <w:pPr>
        <w:jc w:val="both"/>
        <w:rPr>
          <w:lang w:val="uk-UA"/>
        </w:rPr>
      </w:pPr>
      <w:r w:rsidRPr="00BA11F0">
        <w:rPr>
          <w:b/>
          <w:lang w:val="uk-UA"/>
        </w:rPr>
        <w:t>2.</w:t>
      </w:r>
      <w:r>
        <w:rPr>
          <w:b/>
          <w:lang w:val="uk-UA"/>
        </w:rPr>
        <w:t xml:space="preserve"> </w:t>
      </w:r>
      <w:r>
        <w:rPr>
          <w:lang w:val="uk-UA"/>
        </w:rPr>
        <w:t>Затвердити статут Комунального підприємства «Благоустрій» Нагірянської сільської ради.  (Додаток 1).</w:t>
      </w:r>
    </w:p>
    <w:p w:rsidR="00FF63AD" w:rsidRDefault="00FF63AD" w:rsidP="00BA11F0">
      <w:pPr>
        <w:jc w:val="both"/>
        <w:rPr>
          <w:lang w:val="uk-UA"/>
        </w:rPr>
      </w:pPr>
      <w:r w:rsidRPr="00BA11F0">
        <w:rPr>
          <w:b/>
          <w:lang w:val="uk-UA"/>
        </w:rPr>
        <w:t>3.</w:t>
      </w:r>
      <w:r>
        <w:rPr>
          <w:b/>
          <w:lang w:val="uk-UA"/>
        </w:rPr>
        <w:t xml:space="preserve"> </w:t>
      </w:r>
      <w:r>
        <w:rPr>
          <w:lang w:val="uk-UA"/>
        </w:rPr>
        <w:t>Керівнику комунального підприємства «Благоустрій» Нагірянської сільської ради</w:t>
      </w:r>
      <w:r>
        <w:rPr>
          <w:lang w:val="uk-UA" w:eastAsia="uk-UA"/>
        </w:rPr>
        <w:t xml:space="preserve">  </w:t>
      </w:r>
      <w:r>
        <w:rPr>
          <w:lang w:val="uk-UA"/>
        </w:rPr>
        <w:t>здійснити державну реєстрацію комунального підприємства та статуту у органах державної реєстрації відповідно до встановленого законодавством порядку.</w:t>
      </w:r>
    </w:p>
    <w:p w:rsidR="00FF63AD" w:rsidRDefault="00FF63AD" w:rsidP="00BA11F0">
      <w:pPr>
        <w:jc w:val="both"/>
        <w:rPr>
          <w:lang w:val="uk-UA"/>
        </w:rPr>
      </w:pPr>
      <w:r w:rsidRPr="00BA11F0">
        <w:rPr>
          <w:b/>
          <w:lang w:val="uk-UA"/>
        </w:rPr>
        <w:t>4.</w:t>
      </w:r>
      <w:r>
        <w:rPr>
          <w:b/>
          <w:lang w:val="uk-UA"/>
        </w:rPr>
        <w:t xml:space="preserve"> </w:t>
      </w:r>
      <w:r>
        <w:rPr>
          <w:lang w:val="uk-UA"/>
        </w:rPr>
        <w:t>Контроль за виконанням даного рішення покласти на заступника голови Нагірянської сільської ради (Йосип ЗІБРІВСЬКИЙ), постійну комісію Нагірянської сільської ради з питань бюджету та соціально - економічного  розвитку (Любомир ХРУСТАВКА).</w:t>
      </w:r>
    </w:p>
    <w:p w:rsidR="00FF63AD" w:rsidRDefault="00FF63AD" w:rsidP="00BA11F0">
      <w:pPr>
        <w:jc w:val="both"/>
        <w:rPr>
          <w:lang w:val="uk-UA"/>
        </w:rPr>
      </w:pPr>
    </w:p>
    <w:p w:rsidR="00FF63AD" w:rsidRDefault="00FF63AD" w:rsidP="00BA11F0">
      <w:pPr>
        <w:ind w:firstLine="360"/>
        <w:jc w:val="both"/>
        <w:rPr>
          <w:lang w:val="uk-UA"/>
        </w:rPr>
      </w:pPr>
    </w:p>
    <w:p w:rsidR="00FF63AD" w:rsidRPr="00867588" w:rsidRDefault="00FF63AD" w:rsidP="00BA11F0">
      <w:pPr>
        <w:jc w:val="center"/>
        <w:rPr>
          <w:lang w:val="uk-UA"/>
        </w:rPr>
      </w:pPr>
      <w:r w:rsidRPr="00867588">
        <w:rPr>
          <w:lang w:val="uk-UA"/>
        </w:rPr>
        <w:t>Нагірянський сільський голова                                             Ігор КІНДРАТ</w:t>
      </w:r>
    </w:p>
    <w:p w:rsidR="00FF63AD" w:rsidRPr="00867588" w:rsidRDefault="00FF63AD" w:rsidP="00BA11F0">
      <w:pPr>
        <w:ind w:firstLine="360"/>
        <w:jc w:val="center"/>
        <w:rPr>
          <w:lang w:val="uk-UA"/>
        </w:rPr>
      </w:pPr>
    </w:p>
    <w:p w:rsidR="00FF63AD" w:rsidRDefault="00FF63AD" w:rsidP="00BA11F0">
      <w:pPr>
        <w:ind w:firstLine="360"/>
        <w:jc w:val="both"/>
        <w:rPr>
          <w:rFonts w:ascii="Calibri" w:hAnsi="Calibri"/>
          <w:lang w:val="uk-UA"/>
        </w:rPr>
      </w:pPr>
    </w:p>
    <w:p w:rsidR="00FF63AD" w:rsidRDefault="00FF63AD" w:rsidP="00930D07">
      <w:pPr>
        <w:pStyle w:val="NormalWeb"/>
        <w:spacing w:before="0" w:beforeAutospacing="0" w:after="0" w:afterAutospacing="0"/>
        <w:jc w:val="both"/>
      </w:pPr>
      <w:r>
        <w:t> </w:t>
      </w:r>
    </w:p>
    <w:p w:rsidR="00FF63AD" w:rsidRDefault="00FF63AD" w:rsidP="00930D07">
      <w:pPr>
        <w:pStyle w:val="NormalWeb"/>
        <w:spacing w:before="0" w:beforeAutospacing="0" w:after="0" w:afterAutospacing="0"/>
        <w:jc w:val="both"/>
        <w:rPr>
          <w:lang w:val="uk-UA"/>
        </w:rPr>
      </w:pPr>
      <w:r>
        <w:t> </w:t>
      </w:r>
    </w:p>
    <w:p w:rsidR="00FF63AD" w:rsidRPr="000605E1" w:rsidRDefault="00FF63AD" w:rsidP="00930D07">
      <w:pPr>
        <w:pStyle w:val="NormalWeb"/>
        <w:spacing w:before="0" w:beforeAutospacing="0" w:after="0" w:afterAutospacing="0"/>
        <w:jc w:val="both"/>
        <w:rPr>
          <w:lang w:val="uk-UA"/>
        </w:rPr>
      </w:pPr>
    </w:p>
    <w:p w:rsidR="00FF63AD" w:rsidRPr="00DE73C7" w:rsidRDefault="00FF63AD" w:rsidP="00770E03">
      <w:pP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8561D3">
      <w:pP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D13773">
      <w:pPr>
        <w:jc w:val="center"/>
        <w:rPr>
          <w:lang w:val="uk-UA"/>
        </w:rPr>
      </w:pPr>
    </w:p>
    <w:p w:rsidR="00FF63AD" w:rsidRDefault="00FF63AD" w:rsidP="008D5923">
      <w:pPr>
        <w:pStyle w:val="docdata"/>
        <w:spacing w:before="0" w:beforeAutospacing="0" w:after="0" w:afterAutospacing="0" w:line="360" w:lineRule="auto"/>
        <w:ind w:right="9"/>
      </w:pPr>
      <w:r>
        <w:rPr>
          <w:color w:val="000000"/>
          <w:sz w:val="28"/>
          <w:szCs w:val="28"/>
        </w:rPr>
        <w:t xml:space="preserve">  </w:t>
      </w:r>
    </w:p>
    <w:sectPr w:rsidR="00FF63AD" w:rsidSect="00F20613">
      <w:pgSz w:w="11906" w:h="16838"/>
      <w:pgMar w:top="851" w:right="707" w:bottom="56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3AD" w:rsidRDefault="00FF63AD" w:rsidP="00B36569">
      <w:r>
        <w:separator/>
      </w:r>
    </w:p>
  </w:endnote>
  <w:endnote w:type="continuationSeparator" w:id="0">
    <w:p w:rsidR="00FF63AD" w:rsidRDefault="00FF63AD" w:rsidP="00B365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3AD" w:rsidRDefault="00FF63AD" w:rsidP="00B36569">
      <w:r>
        <w:separator/>
      </w:r>
    </w:p>
  </w:footnote>
  <w:footnote w:type="continuationSeparator" w:id="0">
    <w:p w:rsidR="00FF63AD" w:rsidRDefault="00FF63AD" w:rsidP="00B365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D2C49"/>
    <w:multiLevelType w:val="hybridMultilevel"/>
    <w:tmpl w:val="5B564932"/>
    <w:lvl w:ilvl="0" w:tplc="4AC4B40C">
      <w:start w:val="1"/>
      <w:numFmt w:val="decimal"/>
      <w:lvlText w:val="%1."/>
      <w:lvlJc w:val="left"/>
      <w:pPr>
        <w:ind w:left="1095" w:hanging="360"/>
      </w:pPr>
      <w:rPr>
        <w:rFonts w:cs="Times New Roman" w:hint="default"/>
        <w:color w:val="000000"/>
      </w:rPr>
    </w:lvl>
    <w:lvl w:ilvl="1" w:tplc="04190019" w:tentative="1">
      <w:start w:val="1"/>
      <w:numFmt w:val="lowerLetter"/>
      <w:lvlText w:val="%2."/>
      <w:lvlJc w:val="left"/>
      <w:pPr>
        <w:ind w:left="1815" w:hanging="360"/>
      </w:pPr>
      <w:rPr>
        <w:rFonts w:cs="Times New Roman"/>
      </w:rPr>
    </w:lvl>
    <w:lvl w:ilvl="2" w:tplc="0419001B" w:tentative="1">
      <w:start w:val="1"/>
      <w:numFmt w:val="lowerRoman"/>
      <w:lvlText w:val="%3."/>
      <w:lvlJc w:val="right"/>
      <w:pPr>
        <w:ind w:left="2535" w:hanging="180"/>
      </w:pPr>
      <w:rPr>
        <w:rFonts w:cs="Times New Roman"/>
      </w:rPr>
    </w:lvl>
    <w:lvl w:ilvl="3" w:tplc="0419000F" w:tentative="1">
      <w:start w:val="1"/>
      <w:numFmt w:val="decimal"/>
      <w:lvlText w:val="%4."/>
      <w:lvlJc w:val="left"/>
      <w:pPr>
        <w:ind w:left="3255" w:hanging="360"/>
      </w:pPr>
      <w:rPr>
        <w:rFonts w:cs="Times New Roman"/>
      </w:rPr>
    </w:lvl>
    <w:lvl w:ilvl="4" w:tplc="04190019" w:tentative="1">
      <w:start w:val="1"/>
      <w:numFmt w:val="lowerLetter"/>
      <w:lvlText w:val="%5."/>
      <w:lvlJc w:val="left"/>
      <w:pPr>
        <w:ind w:left="3975" w:hanging="360"/>
      </w:pPr>
      <w:rPr>
        <w:rFonts w:cs="Times New Roman"/>
      </w:rPr>
    </w:lvl>
    <w:lvl w:ilvl="5" w:tplc="0419001B" w:tentative="1">
      <w:start w:val="1"/>
      <w:numFmt w:val="lowerRoman"/>
      <w:lvlText w:val="%6."/>
      <w:lvlJc w:val="right"/>
      <w:pPr>
        <w:ind w:left="4695" w:hanging="180"/>
      </w:pPr>
      <w:rPr>
        <w:rFonts w:cs="Times New Roman"/>
      </w:rPr>
    </w:lvl>
    <w:lvl w:ilvl="6" w:tplc="0419000F" w:tentative="1">
      <w:start w:val="1"/>
      <w:numFmt w:val="decimal"/>
      <w:lvlText w:val="%7."/>
      <w:lvlJc w:val="left"/>
      <w:pPr>
        <w:ind w:left="5415" w:hanging="360"/>
      </w:pPr>
      <w:rPr>
        <w:rFonts w:cs="Times New Roman"/>
      </w:rPr>
    </w:lvl>
    <w:lvl w:ilvl="7" w:tplc="04190019" w:tentative="1">
      <w:start w:val="1"/>
      <w:numFmt w:val="lowerLetter"/>
      <w:lvlText w:val="%8."/>
      <w:lvlJc w:val="left"/>
      <w:pPr>
        <w:ind w:left="6135" w:hanging="360"/>
      </w:pPr>
      <w:rPr>
        <w:rFonts w:cs="Times New Roman"/>
      </w:rPr>
    </w:lvl>
    <w:lvl w:ilvl="8" w:tplc="0419001B" w:tentative="1">
      <w:start w:val="1"/>
      <w:numFmt w:val="lowerRoman"/>
      <w:lvlText w:val="%9."/>
      <w:lvlJc w:val="right"/>
      <w:pPr>
        <w:ind w:left="6855" w:hanging="180"/>
      </w:pPr>
      <w:rPr>
        <w:rFonts w:cs="Times New Roman"/>
      </w:rPr>
    </w:lvl>
  </w:abstractNum>
  <w:abstractNum w:abstractNumId="1">
    <w:nsid w:val="0FB65D34"/>
    <w:multiLevelType w:val="hybridMultilevel"/>
    <w:tmpl w:val="D1647CEE"/>
    <w:lvl w:ilvl="0" w:tplc="4AC4B40C">
      <w:start w:val="1"/>
      <w:numFmt w:val="decimal"/>
      <w:lvlText w:val="%1."/>
      <w:lvlJc w:val="left"/>
      <w:pPr>
        <w:ind w:left="735" w:hanging="360"/>
      </w:pPr>
      <w:rPr>
        <w:rFonts w:cs="Times New Roman" w:hint="default"/>
        <w:color w:val="000000"/>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2">
    <w:nsid w:val="11E82211"/>
    <w:multiLevelType w:val="hybridMultilevel"/>
    <w:tmpl w:val="599E7DDE"/>
    <w:lvl w:ilvl="0" w:tplc="32D435AC">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2D7356"/>
    <w:multiLevelType w:val="hybridMultilevel"/>
    <w:tmpl w:val="4B321636"/>
    <w:lvl w:ilvl="0" w:tplc="28D00D7A">
      <w:start w:val="4"/>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4D4C2B"/>
    <w:multiLevelType w:val="hybridMultilevel"/>
    <w:tmpl w:val="901ABCD8"/>
    <w:lvl w:ilvl="0" w:tplc="7854AF02">
      <w:start w:val="1"/>
      <w:numFmt w:val="decimal"/>
      <w:lvlText w:val="%1."/>
      <w:lvlJc w:val="left"/>
      <w:pPr>
        <w:ind w:left="1452" w:hanging="660"/>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5">
    <w:nsid w:val="2FE81A45"/>
    <w:multiLevelType w:val="hybridMultilevel"/>
    <w:tmpl w:val="F60261E2"/>
    <w:lvl w:ilvl="0" w:tplc="74F0C108">
      <w:start w:val="1"/>
      <w:numFmt w:val="decimal"/>
      <w:lvlText w:val="%1."/>
      <w:lvlJc w:val="left"/>
      <w:pPr>
        <w:ind w:left="1320" w:hanging="528"/>
      </w:pPr>
      <w:rPr>
        <w:rFonts w:cs="Times New Roman" w:hint="default"/>
      </w:rPr>
    </w:lvl>
    <w:lvl w:ilvl="1" w:tplc="04190019" w:tentative="1">
      <w:start w:val="1"/>
      <w:numFmt w:val="lowerLetter"/>
      <w:lvlText w:val="%2."/>
      <w:lvlJc w:val="left"/>
      <w:pPr>
        <w:ind w:left="1872" w:hanging="360"/>
      </w:pPr>
      <w:rPr>
        <w:rFonts w:cs="Times New Roman"/>
      </w:rPr>
    </w:lvl>
    <w:lvl w:ilvl="2" w:tplc="0419001B" w:tentative="1">
      <w:start w:val="1"/>
      <w:numFmt w:val="lowerRoman"/>
      <w:lvlText w:val="%3."/>
      <w:lvlJc w:val="right"/>
      <w:pPr>
        <w:ind w:left="2592" w:hanging="180"/>
      </w:pPr>
      <w:rPr>
        <w:rFonts w:cs="Times New Roman"/>
      </w:rPr>
    </w:lvl>
    <w:lvl w:ilvl="3" w:tplc="0419000F" w:tentative="1">
      <w:start w:val="1"/>
      <w:numFmt w:val="decimal"/>
      <w:lvlText w:val="%4."/>
      <w:lvlJc w:val="left"/>
      <w:pPr>
        <w:ind w:left="3312" w:hanging="360"/>
      </w:pPr>
      <w:rPr>
        <w:rFonts w:cs="Times New Roman"/>
      </w:rPr>
    </w:lvl>
    <w:lvl w:ilvl="4" w:tplc="04190019" w:tentative="1">
      <w:start w:val="1"/>
      <w:numFmt w:val="lowerLetter"/>
      <w:lvlText w:val="%5."/>
      <w:lvlJc w:val="left"/>
      <w:pPr>
        <w:ind w:left="4032" w:hanging="360"/>
      </w:pPr>
      <w:rPr>
        <w:rFonts w:cs="Times New Roman"/>
      </w:rPr>
    </w:lvl>
    <w:lvl w:ilvl="5" w:tplc="0419001B" w:tentative="1">
      <w:start w:val="1"/>
      <w:numFmt w:val="lowerRoman"/>
      <w:lvlText w:val="%6."/>
      <w:lvlJc w:val="right"/>
      <w:pPr>
        <w:ind w:left="4752" w:hanging="180"/>
      </w:pPr>
      <w:rPr>
        <w:rFonts w:cs="Times New Roman"/>
      </w:rPr>
    </w:lvl>
    <w:lvl w:ilvl="6" w:tplc="0419000F" w:tentative="1">
      <w:start w:val="1"/>
      <w:numFmt w:val="decimal"/>
      <w:lvlText w:val="%7."/>
      <w:lvlJc w:val="left"/>
      <w:pPr>
        <w:ind w:left="5472" w:hanging="360"/>
      </w:pPr>
      <w:rPr>
        <w:rFonts w:cs="Times New Roman"/>
      </w:rPr>
    </w:lvl>
    <w:lvl w:ilvl="7" w:tplc="04190019" w:tentative="1">
      <w:start w:val="1"/>
      <w:numFmt w:val="lowerLetter"/>
      <w:lvlText w:val="%8."/>
      <w:lvlJc w:val="left"/>
      <w:pPr>
        <w:ind w:left="6192" w:hanging="360"/>
      </w:pPr>
      <w:rPr>
        <w:rFonts w:cs="Times New Roman"/>
      </w:rPr>
    </w:lvl>
    <w:lvl w:ilvl="8" w:tplc="0419001B" w:tentative="1">
      <w:start w:val="1"/>
      <w:numFmt w:val="lowerRoman"/>
      <w:lvlText w:val="%9."/>
      <w:lvlJc w:val="right"/>
      <w:pPr>
        <w:ind w:left="6912" w:hanging="180"/>
      </w:pPr>
      <w:rPr>
        <w:rFonts w:cs="Times New Roman"/>
      </w:rPr>
    </w:lvl>
  </w:abstractNum>
  <w:abstractNum w:abstractNumId="6">
    <w:nsid w:val="392B6140"/>
    <w:multiLevelType w:val="hybridMultilevel"/>
    <w:tmpl w:val="3B78E066"/>
    <w:lvl w:ilvl="0" w:tplc="F58A3A0C">
      <w:start w:val="4"/>
      <w:numFmt w:val="decimal"/>
      <w:lvlText w:val="%1."/>
      <w:lvlJc w:val="left"/>
      <w:pPr>
        <w:tabs>
          <w:tab w:val="num" w:pos="1158"/>
        </w:tabs>
        <w:ind w:left="1158" w:hanging="360"/>
      </w:pPr>
      <w:rPr>
        <w:rFonts w:cs="Times New Roman" w:hint="default"/>
      </w:rPr>
    </w:lvl>
    <w:lvl w:ilvl="1" w:tplc="04190019" w:tentative="1">
      <w:start w:val="1"/>
      <w:numFmt w:val="lowerLetter"/>
      <w:lvlText w:val="%2."/>
      <w:lvlJc w:val="left"/>
      <w:pPr>
        <w:tabs>
          <w:tab w:val="num" w:pos="1878"/>
        </w:tabs>
        <w:ind w:left="1878" w:hanging="360"/>
      </w:pPr>
      <w:rPr>
        <w:rFonts w:cs="Times New Roman"/>
      </w:rPr>
    </w:lvl>
    <w:lvl w:ilvl="2" w:tplc="0419001B" w:tentative="1">
      <w:start w:val="1"/>
      <w:numFmt w:val="lowerRoman"/>
      <w:lvlText w:val="%3."/>
      <w:lvlJc w:val="right"/>
      <w:pPr>
        <w:tabs>
          <w:tab w:val="num" w:pos="2598"/>
        </w:tabs>
        <w:ind w:left="2598" w:hanging="180"/>
      </w:pPr>
      <w:rPr>
        <w:rFonts w:cs="Times New Roman"/>
      </w:rPr>
    </w:lvl>
    <w:lvl w:ilvl="3" w:tplc="0419000F" w:tentative="1">
      <w:start w:val="1"/>
      <w:numFmt w:val="decimal"/>
      <w:lvlText w:val="%4."/>
      <w:lvlJc w:val="left"/>
      <w:pPr>
        <w:tabs>
          <w:tab w:val="num" w:pos="3318"/>
        </w:tabs>
        <w:ind w:left="3318" w:hanging="360"/>
      </w:pPr>
      <w:rPr>
        <w:rFonts w:cs="Times New Roman"/>
      </w:rPr>
    </w:lvl>
    <w:lvl w:ilvl="4" w:tplc="04190019" w:tentative="1">
      <w:start w:val="1"/>
      <w:numFmt w:val="lowerLetter"/>
      <w:lvlText w:val="%5."/>
      <w:lvlJc w:val="left"/>
      <w:pPr>
        <w:tabs>
          <w:tab w:val="num" w:pos="4038"/>
        </w:tabs>
        <w:ind w:left="4038" w:hanging="360"/>
      </w:pPr>
      <w:rPr>
        <w:rFonts w:cs="Times New Roman"/>
      </w:rPr>
    </w:lvl>
    <w:lvl w:ilvl="5" w:tplc="0419001B" w:tentative="1">
      <w:start w:val="1"/>
      <w:numFmt w:val="lowerRoman"/>
      <w:lvlText w:val="%6."/>
      <w:lvlJc w:val="right"/>
      <w:pPr>
        <w:tabs>
          <w:tab w:val="num" w:pos="4758"/>
        </w:tabs>
        <w:ind w:left="4758" w:hanging="180"/>
      </w:pPr>
      <w:rPr>
        <w:rFonts w:cs="Times New Roman"/>
      </w:rPr>
    </w:lvl>
    <w:lvl w:ilvl="6" w:tplc="0419000F" w:tentative="1">
      <w:start w:val="1"/>
      <w:numFmt w:val="decimal"/>
      <w:lvlText w:val="%7."/>
      <w:lvlJc w:val="left"/>
      <w:pPr>
        <w:tabs>
          <w:tab w:val="num" w:pos="5478"/>
        </w:tabs>
        <w:ind w:left="5478" w:hanging="360"/>
      </w:pPr>
      <w:rPr>
        <w:rFonts w:cs="Times New Roman"/>
      </w:rPr>
    </w:lvl>
    <w:lvl w:ilvl="7" w:tplc="04190019" w:tentative="1">
      <w:start w:val="1"/>
      <w:numFmt w:val="lowerLetter"/>
      <w:lvlText w:val="%8."/>
      <w:lvlJc w:val="left"/>
      <w:pPr>
        <w:tabs>
          <w:tab w:val="num" w:pos="6198"/>
        </w:tabs>
        <w:ind w:left="6198" w:hanging="360"/>
      </w:pPr>
      <w:rPr>
        <w:rFonts w:cs="Times New Roman"/>
      </w:rPr>
    </w:lvl>
    <w:lvl w:ilvl="8" w:tplc="0419001B" w:tentative="1">
      <w:start w:val="1"/>
      <w:numFmt w:val="lowerRoman"/>
      <w:lvlText w:val="%9."/>
      <w:lvlJc w:val="right"/>
      <w:pPr>
        <w:tabs>
          <w:tab w:val="num" w:pos="6918"/>
        </w:tabs>
        <w:ind w:left="6918" w:hanging="180"/>
      </w:pPr>
      <w:rPr>
        <w:rFonts w:cs="Times New Roman"/>
      </w:rPr>
    </w:lvl>
  </w:abstractNum>
  <w:abstractNum w:abstractNumId="7">
    <w:nsid w:val="4B2E6D1D"/>
    <w:multiLevelType w:val="hybridMultilevel"/>
    <w:tmpl w:val="A0BCC83E"/>
    <w:lvl w:ilvl="0" w:tplc="47B8BAC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65007AF9"/>
    <w:multiLevelType w:val="hybridMultilevel"/>
    <w:tmpl w:val="C48CD41A"/>
    <w:lvl w:ilvl="0" w:tplc="391EC596">
      <w:start w:val="1"/>
      <w:numFmt w:val="decimal"/>
      <w:lvlText w:val="%1."/>
      <w:lvlJc w:val="left"/>
      <w:pPr>
        <w:ind w:left="2202" w:hanging="1404"/>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77374DCC"/>
    <w:multiLevelType w:val="hybridMultilevel"/>
    <w:tmpl w:val="7F58F53A"/>
    <w:lvl w:ilvl="0" w:tplc="BB60F062">
      <w:start w:val="26"/>
      <w:numFmt w:val="bullet"/>
      <w:lvlText w:val="-"/>
      <w:lvlJc w:val="left"/>
      <w:pPr>
        <w:tabs>
          <w:tab w:val="num" w:pos="810"/>
        </w:tabs>
        <w:ind w:left="810" w:hanging="45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7A8926C2"/>
    <w:multiLevelType w:val="hybridMultilevel"/>
    <w:tmpl w:val="4CACE0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5"/>
  </w:num>
  <w:num w:numId="3">
    <w:abstractNumId w:val="4"/>
  </w:num>
  <w:num w:numId="4">
    <w:abstractNumId w:val="6"/>
  </w:num>
  <w:num w:numId="5">
    <w:abstractNumId w:val="1"/>
  </w:num>
  <w:num w:numId="6">
    <w:abstractNumId w:val="0"/>
  </w:num>
  <w:num w:numId="7">
    <w:abstractNumId w:val="10"/>
  </w:num>
  <w:num w:numId="8">
    <w:abstractNumId w:val="9"/>
  </w:num>
  <w:num w:numId="9">
    <w:abstractNumId w:val="7"/>
  </w:num>
  <w:num w:numId="10">
    <w:abstractNumId w:val="2"/>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5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4033"/>
    <w:rsid w:val="000017F9"/>
    <w:rsid w:val="00002C4A"/>
    <w:rsid w:val="00003FBE"/>
    <w:rsid w:val="00005874"/>
    <w:rsid w:val="00012CE5"/>
    <w:rsid w:val="00013067"/>
    <w:rsid w:val="0001405A"/>
    <w:rsid w:val="000140DD"/>
    <w:rsid w:val="00017F43"/>
    <w:rsid w:val="000204F4"/>
    <w:rsid w:val="000213F3"/>
    <w:rsid w:val="00022736"/>
    <w:rsid w:val="00023347"/>
    <w:rsid w:val="0002436C"/>
    <w:rsid w:val="00024CB4"/>
    <w:rsid w:val="00026719"/>
    <w:rsid w:val="000267D7"/>
    <w:rsid w:val="00026FFB"/>
    <w:rsid w:val="00031593"/>
    <w:rsid w:val="0003377A"/>
    <w:rsid w:val="00034738"/>
    <w:rsid w:val="00037154"/>
    <w:rsid w:val="00042C53"/>
    <w:rsid w:val="00044D4D"/>
    <w:rsid w:val="00045C82"/>
    <w:rsid w:val="00047009"/>
    <w:rsid w:val="000529B2"/>
    <w:rsid w:val="00052C49"/>
    <w:rsid w:val="00054C3A"/>
    <w:rsid w:val="00055DF1"/>
    <w:rsid w:val="0005669C"/>
    <w:rsid w:val="000605E1"/>
    <w:rsid w:val="000621A8"/>
    <w:rsid w:val="00064954"/>
    <w:rsid w:val="00065FD2"/>
    <w:rsid w:val="000671C5"/>
    <w:rsid w:val="00074118"/>
    <w:rsid w:val="00082B3E"/>
    <w:rsid w:val="00083289"/>
    <w:rsid w:val="0008334D"/>
    <w:rsid w:val="00085005"/>
    <w:rsid w:val="000850D3"/>
    <w:rsid w:val="00086DD5"/>
    <w:rsid w:val="00087186"/>
    <w:rsid w:val="00091AC0"/>
    <w:rsid w:val="0009203E"/>
    <w:rsid w:val="00094500"/>
    <w:rsid w:val="000A0565"/>
    <w:rsid w:val="000A1F1A"/>
    <w:rsid w:val="000A2FC8"/>
    <w:rsid w:val="000A6FA0"/>
    <w:rsid w:val="000B09E4"/>
    <w:rsid w:val="000B1A2F"/>
    <w:rsid w:val="000B1E4B"/>
    <w:rsid w:val="000B3D4A"/>
    <w:rsid w:val="000B3F84"/>
    <w:rsid w:val="000B7B23"/>
    <w:rsid w:val="000C00F8"/>
    <w:rsid w:val="000C2D72"/>
    <w:rsid w:val="000C311A"/>
    <w:rsid w:val="000C323A"/>
    <w:rsid w:val="000C3E6C"/>
    <w:rsid w:val="000C486A"/>
    <w:rsid w:val="000C5128"/>
    <w:rsid w:val="000D3BCD"/>
    <w:rsid w:val="000D6D81"/>
    <w:rsid w:val="000E2BD5"/>
    <w:rsid w:val="000E3B4F"/>
    <w:rsid w:val="000E4BAE"/>
    <w:rsid w:val="000F00F5"/>
    <w:rsid w:val="000F121D"/>
    <w:rsid w:val="000F1D5C"/>
    <w:rsid w:val="000F295C"/>
    <w:rsid w:val="000F592B"/>
    <w:rsid w:val="000F642B"/>
    <w:rsid w:val="00100A8C"/>
    <w:rsid w:val="00101DAA"/>
    <w:rsid w:val="00103261"/>
    <w:rsid w:val="001039FA"/>
    <w:rsid w:val="00104DA6"/>
    <w:rsid w:val="00106666"/>
    <w:rsid w:val="00106FB3"/>
    <w:rsid w:val="00107291"/>
    <w:rsid w:val="0010773D"/>
    <w:rsid w:val="001077A5"/>
    <w:rsid w:val="00111FD9"/>
    <w:rsid w:val="0011253B"/>
    <w:rsid w:val="00113814"/>
    <w:rsid w:val="00115328"/>
    <w:rsid w:val="001214B7"/>
    <w:rsid w:val="001247EF"/>
    <w:rsid w:val="00125054"/>
    <w:rsid w:val="0013489F"/>
    <w:rsid w:val="00136BCD"/>
    <w:rsid w:val="0014227A"/>
    <w:rsid w:val="00144F36"/>
    <w:rsid w:val="001466D7"/>
    <w:rsid w:val="001468CB"/>
    <w:rsid w:val="00146B19"/>
    <w:rsid w:val="00151218"/>
    <w:rsid w:val="00154248"/>
    <w:rsid w:val="001567EA"/>
    <w:rsid w:val="00157712"/>
    <w:rsid w:val="001606A0"/>
    <w:rsid w:val="00160F06"/>
    <w:rsid w:val="00160FF0"/>
    <w:rsid w:val="00165DA3"/>
    <w:rsid w:val="001676AB"/>
    <w:rsid w:val="00170480"/>
    <w:rsid w:val="001719C5"/>
    <w:rsid w:val="001721CF"/>
    <w:rsid w:val="00172B62"/>
    <w:rsid w:val="00172E09"/>
    <w:rsid w:val="00172FE9"/>
    <w:rsid w:val="0017708A"/>
    <w:rsid w:val="00177227"/>
    <w:rsid w:val="001808EF"/>
    <w:rsid w:val="00182847"/>
    <w:rsid w:val="00182CE7"/>
    <w:rsid w:val="00183841"/>
    <w:rsid w:val="0018516A"/>
    <w:rsid w:val="00185907"/>
    <w:rsid w:val="00187214"/>
    <w:rsid w:val="001874AA"/>
    <w:rsid w:val="00190562"/>
    <w:rsid w:val="00192A35"/>
    <w:rsid w:val="001A08E7"/>
    <w:rsid w:val="001A16E1"/>
    <w:rsid w:val="001A2E2A"/>
    <w:rsid w:val="001A44CF"/>
    <w:rsid w:val="001A728F"/>
    <w:rsid w:val="001B00A7"/>
    <w:rsid w:val="001B4AA4"/>
    <w:rsid w:val="001B6BFB"/>
    <w:rsid w:val="001B752E"/>
    <w:rsid w:val="001B75CB"/>
    <w:rsid w:val="001B75EB"/>
    <w:rsid w:val="001C28F5"/>
    <w:rsid w:val="001C3FC4"/>
    <w:rsid w:val="001D3C8D"/>
    <w:rsid w:val="001D487D"/>
    <w:rsid w:val="001D5FB3"/>
    <w:rsid w:val="001E030A"/>
    <w:rsid w:val="001E1A4C"/>
    <w:rsid w:val="001E219D"/>
    <w:rsid w:val="001E3574"/>
    <w:rsid w:val="001F0844"/>
    <w:rsid w:val="001F11BA"/>
    <w:rsid w:val="001F40C9"/>
    <w:rsid w:val="001F7E9F"/>
    <w:rsid w:val="0020021C"/>
    <w:rsid w:val="00200E7C"/>
    <w:rsid w:val="0020275D"/>
    <w:rsid w:val="00204116"/>
    <w:rsid w:val="0020412A"/>
    <w:rsid w:val="00206153"/>
    <w:rsid w:val="0020751F"/>
    <w:rsid w:val="0020786C"/>
    <w:rsid w:val="00211ABE"/>
    <w:rsid w:val="00216936"/>
    <w:rsid w:val="0022119C"/>
    <w:rsid w:val="00222473"/>
    <w:rsid w:val="0022268C"/>
    <w:rsid w:val="002239D1"/>
    <w:rsid w:val="0022493A"/>
    <w:rsid w:val="002266A6"/>
    <w:rsid w:val="00227D0C"/>
    <w:rsid w:val="00230A2F"/>
    <w:rsid w:val="002314F6"/>
    <w:rsid w:val="00233212"/>
    <w:rsid w:val="00233B9F"/>
    <w:rsid w:val="00233C82"/>
    <w:rsid w:val="00234196"/>
    <w:rsid w:val="00235BAA"/>
    <w:rsid w:val="00236E7B"/>
    <w:rsid w:val="00237A6B"/>
    <w:rsid w:val="00237F47"/>
    <w:rsid w:val="00240C6E"/>
    <w:rsid w:val="00243758"/>
    <w:rsid w:val="0024413C"/>
    <w:rsid w:val="00245C36"/>
    <w:rsid w:val="002461B2"/>
    <w:rsid w:val="0025285A"/>
    <w:rsid w:val="00257BBD"/>
    <w:rsid w:val="00261F08"/>
    <w:rsid w:val="00263765"/>
    <w:rsid w:val="00263A2D"/>
    <w:rsid w:val="002668D2"/>
    <w:rsid w:val="002679E8"/>
    <w:rsid w:val="0027773D"/>
    <w:rsid w:val="002802BF"/>
    <w:rsid w:val="002827E4"/>
    <w:rsid w:val="002832AE"/>
    <w:rsid w:val="0028357A"/>
    <w:rsid w:val="00284E01"/>
    <w:rsid w:val="00287DA8"/>
    <w:rsid w:val="00296A2C"/>
    <w:rsid w:val="00297EBA"/>
    <w:rsid w:val="002A00FE"/>
    <w:rsid w:val="002A49C2"/>
    <w:rsid w:val="002A55E5"/>
    <w:rsid w:val="002A66AE"/>
    <w:rsid w:val="002B2720"/>
    <w:rsid w:val="002B4033"/>
    <w:rsid w:val="002B56BF"/>
    <w:rsid w:val="002B653C"/>
    <w:rsid w:val="002B74C8"/>
    <w:rsid w:val="002C28F7"/>
    <w:rsid w:val="002C4914"/>
    <w:rsid w:val="002C4EBE"/>
    <w:rsid w:val="002C50D5"/>
    <w:rsid w:val="002C5EEC"/>
    <w:rsid w:val="002C615B"/>
    <w:rsid w:val="002C7EBF"/>
    <w:rsid w:val="002D39D8"/>
    <w:rsid w:val="002D3F84"/>
    <w:rsid w:val="002D536A"/>
    <w:rsid w:val="002D5FEC"/>
    <w:rsid w:val="002E4C45"/>
    <w:rsid w:val="002E512D"/>
    <w:rsid w:val="002E5259"/>
    <w:rsid w:val="002E7295"/>
    <w:rsid w:val="002F0993"/>
    <w:rsid w:val="002F0B6E"/>
    <w:rsid w:val="002F573F"/>
    <w:rsid w:val="002F649C"/>
    <w:rsid w:val="003022AE"/>
    <w:rsid w:val="00302A22"/>
    <w:rsid w:val="00304B01"/>
    <w:rsid w:val="00304FF3"/>
    <w:rsid w:val="00305595"/>
    <w:rsid w:val="003061D1"/>
    <w:rsid w:val="0030671F"/>
    <w:rsid w:val="00307DFB"/>
    <w:rsid w:val="00317983"/>
    <w:rsid w:val="0032014B"/>
    <w:rsid w:val="00321404"/>
    <w:rsid w:val="00325398"/>
    <w:rsid w:val="0033038F"/>
    <w:rsid w:val="00333A6C"/>
    <w:rsid w:val="00334AC1"/>
    <w:rsid w:val="00334C01"/>
    <w:rsid w:val="00337341"/>
    <w:rsid w:val="00337A3F"/>
    <w:rsid w:val="0034061E"/>
    <w:rsid w:val="003409C9"/>
    <w:rsid w:val="00346BF6"/>
    <w:rsid w:val="003527A2"/>
    <w:rsid w:val="003532AF"/>
    <w:rsid w:val="003565D4"/>
    <w:rsid w:val="00357518"/>
    <w:rsid w:val="003650A4"/>
    <w:rsid w:val="00365DF5"/>
    <w:rsid w:val="0037037D"/>
    <w:rsid w:val="00370DB0"/>
    <w:rsid w:val="00371928"/>
    <w:rsid w:val="00373C0D"/>
    <w:rsid w:val="00375CFC"/>
    <w:rsid w:val="00377D16"/>
    <w:rsid w:val="00380D17"/>
    <w:rsid w:val="003814E5"/>
    <w:rsid w:val="003822AF"/>
    <w:rsid w:val="00383928"/>
    <w:rsid w:val="003847A6"/>
    <w:rsid w:val="00384FB7"/>
    <w:rsid w:val="0038539D"/>
    <w:rsid w:val="00385476"/>
    <w:rsid w:val="003861BF"/>
    <w:rsid w:val="00386B01"/>
    <w:rsid w:val="00387F88"/>
    <w:rsid w:val="003901A2"/>
    <w:rsid w:val="00391D3D"/>
    <w:rsid w:val="00394F89"/>
    <w:rsid w:val="00395153"/>
    <w:rsid w:val="003A11C4"/>
    <w:rsid w:val="003A395B"/>
    <w:rsid w:val="003A3AFC"/>
    <w:rsid w:val="003A5D1E"/>
    <w:rsid w:val="003B0CE4"/>
    <w:rsid w:val="003B1B70"/>
    <w:rsid w:val="003B48A8"/>
    <w:rsid w:val="003B49FE"/>
    <w:rsid w:val="003B6A02"/>
    <w:rsid w:val="003C1B01"/>
    <w:rsid w:val="003C2673"/>
    <w:rsid w:val="003C3AE2"/>
    <w:rsid w:val="003C63C2"/>
    <w:rsid w:val="003C6499"/>
    <w:rsid w:val="003D1C80"/>
    <w:rsid w:val="003D2364"/>
    <w:rsid w:val="003E0A5D"/>
    <w:rsid w:val="003E1D79"/>
    <w:rsid w:val="003E2584"/>
    <w:rsid w:val="003E52FF"/>
    <w:rsid w:val="003E6593"/>
    <w:rsid w:val="003E698E"/>
    <w:rsid w:val="003E74D6"/>
    <w:rsid w:val="003F0F3C"/>
    <w:rsid w:val="003F27F9"/>
    <w:rsid w:val="003F3F3D"/>
    <w:rsid w:val="003F40E9"/>
    <w:rsid w:val="003F6B8A"/>
    <w:rsid w:val="003F7C42"/>
    <w:rsid w:val="00402004"/>
    <w:rsid w:val="00402A83"/>
    <w:rsid w:val="00411BAE"/>
    <w:rsid w:val="00412238"/>
    <w:rsid w:val="00413A3B"/>
    <w:rsid w:val="0041681E"/>
    <w:rsid w:val="0042100A"/>
    <w:rsid w:val="00421345"/>
    <w:rsid w:val="0042151C"/>
    <w:rsid w:val="00421593"/>
    <w:rsid w:val="004257B0"/>
    <w:rsid w:val="004272D4"/>
    <w:rsid w:val="004364C8"/>
    <w:rsid w:val="00437886"/>
    <w:rsid w:val="004507EE"/>
    <w:rsid w:val="004508CF"/>
    <w:rsid w:val="004616C0"/>
    <w:rsid w:val="004641CC"/>
    <w:rsid w:val="004663BB"/>
    <w:rsid w:val="004665A2"/>
    <w:rsid w:val="0047012A"/>
    <w:rsid w:val="00470F25"/>
    <w:rsid w:val="004715B2"/>
    <w:rsid w:val="004727FE"/>
    <w:rsid w:val="004738C6"/>
    <w:rsid w:val="00473F4C"/>
    <w:rsid w:val="0047450A"/>
    <w:rsid w:val="00475896"/>
    <w:rsid w:val="00475F28"/>
    <w:rsid w:val="00480CD9"/>
    <w:rsid w:val="00481C19"/>
    <w:rsid w:val="004827BA"/>
    <w:rsid w:val="004868E6"/>
    <w:rsid w:val="00487472"/>
    <w:rsid w:val="004913EA"/>
    <w:rsid w:val="00492D6E"/>
    <w:rsid w:val="004A05B8"/>
    <w:rsid w:val="004A1053"/>
    <w:rsid w:val="004A1C02"/>
    <w:rsid w:val="004A4562"/>
    <w:rsid w:val="004A5A03"/>
    <w:rsid w:val="004A6561"/>
    <w:rsid w:val="004A705F"/>
    <w:rsid w:val="004B4D0F"/>
    <w:rsid w:val="004C159A"/>
    <w:rsid w:val="004C3E20"/>
    <w:rsid w:val="004C3F06"/>
    <w:rsid w:val="004C46B5"/>
    <w:rsid w:val="004C5A14"/>
    <w:rsid w:val="004C5B99"/>
    <w:rsid w:val="004D01EC"/>
    <w:rsid w:val="004D0E20"/>
    <w:rsid w:val="004D1125"/>
    <w:rsid w:val="004D15CB"/>
    <w:rsid w:val="004D32E2"/>
    <w:rsid w:val="004D4125"/>
    <w:rsid w:val="004D4906"/>
    <w:rsid w:val="004D550B"/>
    <w:rsid w:val="004D6092"/>
    <w:rsid w:val="004D701C"/>
    <w:rsid w:val="004E1C69"/>
    <w:rsid w:val="004E2EBE"/>
    <w:rsid w:val="004E3339"/>
    <w:rsid w:val="004E49F1"/>
    <w:rsid w:val="004E4EB1"/>
    <w:rsid w:val="004E64AE"/>
    <w:rsid w:val="004E75CD"/>
    <w:rsid w:val="004F2797"/>
    <w:rsid w:val="004F296D"/>
    <w:rsid w:val="004F3AEC"/>
    <w:rsid w:val="004F4CB7"/>
    <w:rsid w:val="004F6111"/>
    <w:rsid w:val="004F7D5F"/>
    <w:rsid w:val="00501C6D"/>
    <w:rsid w:val="00504C34"/>
    <w:rsid w:val="0050589F"/>
    <w:rsid w:val="005063B0"/>
    <w:rsid w:val="00510B82"/>
    <w:rsid w:val="0051104D"/>
    <w:rsid w:val="00512E42"/>
    <w:rsid w:val="00512E47"/>
    <w:rsid w:val="00514789"/>
    <w:rsid w:val="00515630"/>
    <w:rsid w:val="00523CFF"/>
    <w:rsid w:val="00524ADD"/>
    <w:rsid w:val="00525AA2"/>
    <w:rsid w:val="0053547D"/>
    <w:rsid w:val="005356AB"/>
    <w:rsid w:val="00535772"/>
    <w:rsid w:val="00536294"/>
    <w:rsid w:val="00536781"/>
    <w:rsid w:val="005410BA"/>
    <w:rsid w:val="005441FD"/>
    <w:rsid w:val="0054565C"/>
    <w:rsid w:val="00550B7F"/>
    <w:rsid w:val="00550E8B"/>
    <w:rsid w:val="00555E89"/>
    <w:rsid w:val="00556F1D"/>
    <w:rsid w:val="005606CB"/>
    <w:rsid w:val="0056183D"/>
    <w:rsid w:val="00562D37"/>
    <w:rsid w:val="00563CFB"/>
    <w:rsid w:val="005654DF"/>
    <w:rsid w:val="005669F2"/>
    <w:rsid w:val="00573A85"/>
    <w:rsid w:val="005761A0"/>
    <w:rsid w:val="00577C35"/>
    <w:rsid w:val="00582BE3"/>
    <w:rsid w:val="00582C17"/>
    <w:rsid w:val="005839CF"/>
    <w:rsid w:val="00583E04"/>
    <w:rsid w:val="00584182"/>
    <w:rsid w:val="005855DB"/>
    <w:rsid w:val="005873A2"/>
    <w:rsid w:val="00587798"/>
    <w:rsid w:val="0059185B"/>
    <w:rsid w:val="00593081"/>
    <w:rsid w:val="005A0204"/>
    <w:rsid w:val="005A0E7E"/>
    <w:rsid w:val="005A295F"/>
    <w:rsid w:val="005A2D36"/>
    <w:rsid w:val="005A6D9C"/>
    <w:rsid w:val="005A7159"/>
    <w:rsid w:val="005A7E1C"/>
    <w:rsid w:val="005B4993"/>
    <w:rsid w:val="005B4E51"/>
    <w:rsid w:val="005C0C60"/>
    <w:rsid w:val="005C4B40"/>
    <w:rsid w:val="005C4E2F"/>
    <w:rsid w:val="005C5FD7"/>
    <w:rsid w:val="005C7411"/>
    <w:rsid w:val="005D117E"/>
    <w:rsid w:val="005D1691"/>
    <w:rsid w:val="005D34B6"/>
    <w:rsid w:val="005E226F"/>
    <w:rsid w:val="005E49E1"/>
    <w:rsid w:val="005E52BE"/>
    <w:rsid w:val="005E561D"/>
    <w:rsid w:val="005E7B1D"/>
    <w:rsid w:val="005F08C5"/>
    <w:rsid w:val="005F0D1F"/>
    <w:rsid w:val="005F120A"/>
    <w:rsid w:val="005F4DC1"/>
    <w:rsid w:val="005F59A7"/>
    <w:rsid w:val="005F6E14"/>
    <w:rsid w:val="00602E75"/>
    <w:rsid w:val="006047B6"/>
    <w:rsid w:val="00604B48"/>
    <w:rsid w:val="006053BA"/>
    <w:rsid w:val="00605E44"/>
    <w:rsid w:val="00607A51"/>
    <w:rsid w:val="00610910"/>
    <w:rsid w:val="006113F7"/>
    <w:rsid w:val="00611AEA"/>
    <w:rsid w:val="006145F6"/>
    <w:rsid w:val="00617767"/>
    <w:rsid w:val="00626F0C"/>
    <w:rsid w:val="00626F0F"/>
    <w:rsid w:val="00633622"/>
    <w:rsid w:val="0063490C"/>
    <w:rsid w:val="00634AAB"/>
    <w:rsid w:val="006364ED"/>
    <w:rsid w:val="00637C95"/>
    <w:rsid w:val="006413DF"/>
    <w:rsid w:val="00641BBC"/>
    <w:rsid w:val="00643AC4"/>
    <w:rsid w:val="00644F0F"/>
    <w:rsid w:val="006463F2"/>
    <w:rsid w:val="0064660A"/>
    <w:rsid w:val="00650510"/>
    <w:rsid w:val="00650820"/>
    <w:rsid w:val="006535BC"/>
    <w:rsid w:val="00653664"/>
    <w:rsid w:val="006539A3"/>
    <w:rsid w:val="00657F2D"/>
    <w:rsid w:val="00660F2B"/>
    <w:rsid w:val="00661686"/>
    <w:rsid w:val="00663016"/>
    <w:rsid w:val="0066316B"/>
    <w:rsid w:val="00663F9E"/>
    <w:rsid w:val="00664481"/>
    <w:rsid w:val="00665DF2"/>
    <w:rsid w:val="006712AF"/>
    <w:rsid w:val="00671409"/>
    <w:rsid w:val="0068293C"/>
    <w:rsid w:val="00684C71"/>
    <w:rsid w:val="00685DB4"/>
    <w:rsid w:val="0068650D"/>
    <w:rsid w:val="00693F02"/>
    <w:rsid w:val="00694497"/>
    <w:rsid w:val="00694ED3"/>
    <w:rsid w:val="00696DBC"/>
    <w:rsid w:val="0069753C"/>
    <w:rsid w:val="006B07C5"/>
    <w:rsid w:val="006B0B70"/>
    <w:rsid w:val="006B0CF4"/>
    <w:rsid w:val="006B0F1B"/>
    <w:rsid w:val="006B2350"/>
    <w:rsid w:val="006B24CD"/>
    <w:rsid w:val="006B43D4"/>
    <w:rsid w:val="006B614F"/>
    <w:rsid w:val="006B62D1"/>
    <w:rsid w:val="006B7C3A"/>
    <w:rsid w:val="006C0B6B"/>
    <w:rsid w:val="006C1B11"/>
    <w:rsid w:val="006C4364"/>
    <w:rsid w:val="006C699B"/>
    <w:rsid w:val="006C7525"/>
    <w:rsid w:val="006D0B82"/>
    <w:rsid w:val="006D5768"/>
    <w:rsid w:val="006D5F5F"/>
    <w:rsid w:val="006D6974"/>
    <w:rsid w:val="006D6ECA"/>
    <w:rsid w:val="006D7C60"/>
    <w:rsid w:val="006E313A"/>
    <w:rsid w:val="006E454F"/>
    <w:rsid w:val="006E66A2"/>
    <w:rsid w:val="006E69C3"/>
    <w:rsid w:val="006F3B6F"/>
    <w:rsid w:val="006F5FFA"/>
    <w:rsid w:val="006F67AF"/>
    <w:rsid w:val="0070586C"/>
    <w:rsid w:val="00705B4E"/>
    <w:rsid w:val="00713354"/>
    <w:rsid w:val="00713373"/>
    <w:rsid w:val="00721412"/>
    <w:rsid w:val="00723334"/>
    <w:rsid w:val="0072677A"/>
    <w:rsid w:val="00731DDD"/>
    <w:rsid w:val="00732584"/>
    <w:rsid w:val="007328AC"/>
    <w:rsid w:val="00735A51"/>
    <w:rsid w:val="0073640D"/>
    <w:rsid w:val="00736475"/>
    <w:rsid w:val="00740CD0"/>
    <w:rsid w:val="00741682"/>
    <w:rsid w:val="007507BD"/>
    <w:rsid w:val="00750E9C"/>
    <w:rsid w:val="00753407"/>
    <w:rsid w:val="007537B0"/>
    <w:rsid w:val="00754744"/>
    <w:rsid w:val="00755924"/>
    <w:rsid w:val="00755F2B"/>
    <w:rsid w:val="00761DDC"/>
    <w:rsid w:val="007621D4"/>
    <w:rsid w:val="00762479"/>
    <w:rsid w:val="00762CED"/>
    <w:rsid w:val="007636E8"/>
    <w:rsid w:val="00764449"/>
    <w:rsid w:val="00764F66"/>
    <w:rsid w:val="007655A4"/>
    <w:rsid w:val="00765878"/>
    <w:rsid w:val="00766E32"/>
    <w:rsid w:val="00770B68"/>
    <w:rsid w:val="00770E03"/>
    <w:rsid w:val="0077265E"/>
    <w:rsid w:val="00773281"/>
    <w:rsid w:val="007736F8"/>
    <w:rsid w:val="00775084"/>
    <w:rsid w:val="00776803"/>
    <w:rsid w:val="00776F73"/>
    <w:rsid w:val="00777DCA"/>
    <w:rsid w:val="00780A23"/>
    <w:rsid w:val="00784020"/>
    <w:rsid w:val="00787352"/>
    <w:rsid w:val="0079089E"/>
    <w:rsid w:val="00790C28"/>
    <w:rsid w:val="007916FB"/>
    <w:rsid w:val="00791E06"/>
    <w:rsid w:val="00794A86"/>
    <w:rsid w:val="00795BFC"/>
    <w:rsid w:val="00796A5D"/>
    <w:rsid w:val="00796D1B"/>
    <w:rsid w:val="007978DA"/>
    <w:rsid w:val="007A19DD"/>
    <w:rsid w:val="007A3323"/>
    <w:rsid w:val="007A5BCB"/>
    <w:rsid w:val="007B122D"/>
    <w:rsid w:val="007B2404"/>
    <w:rsid w:val="007B2713"/>
    <w:rsid w:val="007B34B7"/>
    <w:rsid w:val="007B4467"/>
    <w:rsid w:val="007B75F0"/>
    <w:rsid w:val="007B7B76"/>
    <w:rsid w:val="007C1E4A"/>
    <w:rsid w:val="007C54E8"/>
    <w:rsid w:val="007C56C6"/>
    <w:rsid w:val="007C6B62"/>
    <w:rsid w:val="007C7BEE"/>
    <w:rsid w:val="007D03A8"/>
    <w:rsid w:val="007D1735"/>
    <w:rsid w:val="007D32F8"/>
    <w:rsid w:val="007D3589"/>
    <w:rsid w:val="007D6B7A"/>
    <w:rsid w:val="007D6BAB"/>
    <w:rsid w:val="007D74BF"/>
    <w:rsid w:val="007D7B58"/>
    <w:rsid w:val="007E1745"/>
    <w:rsid w:val="007E517B"/>
    <w:rsid w:val="007E551D"/>
    <w:rsid w:val="007E5679"/>
    <w:rsid w:val="007E57C2"/>
    <w:rsid w:val="007E6CEE"/>
    <w:rsid w:val="007E6F5E"/>
    <w:rsid w:val="007E7693"/>
    <w:rsid w:val="007F5B58"/>
    <w:rsid w:val="007F662D"/>
    <w:rsid w:val="008004BC"/>
    <w:rsid w:val="0080361A"/>
    <w:rsid w:val="0080440E"/>
    <w:rsid w:val="00806A92"/>
    <w:rsid w:val="0081485C"/>
    <w:rsid w:val="00814EC8"/>
    <w:rsid w:val="00815E7D"/>
    <w:rsid w:val="00820968"/>
    <w:rsid w:val="008257F4"/>
    <w:rsid w:val="00825EA0"/>
    <w:rsid w:val="00825EDD"/>
    <w:rsid w:val="00827BEB"/>
    <w:rsid w:val="00833641"/>
    <w:rsid w:val="00833949"/>
    <w:rsid w:val="00835F61"/>
    <w:rsid w:val="008405AA"/>
    <w:rsid w:val="0084131D"/>
    <w:rsid w:val="00841C11"/>
    <w:rsid w:val="00841C96"/>
    <w:rsid w:val="00842B4E"/>
    <w:rsid w:val="00850E48"/>
    <w:rsid w:val="008557FD"/>
    <w:rsid w:val="008561D3"/>
    <w:rsid w:val="00856538"/>
    <w:rsid w:val="00856904"/>
    <w:rsid w:val="00860000"/>
    <w:rsid w:val="0086059D"/>
    <w:rsid w:val="008635A7"/>
    <w:rsid w:val="008636F0"/>
    <w:rsid w:val="00863FB4"/>
    <w:rsid w:val="00864538"/>
    <w:rsid w:val="00865202"/>
    <w:rsid w:val="00867588"/>
    <w:rsid w:val="00871BB4"/>
    <w:rsid w:val="00875DF8"/>
    <w:rsid w:val="0087617F"/>
    <w:rsid w:val="00876671"/>
    <w:rsid w:val="00876B52"/>
    <w:rsid w:val="008804E1"/>
    <w:rsid w:val="0088255F"/>
    <w:rsid w:val="00885A09"/>
    <w:rsid w:val="00887A2B"/>
    <w:rsid w:val="0089094F"/>
    <w:rsid w:val="0089162C"/>
    <w:rsid w:val="00892B0E"/>
    <w:rsid w:val="00892B21"/>
    <w:rsid w:val="00893D84"/>
    <w:rsid w:val="00895FA5"/>
    <w:rsid w:val="00896A9F"/>
    <w:rsid w:val="00897167"/>
    <w:rsid w:val="00897EE2"/>
    <w:rsid w:val="008A23B5"/>
    <w:rsid w:val="008A486B"/>
    <w:rsid w:val="008A4C1E"/>
    <w:rsid w:val="008A5F1E"/>
    <w:rsid w:val="008B3BFB"/>
    <w:rsid w:val="008B45FF"/>
    <w:rsid w:val="008B4A74"/>
    <w:rsid w:val="008B5E87"/>
    <w:rsid w:val="008B6188"/>
    <w:rsid w:val="008B7151"/>
    <w:rsid w:val="008C0293"/>
    <w:rsid w:val="008C41EE"/>
    <w:rsid w:val="008C5F28"/>
    <w:rsid w:val="008D1A13"/>
    <w:rsid w:val="008D570C"/>
    <w:rsid w:val="008D5923"/>
    <w:rsid w:val="008D671C"/>
    <w:rsid w:val="008E0891"/>
    <w:rsid w:val="008E1117"/>
    <w:rsid w:val="008E7AB2"/>
    <w:rsid w:val="008F3B5A"/>
    <w:rsid w:val="008F463E"/>
    <w:rsid w:val="008F6193"/>
    <w:rsid w:val="008F6485"/>
    <w:rsid w:val="008F7DA5"/>
    <w:rsid w:val="00900AB3"/>
    <w:rsid w:val="00901C99"/>
    <w:rsid w:val="00902CCE"/>
    <w:rsid w:val="00906E85"/>
    <w:rsid w:val="00913764"/>
    <w:rsid w:val="00914CDC"/>
    <w:rsid w:val="00920EDC"/>
    <w:rsid w:val="00921A0C"/>
    <w:rsid w:val="009263E0"/>
    <w:rsid w:val="00930D07"/>
    <w:rsid w:val="00932222"/>
    <w:rsid w:val="00933DDA"/>
    <w:rsid w:val="00935034"/>
    <w:rsid w:val="00937CC2"/>
    <w:rsid w:val="00943A7F"/>
    <w:rsid w:val="00943AFF"/>
    <w:rsid w:val="00946E0C"/>
    <w:rsid w:val="00951CDF"/>
    <w:rsid w:val="00953A4A"/>
    <w:rsid w:val="00955856"/>
    <w:rsid w:val="00955B0C"/>
    <w:rsid w:val="00957E7C"/>
    <w:rsid w:val="00961E8A"/>
    <w:rsid w:val="00961EF6"/>
    <w:rsid w:val="00964F10"/>
    <w:rsid w:val="00971B6D"/>
    <w:rsid w:val="00971DF4"/>
    <w:rsid w:val="00972A84"/>
    <w:rsid w:val="009745E7"/>
    <w:rsid w:val="009775A1"/>
    <w:rsid w:val="00977E8E"/>
    <w:rsid w:val="009813C0"/>
    <w:rsid w:val="0098235D"/>
    <w:rsid w:val="00982BFC"/>
    <w:rsid w:val="009873CB"/>
    <w:rsid w:val="00993EDD"/>
    <w:rsid w:val="00994621"/>
    <w:rsid w:val="009954E3"/>
    <w:rsid w:val="00997C32"/>
    <w:rsid w:val="009A01D0"/>
    <w:rsid w:val="009A0990"/>
    <w:rsid w:val="009A2BAF"/>
    <w:rsid w:val="009A4C0B"/>
    <w:rsid w:val="009A78B9"/>
    <w:rsid w:val="009B1681"/>
    <w:rsid w:val="009B5C6F"/>
    <w:rsid w:val="009B7C24"/>
    <w:rsid w:val="009C4993"/>
    <w:rsid w:val="009D459C"/>
    <w:rsid w:val="009D61BC"/>
    <w:rsid w:val="009D71E5"/>
    <w:rsid w:val="009E02AF"/>
    <w:rsid w:val="009E0569"/>
    <w:rsid w:val="009E1813"/>
    <w:rsid w:val="009E32E8"/>
    <w:rsid w:val="009E39F1"/>
    <w:rsid w:val="009E6E95"/>
    <w:rsid w:val="009F5569"/>
    <w:rsid w:val="009F5E5B"/>
    <w:rsid w:val="00A009E2"/>
    <w:rsid w:val="00A00BC0"/>
    <w:rsid w:val="00A01C7E"/>
    <w:rsid w:val="00A02FE5"/>
    <w:rsid w:val="00A035A6"/>
    <w:rsid w:val="00A14648"/>
    <w:rsid w:val="00A17044"/>
    <w:rsid w:val="00A21589"/>
    <w:rsid w:val="00A218E8"/>
    <w:rsid w:val="00A24A5C"/>
    <w:rsid w:val="00A30E8B"/>
    <w:rsid w:val="00A32617"/>
    <w:rsid w:val="00A328A0"/>
    <w:rsid w:val="00A32935"/>
    <w:rsid w:val="00A338AC"/>
    <w:rsid w:val="00A3458B"/>
    <w:rsid w:val="00A3563D"/>
    <w:rsid w:val="00A406B7"/>
    <w:rsid w:val="00A406CD"/>
    <w:rsid w:val="00A43D93"/>
    <w:rsid w:val="00A47195"/>
    <w:rsid w:val="00A5202D"/>
    <w:rsid w:val="00A526CB"/>
    <w:rsid w:val="00A537EB"/>
    <w:rsid w:val="00A54DD9"/>
    <w:rsid w:val="00A62C51"/>
    <w:rsid w:val="00A63EE4"/>
    <w:rsid w:val="00A65085"/>
    <w:rsid w:val="00A65E6F"/>
    <w:rsid w:val="00A66132"/>
    <w:rsid w:val="00A664ED"/>
    <w:rsid w:val="00A668A5"/>
    <w:rsid w:val="00A66A46"/>
    <w:rsid w:val="00A67237"/>
    <w:rsid w:val="00A71C69"/>
    <w:rsid w:val="00A735B5"/>
    <w:rsid w:val="00A74EF6"/>
    <w:rsid w:val="00A75371"/>
    <w:rsid w:val="00A80165"/>
    <w:rsid w:val="00A818BE"/>
    <w:rsid w:val="00A84C4B"/>
    <w:rsid w:val="00A84E12"/>
    <w:rsid w:val="00A85C36"/>
    <w:rsid w:val="00A92C88"/>
    <w:rsid w:val="00A92E01"/>
    <w:rsid w:val="00A95D13"/>
    <w:rsid w:val="00A96424"/>
    <w:rsid w:val="00A9736A"/>
    <w:rsid w:val="00A9791E"/>
    <w:rsid w:val="00AA1A91"/>
    <w:rsid w:val="00AA268B"/>
    <w:rsid w:val="00AA32FC"/>
    <w:rsid w:val="00AA4A3B"/>
    <w:rsid w:val="00AA651A"/>
    <w:rsid w:val="00AB0E06"/>
    <w:rsid w:val="00AB19D1"/>
    <w:rsid w:val="00AB298D"/>
    <w:rsid w:val="00AB449B"/>
    <w:rsid w:val="00AB5348"/>
    <w:rsid w:val="00AB5998"/>
    <w:rsid w:val="00AB6BDC"/>
    <w:rsid w:val="00AB79C3"/>
    <w:rsid w:val="00AB7E29"/>
    <w:rsid w:val="00AC07B4"/>
    <w:rsid w:val="00AC22CF"/>
    <w:rsid w:val="00AC2663"/>
    <w:rsid w:val="00AC4211"/>
    <w:rsid w:val="00AC5F08"/>
    <w:rsid w:val="00AD0BFD"/>
    <w:rsid w:val="00AD19E9"/>
    <w:rsid w:val="00AE0121"/>
    <w:rsid w:val="00AE1451"/>
    <w:rsid w:val="00AE1B0B"/>
    <w:rsid w:val="00AE1EFB"/>
    <w:rsid w:val="00AE4C06"/>
    <w:rsid w:val="00AE69FD"/>
    <w:rsid w:val="00AF0A86"/>
    <w:rsid w:val="00AF620E"/>
    <w:rsid w:val="00AF6352"/>
    <w:rsid w:val="00AF6740"/>
    <w:rsid w:val="00B02234"/>
    <w:rsid w:val="00B03FEB"/>
    <w:rsid w:val="00B04AEB"/>
    <w:rsid w:val="00B051A0"/>
    <w:rsid w:val="00B055AC"/>
    <w:rsid w:val="00B0670B"/>
    <w:rsid w:val="00B11AA7"/>
    <w:rsid w:val="00B149F9"/>
    <w:rsid w:val="00B21E3A"/>
    <w:rsid w:val="00B22096"/>
    <w:rsid w:val="00B303DC"/>
    <w:rsid w:val="00B327BF"/>
    <w:rsid w:val="00B34EB7"/>
    <w:rsid w:val="00B36569"/>
    <w:rsid w:val="00B379F2"/>
    <w:rsid w:val="00B37BA0"/>
    <w:rsid w:val="00B4132B"/>
    <w:rsid w:val="00B42129"/>
    <w:rsid w:val="00B4656D"/>
    <w:rsid w:val="00B4752E"/>
    <w:rsid w:val="00B5072C"/>
    <w:rsid w:val="00B53CB9"/>
    <w:rsid w:val="00B559C7"/>
    <w:rsid w:val="00B55BEA"/>
    <w:rsid w:val="00B61B26"/>
    <w:rsid w:val="00B630BA"/>
    <w:rsid w:val="00B64685"/>
    <w:rsid w:val="00B712CA"/>
    <w:rsid w:val="00B714BD"/>
    <w:rsid w:val="00B7249C"/>
    <w:rsid w:val="00B72C52"/>
    <w:rsid w:val="00B74F3D"/>
    <w:rsid w:val="00B82198"/>
    <w:rsid w:val="00B83F47"/>
    <w:rsid w:val="00B84315"/>
    <w:rsid w:val="00B846D3"/>
    <w:rsid w:val="00B84EA5"/>
    <w:rsid w:val="00B91621"/>
    <w:rsid w:val="00BA11F0"/>
    <w:rsid w:val="00BA2B0A"/>
    <w:rsid w:val="00BA4CE0"/>
    <w:rsid w:val="00BA528B"/>
    <w:rsid w:val="00BA7A9D"/>
    <w:rsid w:val="00BB111C"/>
    <w:rsid w:val="00BB29D3"/>
    <w:rsid w:val="00BB2C79"/>
    <w:rsid w:val="00BB2E02"/>
    <w:rsid w:val="00BB7932"/>
    <w:rsid w:val="00BC19F4"/>
    <w:rsid w:val="00BC1AF5"/>
    <w:rsid w:val="00BD0EAC"/>
    <w:rsid w:val="00BD1794"/>
    <w:rsid w:val="00BD2284"/>
    <w:rsid w:val="00BD329B"/>
    <w:rsid w:val="00BD3A2C"/>
    <w:rsid w:val="00BD6CEE"/>
    <w:rsid w:val="00BD7923"/>
    <w:rsid w:val="00BE00E2"/>
    <w:rsid w:val="00BE0947"/>
    <w:rsid w:val="00BE38EE"/>
    <w:rsid w:val="00BE4595"/>
    <w:rsid w:val="00BE4799"/>
    <w:rsid w:val="00BE58CF"/>
    <w:rsid w:val="00BE7B05"/>
    <w:rsid w:val="00BF2367"/>
    <w:rsid w:val="00BF2A92"/>
    <w:rsid w:val="00BF57C0"/>
    <w:rsid w:val="00C007AE"/>
    <w:rsid w:val="00C00B9A"/>
    <w:rsid w:val="00C03E97"/>
    <w:rsid w:val="00C051C5"/>
    <w:rsid w:val="00C057B3"/>
    <w:rsid w:val="00C13A25"/>
    <w:rsid w:val="00C1674C"/>
    <w:rsid w:val="00C22327"/>
    <w:rsid w:val="00C231FB"/>
    <w:rsid w:val="00C24889"/>
    <w:rsid w:val="00C24FF2"/>
    <w:rsid w:val="00C2585F"/>
    <w:rsid w:val="00C2618A"/>
    <w:rsid w:val="00C34149"/>
    <w:rsid w:val="00C34C55"/>
    <w:rsid w:val="00C355F4"/>
    <w:rsid w:val="00C35AC7"/>
    <w:rsid w:val="00C36F29"/>
    <w:rsid w:val="00C40756"/>
    <w:rsid w:val="00C41046"/>
    <w:rsid w:val="00C43B4B"/>
    <w:rsid w:val="00C45D75"/>
    <w:rsid w:val="00C51588"/>
    <w:rsid w:val="00C51746"/>
    <w:rsid w:val="00C51A42"/>
    <w:rsid w:val="00C52001"/>
    <w:rsid w:val="00C5385F"/>
    <w:rsid w:val="00C5392B"/>
    <w:rsid w:val="00C53B58"/>
    <w:rsid w:val="00C663EE"/>
    <w:rsid w:val="00C664A4"/>
    <w:rsid w:val="00C67982"/>
    <w:rsid w:val="00C721C8"/>
    <w:rsid w:val="00C73E0A"/>
    <w:rsid w:val="00C76579"/>
    <w:rsid w:val="00C770C0"/>
    <w:rsid w:val="00C80240"/>
    <w:rsid w:val="00C80E1E"/>
    <w:rsid w:val="00C81232"/>
    <w:rsid w:val="00C85EB1"/>
    <w:rsid w:val="00C86087"/>
    <w:rsid w:val="00C86698"/>
    <w:rsid w:val="00C8743A"/>
    <w:rsid w:val="00C90119"/>
    <w:rsid w:val="00C92C27"/>
    <w:rsid w:val="00C946FB"/>
    <w:rsid w:val="00C964D2"/>
    <w:rsid w:val="00CA24F5"/>
    <w:rsid w:val="00CA4069"/>
    <w:rsid w:val="00CA6032"/>
    <w:rsid w:val="00CA6549"/>
    <w:rsid w:val="00CB07F9"/>
    <w:rsid w:val="00CB2B24"/>
    <w:rsid w:val="00CB6444"/>
    <w:rsid w:val="00CB6B2F"/>
    <w:rsid w:val="00CC07B0"/>
    <w:rsid w:val="00CC1C5F"/>
    <w:rsid w:val="00CC2953"/>
    <w:rsid w:val="00CC2E48"/>
    <w:rsid w:val="00CC2FE5"/>
    <w:rsid w:val="00CC4A94"/>
    <w:rsid w:val="00CC6602"/>
    <w:rsid w:val="00CC7BC6"/>
    <w:rsid w:val="00CD0044"/>
    <w:rsid w:val="00CE0459"/>
    <w:rsid w:val="00CE0CC7"/>
    <w:rsid w:val="00CE1495"/>
    <w:rsid w:val="00CE176D"/>
    <w:rsid w:val="00CE733F"/>
    <w:rsid w:val="00CE7E19"/>
    <w:rsid w:val="00CF2441"/>
    <w:rsid w:val="00CF24B7"/>
    <w:rsid w:val="00CF2674"/>
    <w:rsid w:val="00CF3441"/>
    <w:rsid w:val="00CF5C6E"/>
    <w:rsid w:val="00CF7351"/>
    <w:rsid w:val="00D0193A"/>
    <w:rsid w:val="00D079AD"/>
    <w:rsid w:val="00D13773"/>
    <w:rsid w:val="00D1520A"/>
    <w:rsid w:val="00D1567A"/>
    <w:rsid w:val="00D2520B"/>
    <w:rsid w:val="00D2666F"/>
    <w:rsid w:val="00D268DC"/>
    <w:rsid w:val="00D27D13"/>
    <w:rsid w:val="00D311D1"/>
    <w:rsid w:val="00D323A7"/>
    <w:rsid w:val="00D32D7C"/>
    <w:rsid w:val="00D330C3"/>
    <w:rsid w:val="00D3559A"/>
    <w:rsid w:val="00D35FA9"/>
    <w:rsid w:val="00D36616"/>
    <w:rsid w:val="00D368F9"/>
    <w:rsid w:val="00D37B92"/>
    <w:rsid w:val="00D40EC5"/>
    <w:rsid w:val="00D423E0"/>
    <w:rsid w:val="00D42753"/>
    <w:rsid w:val="00D4707A"/>
    <w:rsid w:val="00D502E4"/>
    <w:rsid w:val="00D51269"/>
    <w:rsid w:val="00D51421"/>
    <w:rsid w:val="00D51992"/>
    <w:rsid w:val="00D53DB9"/>
    <w:rsid w:val="00D60BCC"/>
    <w:rsid w:val="00D61C71"/>
    <w:rsid w:val="00D620A2"/>
    <w:rsid w:val="00D639C6"/>
    <w:rsid w:val="00D66315"/>
    <w:rsid w:val="00D705F7"/>
    <w:rsid w:val="00D73E3E"/>
    <w:rsid w:val="00D74193"/>
    <w:rsid w:val="00D77AF1"/>
    <w:rsid w:val="00D81406"/>
    <w:rsid w:val="00D8199D"/>
    <w:rsid w:val="00D8232F"/>
    <w:rsid w:val="00D8715A"/>
    <w:rsid w:val="00D877F1"/>
    <w:rsid w:val="00D90E3B"/>
    <w:rsid w:val="00D93B65"/>
    <w:rsid w:val="00D9485E"/>
    <w:rsid w:val="00DA11F5"/>
    <w:rsid w:val="00DA3140"/>
    <w:rsid w:val="00DA5FE8"/>
    <w:rsid w:val="00DA72C4"/>
    <w:rsid w:val="00DB1ADA"/>
    <w:rsid w:val="00DB23A1"/>
    <w:rsid w:val="00DB260B"/>
    <w:rsid w:val="00DB538B"/>
    <w:rsid w:val="00DB696E"/>
    <w:rsid w:val="00DB7F9E"/>
    <w:rsid w:val="00DC2140"/>
    <w:rsid w:val="00DC269C"/>
    <w:rsid w:val="00DC2FE9"/>
    <w:rsid w:val="00DC474F"/>
    <w:rsid w:val="00DD06D6"/>
    <w:rsid w:val="00DD1368"/>
    <w:rsid w:val="00DD324E"/>
    <w:rsid w:val="00DD352F"/>
    <w:rsid w:val="00DD634C"/>
    <w:rsid w:val="00DD7908"/>
    <w:rsid w:val="00DD7C3B"/>
    <w:rsid w:val="00DD7F97"/>
    <w:rsid w:val="00DE1A7E"/>
    <w:rsid w:val="00DE6CC0"/>
    <w:rsid w:val="00DE73C7"/>
    <w:rsid w:val="00DF0C1A"/>
    <w:rsid w:val="00DF44E2"/>
    <w:rsid w:val="00DF562C"/>
    <w:rsid w:val="00DF6927"/>
    <w:rsid w:val="00DF7B27"/>
    <w:rsid w:val="00E0384F"/>
    <w:rsid w:val="00E04989"/>
    <w:rsid w:val="00E1150A"/>
    <w:rsid w:val="00E11D13"/>
    <w:rsid w:val="00E1295C"/>
    <w:rsid w:val="00E17841"/>
    <w:rsid w:val="00E20CEF"/>
    <w:rsid w:val="00E221A7"/>
    <w:rsid w:val="00E31D88"/>
    <w:rsid w:val="00E32481"/>
    <w:rsid w:val="00E33E49"/>
    <w:rsid w:val="00E350D8"/>
    <w:rsid w:val="00E426AD"/>
    <w:rsid w:val="00E4329C"/>
    <w:rsid w:val="00E50C97"/>
    <w:rsid w:val="00E557E3"/>
    <w:rsid w:val="00E5668A"/>
    <w:rsid w:val="00E606D4"/>
    <w:rsid w:val="00E6252D"/>
    <w:rsid w:val="00E63CCB"/>
    <w:rsid w:val="00E666FF"/>
    <w:rsid w:val="00E66758"/>
    <w:rsid w:val="00E66C97"/>
    <w:rsid w:val="00E66ED4"/>
    <w:rsid w:val="00E66F0B"/>
    <w:rsid w:val="00E67188"/>
    <w:rsid w:val="00E74CBA"/>
    <w:rsid w:val="00E76695"/>
    <w:rsid w:val="00E7776E"/>
    <w:rsid w:val="00E805BF"/>
    <w:rsid w:val="00E86683"/>
    <w:rsid w:val="00E90B7B"/>
    <w:rsid w:val="00E93516"/>
    <w:rsid w:val="00E9415A"/>
    <w:rsid w:val="00E94885"/>
    <w:rsid w:val="00E961C8"/>
    <w:rsid w:val="00E970C9"/>
    <w:rsid w:val="00EA1E5E"/>
    <w:rsid w:val="00EA464C"/>
    <w:rsid w:val="00EA4FD5"/>
    <w:rsid w:val="00EB230C"/>
    <w:rsid w:val="00EB322D"/>
    <w:rsid w:val="00EB3A79"/>
    <w:rsid w:val="00EB3EC7"/>
    <w:rsid w:val="00EB54A9"/>
    <w:rsid w:val="00EB5F58"/>
    <w:rsid w:val="00EB7BC3"/>
    <w:rsid w:val="00EC0114"/>
    <w:rsid w:val="00EC152C"/>
    <w:rsid w:val="00EC2413"/>
    <w:rsid w:val="00EC3578"/>
    <w:rsid w:val="00EC5056"/>
    <w:rsid w:val="00EC60AE"/>
    <w:rsid w:val="00ED142F"/>
    <w:rsid w:val="00ED1E91"/>
    <w:rsid w:val="00ED3BDE"/>
    <w:rsid w:val="00EE0E57"/>
    <w:rsid w:val="00EE2654"/>
    <w:rsid w:val="00EE29AF"/>
    <w:rsid w:val="00EE498D"/>
    <w:rsid w:val="00EF0C30"/>
    <w:rsid w:val="00EF2AE3"/>
    <w:rsid w:val="00EF3FE7"/>
    <w:rsid w:val="00EF6CD5"/>
    <w:rsid w:val="00F04020"/>
    <w:rsid w:val="00F04FC8"/>
    <w:rsid w:val="00F077E7"/>
    <w:rsid w:val="00F10B76"/>
    <w:rsid w:val="00F11684"/>
    <w:rsid w:val="00F147A5"/>
    <w:rsid w:val="00F16741"/>
    <w:rsid w:val="00F20613"/>
    <w:rsid w:val="00F20C8C"/>
    <w:rsid w:val="00F22DE1"/>
    <w:rsid w:val="00F24121"/>
    <w:rsid w:val="00F26683"/>
    <w:rsid w:val="00F31E27"/>
    <w:rsid w:val="00F329D5"/>
    <w:rsid w:val="00F3478A"/>
    <w:rsid w:val="00F34838"/>
    <w:rsid w:val="00F35164"/>
    <w:rsid w:val="00F35571"/>
    <w:rsid w:val="00F35E0E"/>
    <w:rsid w:val="00F360FA"/>
    <w:rsid w:val="00F40DA4"/>
    <w:rsid w:val="00F40E6F"/>
    <w:rsid w:val="00F4370C"/>
    <w:rsid w:val="00F45449"/>
    <w:rsid w:val="00F4648F"/>
    <w:rsid w:val="00F47556"/>
    <w:rsid w:val="00F56B69"/>
    <w:rsid w:val="00F60214"/>
    <w:rsid w:val="00F603EA"/>
    <w:rsid w:val="00F61A8A"/>
    <w:rsid w:val="00F66118"/>
    <w:rsid w:val="00F709D0"/>
    <w:rsid w:val="00F71280"/>
    <w:rsid w:val="00F73A8B"/>
    <w:rsid w:val="00F743C2"/>
    <w:rsid w:val="00F75739"/>
    <w:rsid w:val="00F7769D"/>
    <w:rsid w:val="00F803BD"/>
    <w:rsid w:val="00F809AD"/>
    <w:rsid w:val="00F80B42"/>
    <w:rsid w:val="00F835CB"/>
    <w:rsid w:val="00F90DA1"/>
    <w:rsid w:val="00F90EBD"/>
    <w:rsid w:val="00F9196F"/>
    <w:rsid w:val="00F9215C"/>
    <w:rsid w:val="00F93E21"/>
    <w:rsid w:val="00F9409D"/>
    <w:rsid w:val="00F94814"/>
    <w:rsid w:val="00F96108"/>
    <w:rsid w:val="00FA084B"/>
    <w:rsid w:val="00FA42FA"/>
    <w:rsid w:val="00FA4C8D"/>
    <w:rsid w:val="00FA7335"/>
    <w:rsid w:val="00FA78A5"/>
    <w:rsid w:val="00FB256E"/>
    <w:rsid w:val="00FC3F9D"/>
    <w:rsid w:val="00FC4876"/>
    <w:rsid w:val="00FC7412"/>
    <w:rsid w:val="00FD291A"/>
    <w:rsid w:val="00FD6007"/>
    <w:rsid w:val="00FD7045"/>
    <w:rsid w:val="00FE049D"/>
    <w:rsid w:val="00FE0C8E"/>
    <w:rsid w:val="00FE19A5"/>
    <w:rsid w:val="00FE2C7A"/>
    <w:rsid w:val="00FE34DB"/>
    <w:rsid w:val="00FE66EF"/>
    <w:rsid w:val="00FF00E9"/>
    <w:rsid w:val="00FF2910"/>
    <w:rsid w:val="00FF3D85"/>
    <w:rsid w:val="00FF63AD"/>
    <w:rsid w:val="00FF6F12"/>
    <w:rsid w:val="00FF70F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35571"/>
    <w:rPr>
      <w:sz w:val="24"/>
      <w:szCs w:val="24"/>
      <w:lang w:val="ru-RU" w:eastAsia="ru-RU"/>
    </w:rPr>
  </w:style>
  <w:style w:type="paragraph" w:styleId="Heading1">
    <w:name w:val="heading 1"/>
    <w:basedOn w:val="Normal"/>
    <w:next w:val="Normal"/>
    <w:link w:val="Heading1Char"/>
    <w:uiPriority w:val="99"/>
    <w:qFormat/>
    <w:rsid w:val="00E350D8"/>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9"/>
    <w:qFormat/>
    <w:rsid w:val="00593081"/>
    <w:pPr>
      <w:keepNext/>
      <w:jc w:val="both"/>
      <w:outlineLvl w:val="1"/>
    </w:pPr>
    <w:rPr>
      <w:sz w:val="32"/>
      <w:szCs w:val="20"/>
      <w:lang w:val="uk-UA"/>
    </w:rPr>
  </w:style>
  <w:style w:type="paragraph" w:styleId="Heading5">
    <w:name w:val="heading 5"/>
    <w:basedOn w:val="Normal"/>
    <w:next w:val="Normal"/>
    <w:link w:val="Heading5Char"/>
    <w:uiPriority w:val="99"/>
    <w:qFormat/>
    <w:rsid w:val="00E350D8"/>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50D8"/>
    <w:rPr>
      <w:rFonts w:ascii="Calibri Light" w:hAnsi="Calibri Light" w:cs="Times New Roman"/>
      <w:b/>
      <w:kern w:val="32"/>
      <w:sz w:val="32"/>
      <w:lang w:val="ru-RU" w:eastAsia="ru-RU"/>
    </w:rPr>
  </w:style>
  <w:style w:type="character" w:customStyle="1" w:styleId="Heading2Char">
    <w:name w:val="Heading 2 Char"/>
    <w:basedOn w:val="DefaultParagraphFont"/>
    <w:link w:val="Heading2"/>
    <w:uiPriority w:val="99"/>
    <w:locked/>
    <w:rsid w:val="00593081"/>
    <w:rPr>
      <w:rFonts w:cs="Times New Roman"/>
      <w:sz w:val="32"/>
    </w:rPr>
  </w:style>
  <w:style w:type="character" w:customStyle="1" w:styleId="Heading5Char">
    <w:name w:val="Heading 5 Char"/>
    <w:basedOn w:val="DefaultParagraphFont"/>
    <w:link w:val="Heading5"/>
    <w:uiPriority w:val="99"/>
    <w:semiHidden/>
    <w:locked/>
    <w:rsid w:val="00E350D8"/>
    <w:rPr>
      <w:rFonts w:ascii="Calibri" w:hAnsi="Calibri" w:cs="Times New Roman"/>
      <w:b/>
      <w:i/>
      <w:sz w:val="26"/>
      <w:lang w:val="ru-RU" w:eastAsia="ru-RU"/>
    </w:rPr>
  </w:style>
  <w:style w:type="character" w:styleId="CommentReference">
    <w:name w:val="annotation reference"/>
    <w:basedOn w:val="DefaultParagraphFont"/>
    <w:uiPriority w:val="99"/>
    <w:semiHidden/>
    <w:rsid w:val="003650A4"/>
    <w:rPr>
      <w:rFonts w:cs="Times New Roman"/>
      <w:sz w:val="16"/>
    </w:rPr>
  </w:style>
  <w:style w:type="paragraph" w:styleId="CommentText">
    <w:name w:val="annotation text"/>
    <w:basedOn w:val="Normal"/>
    <w:link w:val="CommentTextChar"/>
    <w:uiPriority w:val="99"/>
    <w:semiHidden/>
    <w:rsid w:val="003650A4"/>
    <w:rPr>
      <w:sz w:val="20"/>
      <w:szCs w:val="20"/>
    </w:rPr>
  </w:style>
  <w:style w:type="character" w:customStyle="1" w:styleId="CommentTextChar">
    <w:name w:val="Comment Text Char"/>
    <w:basedOn w:val="DefaultParagraphFont"/>
    <w:link w:val="CommentText"/>
    <w:uiPriority w:val="99"/>
    <w:semiHidden/>
    <w:locked/>
    <w:rsid w:val="00CC6602"/>
    <w:rPr>
      <w:rFonts w:cs="Times New Roman"/>
      <w:sz w:val="20"/>
      <w:szCs w:val="20"/>
      <w:lang w:val="ru-RU" w:eastAsia="ru-RU"/>
    </w:rPr>
  </w:style>
  <w:style w:type="paragraph" w:styleId="CommentSubject">
    <w:name w:val="annotation subject"/>
    <w:basedOn w:val="CommentText"/>
    <w:next w:val="CommentText"/>
    <w:link w:val="CommentSubjectChar"/>
    <w:uiPriority w:val="99"/>
    <w:semiHidden/>
    <w:rsid w:val="003650A4"/>
    <w:rPr>
      <w:b/>
      <w:bCs/>
    </w:rPr>
  </w:style>
  <w:style w:type="character" w:customStyle="1" w:styleId="CommentSubjectChar">
    <w:name w:val="Comment Subject Char"/>
    <w:basedOn w:val="CommentTextChar"/>
    <w:link w:val="CommentSubject"/>
    <w:uiPriority w:val="99"/>
    <w:semiHidden/>
    <w:locked/>
    <w:rsid w:val="00CC6602"/>
    <w:rPr>
      <w:b/>
      <w:bCs/>
    </w:rPr>
  </w:style>
  <w:style w:type="paragraph" w:styleId="BalloonText">
    <w:name w:val="Balloon Text"/>
    <w:basedOn w:val="Normal"/>
    <w:link w:val="BalloonTextChar"/>
    <w:uiPriority w:val="99"/>
    <w:semiHidden/>
    <w:rsid w:val="003650A4"/>
    <w:rPr>
      <w:rFonts w:ascii="Tahoma" w:hAnsi="Tahoma"/>
      <w:sz w:val="16"/>
      <w:szCs w:val="16"/>
      <w:lang w:val="uk-UA"/>
    </w:rPr>
  </w:style>
  <w:style w:type="character" w:customStyle="1" w:styleId="BalloonTextChar">
    <w:name w:val="Balloon Text Char"/>
    <w:basedOn w:val="DefaultParagraphFont"/>
    <w:link w:val="BalloonText"/>
    <w:uiPriority w:val="99"/>
    <w:semiHidden/>
    <w:locked/>
    <w:rsid w:val="00FA084B"/>
    <w:rPr>
      <w:rFonts w:ascii="Tahoma" w:hAnsi="Tahoma" w:cs="Times New Roman"/>
      <w:sz w:val="16"/>
    </w:rPr>
  </w:style>
  <w:style w:type="paragraph" w:customStyle="1" w:styleId="a">
    <w:name w:val="Знак Знак Знак Знак Знак Знак Знак Знак"/>
    <w:basedOn w:val="Normal"/>
    <w:uiPriority w:val="99"/>
    <w:rsid w:val="008D570C"/>
    <w:pPr>
      <w:ind w:firstLine="720"/>
    </w:pPr>
    <w:rPr>
      <w:rFonts w:ascii="Verdana" w:hAnsi="Verdana" w:cs="Verdana"/>
      <w:sz w:val="20"/>
      <w:szCs w:val="20"/>
      <w:lang w:val="en-US" w:eastAsia="en-US"/>
    </w:rPr>
  </w:style>
  <w:style w:type="paragraph" w:styleId="HTMLPreformatted">
    <w:name w:val="HTML Preformatted"/>
    <w:basedOn w:val="Normal"/>
    <w:link w:val="HTMLPreformattedChar"/>
    <w:uiPriority w:val="99"/>
    <w:rsid w:val="00044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PreformattedChar">
    <w:name w:val="HTML Preformatted Char"/>
    <w:basedOn w:val="DefaultParagraphFont"/>
    <w:link w:val="HTMLPreformatted"/>
    <w:uiPriority w:val="99"/>
    <w:locked/>
    <w:rsid w:val="00044D4D"/>
    <w:rPr>
      <w:rFonts w:ascii="Courier New" w:hAnsi="Courier New" w:cs="Times New Roman"/>
    </w:rPr>
  </w:style>
  <w:style w:type="character" w:customStyle="1" w:styleId="rvts23">
    <w:name w:val="rvts23"/>
    <w:uiPriority w:val="99"/>
    <w:rsid w:val="004D701C"/>
  </w:style>
  <w:style w:type="character" w:customStyle="1" w:styleId="apple-converted-space">
    <w:name w:val="apple-converted-space"/>
    <w:uiPriority w:val="99"/>
    <w:rsid w:val="004D701C"/>
  </w:style>
  <w:style w:type="paragraph" w:customStyle="1" w:styleId="a0">
    <w:name w:val="Знак Знак"/>
    <w:basedOn w:val="Normal"/>
    <w:uiPriority w:val="99"/>
    <w:rsid w:val="00412238"/>
    <w:rPr>
      <w:rFonts w:ascii="Verdana" w:eastAsia="MS Mincho" w:hAnsi="Verdana" w:cs="Verdana"/>
      <w:sz w:val="20"/>
      <w:szCs w:val="20"/>
      <w:lang w:val="en-US" w:eastAsia="en-US"/>
    </w:rPr>
  </w:style>
  <w:style w:type="paragraph" w:customStyle="1" w:styleId="a1">
    <w:name w:val="Знак Знак Знак Знак Знак Знак Знак Знак Знак Знак Знак Знак Знак Знак Знак Знак"/>
    <w:basedOn w:val="Normal"/>
    <w:uiPriority w:val="99"/>
    <w:rsid w:val="00216936"/>
    <w:rPr>
      <w:rFonts w:ascii="Verdana" w:hAnsi="Verdana" w:cs="Verdana"/>
      <w:sz w:val="20"/>
      <w:szCs w:val="20"/>
      <w:lang w:val="en-US"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B1B70"/>
    <w:rPr>
      <w:rFonts w:ascii="Verdana" w:hAnsi="Verdana" w:cs="Verdana"/>
      <w:sz w:val="20"/>
      <w:szCs w:val="20"/>
      <w:lang w:val="en-US" w:eastAsia="en-US"/>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1A08E7"/>
    <w:rPr>
      <w:rFonts w:ascii="Verdana" w:hAnsi="Verdana" w:cs="Verdana"/>
      <w:sz w:val="20"/>
      <w:szCs w:val="20"/>
      <w:lang w:val="en-US" w:eastAsia="en-US"/>
    </w:rPr>
  </w:style>
  <w:style w:type="paragraph" w:customStyle="1" w:styleId="a4">
    <w:name w:val="Знак Знак Знак Знак Знак Знак Знак Знак Знак"/>
    <w:basedOn w:val="Normal"/>
    <w:uiPriority w:val="99"/>
    <w:rsid w:val="00FC7412"/>
    <w:rPr>
      <w:rFonts w:ascii="Verdana" w:hAnsi="Verdana" w:cs="Verdana"/>
      <w:sz w:val="20"/>
      <w:szCs w:val="20"/>
      <w:lang w:val="en-US" w:eastAsia="en-US"/>
    </w:rPr>
  </w:style>
  <w:style w:type="character" w:styleId="Hyperlink">
    <w:name w:val="Hyperlink"/>
    <w:basedOn w:val="DefaultParagraphFont"/>
    <w:uiPriority w:val="99"/>
    <w:rsid w:val="00876B52"/>
    <w:rPr>
      <w:rFonts w:cs="Times New Roman"/>
      <w:color w:val="0000FF"/>
      <w:u w:val="single"/>
    </w:rPr>
  </w:style>
  <w:style w:type="paragraph" w:styleId="Header">
    <w:name w:val="header"/>
    <w:basedOn w:val="Normal"/>
    <w:link w:val="HeaderChar"/>
    <w:uiPriority w:val="99"/>
    <w:rsid w:val="00B36569"/>
    <w:pPr>
      <w:tabs>
        <w:tab w:val="center" w:pos="4677"/>
        <w:tab w:val="right" w:pos="9355"/>
      </w:tabs>
    </w:pPr>
    <w:rPr>
      <w:lang w:val="uk-UA"/>
    </w:rPr>
  </w:style>
  <w:style w:type="character" w:customStyle="1" w:styleId="HeaderChar">
    <w:name w:val="Header Char"/>
    <w:basedOn w:val="DefaultParagraphFont"/>
    <w:link w:val="Header"/>
    <w:uiPriority w:val="99"/>
    <w:locked/>
    <w:rsid w:val="00B36569"/>
    <w:rPr>
      <w:rFonts w:cs="Times New Roman"/>
      <w:sz w:val="24"/>
    </w:rPr>
  </w:style>
  <w:style w:type="paragraph" w:styleId="Footer">
    <w:name w:val="footer"/>
    <w:basedOn w:val="Normal"/>
    <w:link w:val="FooterChar"/>
    <w:uiPriority w:val="99"/>
    <w:rsid w:val="00B36569"/>
    <w:pPr>
      <w:tabs>
        <w:tab w:val="center" w:pos="4677"/>
        <w:tab w:val="right" w:pos="9355"/>
      </w:tabs>
    </w:pPr>
    <w:rPr>
      <w:lang w:val="uk-UA"/>
    </w:rPr>
  </w:style>
  <w:style w:type="character" w:customStyle="1" w:styleId="FooterChar">
    <w:name w:val="Footer Char"/>
    <w:basedOn w:val="DefaultParagraphFont"/>
    <w:link w:val="Footer"/>
    <w:uiPriority w:val="99"/>
    <w:locked/>
    <w:rsid w:val="00B36569"/>
    <w:rPr>
      <w:rFonts w:cs="Times New Roman"/>
      <w:sz w:val="24"/>
    </w:rPr>
  </w:style>
  <w:style w:type="paragraph" w:styleId="BodyText">
    <w:name w:val="Body Text"/>
    <w:basedOn w:val="Normal"/>
    <w:link w:val="BodyTextChar"/>
    <w:uiPriority w:val="99"/>
    <w:rsid w:val="004D01EC"/>
    <w:pPr>
      <w:jc w:val="both"/>
    </w:pPr>
    <w:rPr>
      <w:sz w:val="28"/>
      <w:szCs w:val="20"/>
      <w:lang w:val="uk-UA"/>
    </w:rPr>
  </w:style>
  <w:style w:type="character" w:customStyle="1" w:styleId="BodyTextChar">
    <w:name w:val="Body Text Char"/>
    <w:basedOn w:val="DefaultParagraphFont"/>
    <w:link w:val="BodyText"/>
    <w:uiPriority w:val="99"/>
    <w:locked/>
    <w:rsid w:val="004D01EC"/>
    <w:rPr>
      <w:rFonts w:cs="Times New Roman"/>
      <w:sz w:val="28"/>
      <w:lang w:val="uk-UA"/>
    </w:rPr>
  </w:style>
  <w:style w:type="paragraph" w:styleId="NoSpacing">
    <w:name w:val="No Spacing"/>
    <w:uiPriority w:val="99"/>
    <w:qFormat/>
    <w:rsid w:val="00750E9C"/>
    <w:rPr>
      <w:rFonts w:ascii="Calibri" w:hAnsi="Calibri"/>
      <w:lang w:val="ru-RU" w:eastAsia="en-US"/>
    </w:rPr>
  </w:style>
  <w:style w:type="character" w:customStyle="1" w:styleId="rvts82">
    <w:name w:val="rvts82"/>
    <w:uiPriority w:val="99"/>
    <w:rsid w:val="00FA084B"/>
  </w:style>
  <w:style w:type="paragraph" w:customStyle="1" w:styleId="2">
    <w:name w:val="Знак Знак2"/>
    <w:basedOn w:val="Normal"/>
    <w:uiPriority w:val="99"/>
    <w:rsid w:val="006535BC"/>
    <w:rPr>
      <w:rFonts w:ascii="Verdana" w:hAnsi="Verdana" w:cs="Verdana"/>
      <w:sz w:val="20"/>
      <w:szCs w:val="20"/>
      <w:lang w:val="en-US" w:eastAsia="en-US"/>
    </w:rPr>
  </w:style>
  <w:style w:type="paragraph" w:customStyle="1" w:styleId="ShapkaDocumentu">
    <w:name w:val="Shapka Documentu"/>
    <w:basedOn w:val="Normal"/>
    <w:uiPriority w:val="99"/>
    <w:rsid w:val="00D3559A"/>
    <w:pPr>
      <w:keepNext/>
      <w:keepLines/>
      <w:spacing w:after="240"/>
      <w:ind w:left="3969"/>
      <w:jc w:val="center"/>
    </w:pPr>
    <w:rPr>
      <w:rFonts w:ascii="Antiqua" w:hAnsi="Antiqua"/>
      <w:sz w:val="26"/>
      <w:szCs w:val="20"/>
      <w:lang w:val="uk-UA"/>
    </w:rPr>
  </w:style>
  <w:style w:type="paragraph" w:customStyle="1" w:styleId="EMPTYCELLSTYLE">
    <w:name w:val="EMPTY_CELL_STYLE"/>
    <w:uiPriority w:val="99"/>
    <w:rsid w:val="000D3BCD"/>
    <w:rPr>
      <w:sz w:val="2"/>
      <w:szCs w:val="20"/>
      <w:lang w:val="ru-RU" w:eastAsia="ru-RU"/>
    </w:rPr>
  </w:style>
  <w:style w:type="paragraph" w:customStyle="1" w:styleId="docdata">
    <w:name w:val="docdata"/>
    <w:aliases w:val="docy,v5,52520,baiaagaaboqcaaadxssaaavsywaaaaaaaaaaaaaaaaaaaaaaaaaaaaaaaaaaaaaaaaaaaaaaaaaaaaaaaaaaaaaaaaaaaaaaaaaaaaaaaaaaaaaaaaaaaaaaaaaaaaaaaaaaaaaaaaaaaaaaaaaaaaaaaaaaaaaaaaaaaaaaaaaaaaaaaaaaaaaaaaaaaaaaaaaaaaaaaaaaaaaaaaaaaaaaaaaaaaaaaaaaaa"/>
    <w:basedOn w:val="Normal"/>
    <w:uiPriority w:val="99"/>
    <w:rsid w:val="008D5923"/>
    <w:pPr>
      <w:spacing w:before="100" w:beforeAutospacing="1" w:after="100" w:afterAutospacing="1"/>
    </w:pPr>
  </w:style>
  <w:style w:type="paragraph" w:styleId="NormalWeb">
    <w:name w:val="Normal (Web)"/>
    <w:basedOn w:val="Normal"/>
    <w:uiPriority w:val="99"/>
    <w:locked/>
    <w:rsid w:val="008D5923"/>
    <w:pPr>
      <w:spacing w:before="100" w:beforeAutospacing="1" w:after="100" w:afterAutospacing="1"/>
    </w:pPr>
  </w:style>
  <w:style w:type="paragraph" w:styleId="BodyText2">
    <w:name w:val="Body Text 2"/>
    <w:basedOn w:val="Normal"/>
    <w:link w:val="BodyText2Char"/>
    <w:uiPriority w:val="99"/>
    <w:locked/>
    <w:rsid w:val="00BA11F0"/>
    <w:pPr>
      <w:spacing w:after="120" w:line="480" w:lineRule="auto"/>
    </w:pPr>
  </w:style>
  <w:style w:type="character" w:customStyle="1" w:styleId="BodyText2Char">
    <w:name w:val="Body Text 2 Char"/>
    <w:basedOn w:val="DefaultParagraphFont"/>
    <w:link w:val="BodyText2"/>
    <w:uiPriority w:val="99"/>
    <w:semiHidden/>
    <w:locked/>
    <w:rsid w:val="00CC2E48"/>
    <w:rPr>
      <w:rFonts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537013895">
      <w:marLeft w:val="0"/>
      <w:marRight w:val="0"/>
      <w:marTop w:val="0"/>
      <w:marBottom w:val="0"/>
      <w:divBdr>
        <w:top w:val="none" w:sz="0" w:space="0" w:color="auto"/>
        <w:left w:val="none" w:sz="0" w:space="0" w:color="auto"/>
        <w:bottom w:val="none" w:sz="0" w:space="0" w:color="auto"/>
        <w:right w:val="none" w:sz="0" w:space="0" w:color="auto"/>
      </w:divBdr>
    </w:div>
    <w:div w:id="537013896">
      <w:marLeft w:val="0"/>
      <w:marRight w:val="0"/>
      <w:marTop w:val="0"/>
      <w:marBottom w:val="0"/>
      <w:divBdr>
        <w:top w:val="none" w:sz="0" w:space="0" w:color="auto"/>
        <w:left w:val="none" w:sz="0" w:space="0" w:color="auto"/>
        <w:bottom w:val="none" w:sz="0" w:space="0" w:color="auto"/>
        <w:right w:val="none" w:sz="0" w:space="0" w:color="auto"/>
      </w:divBdr>
    </w:div>
    <w:div w:id="537013897">
      <w:marLeft w:val="0"/>
      <w:marRight w:val="0"/>
      <w:marTop w:val="0"/>
      <w:marBottom w:val="0"/>
      <w:divBdr>
        <w:top w:val="none" w:sz="0" w:space="0" w:color="auto"/>
        <w:left w:val="none" w:sz="0" w:space="0" w:color="auto"/>
        <w:bottom w:val="none" w:sz="0" w:space="0" w:color="auto"/>
        <w:right w:val="none" w:sz="0" w:space="0" w:color="auto"/>
      </w:divBdr>
    </w:div>
    <w:div w:id="537013898">
      <w:marLeft w:val="0"/>
      <w:marRight w:val="0"/>
      <w:marTop w:val="0"/>
      <w:marBottom w:val="0"/>
      <w:divBdr>
        <w:top w:val="none" w:sz="0" w:space="0" w:color="auto"/>
        <w:left w:val="none" w:sz="0" w:space="0" w:color="auto"/>
        <w:bottom w:val="none" w:sz="0" w:space="0" w:color="auto"/>
        <w:right w:val="none" w:sz="0" w:space="0" w:color="auto"/>
      </w:divBdr>
    </w:div>
    <w:div w:id="537013899">
      <w:marLeft w:val="0"/>
      <w:marRight w:val="0"/>
      <w:marTop w:val="0"/>
      <w:marBottom w:val="0"/>
      <w:divBdr>
        <w:top w:val="none" w:sz="0" w:space="0" w:color="auto"/>
        <w:left w:val="none" w:sz="0" w:space="0" w:color="auto"/>
        <w:bottom w:val="none" w:sz="0" w:space="0" w:color="auto"/>
        <w:right w:val="none" w:sz="0" w:space="0" w:color="auto"/>
      </w:divBdr>
    </w:div>
    <w:div w:id="537013900">
      <w:marLeft w:val="0"/>
      <w:marRight w:val="0"/>
      <w:marTop w:val="0"/>
      <w:marBottom w:val="0"/>
      <w:divBdr>
        <w:top w:val="none" w:sz="0" w:space="0" w:color="auto"/>
        <w:left w:val="none" w:sz="0" w:space="0" w:color="auto"/>
        <w:bottom w:val="none" w:sz="0" w:space="0" w:color="auto"/>
        <w:right w:val="none" w:sz="0" w:space="0" w:color="auto"/>
      </w:divBdr>
    </w:div>
    <w:div w:id="537013901">
      <w:marLeft w:val="0"/>
      <w:marRight w:val="0"/>
      <w:marTop w:val="0"/>
      <w:marBottom w:val="0"/>
      <w:divBdr>
        <w:top w:val="none" w:sz="0" w:space="0" w:color="auto"/>
        <w:left w:val="none" w:sz="0" w:space="0" w:color="auto"/>
        <w:bottom w:val="none" w:sz="0" w:space="0" w:color="auto"/>
        <w:right w:val="none" w:sz="0" w:space="0" w:color="auto"/>
      </w:divBdr>
    </w:div>
    <w:div w:id="537013902">
      <w:marLeft w:val="0"/>
      <w:marRight w:val="0"/>
      <w:marTop w:val="0"/>
      <w:marBottom w:val="0"/>
      <w:divBdr>
        <w:top w:val="none" w:sz="0" w:space="0" w:color="auto"/>
        <w:left w:val="none" w:sz="0" w:space="0" w:color="auto"/>
        <w:bottom w:val="none" w:sz="0" w:space="0" w:color="auto"/>
        <w:right w:val="none" w:sz="0" w:space="0" w:color="auto"/>
      </w:divBdr>
    </w:div>
    <w:div w:id="537013903">
      <w:marLeft w:val="0"/>
      <w:marRight w:val="0"/>
      <w:marTop w:val="0"/>
      <w:marBottom w:val="0"/>
      <w:divBdr>
        <w:top w:val="none" w:sz="0" w:space="0" w:color="auto"/>
        <w:left w:val="none" w:sz="0" w:space="0" w:color="auto"/>
        <w:bottom w:val="none" w:sz="0" w:space="0" w:color="auto"/>
        <w:right w:val="none" w:sz="0" w:space="0" w:color="auto"/>
      </w:divBdr>
    </w:div>
    <w:div w:id="537013904">
      <w:marLeft w:val="0"/>
      <w:marRight w:val="0"/>
      <w:marTop w:val="0"/>
      <w:marBottom w:val="0"/>
      <w:divBdr>
        <w:top w:val="none" w:sz="0" w:space="0" w:color="auto"/>
        <w:left w:val="none" w:sz="0" w:space="0" w:color="auto"/>
        <w:bottom w:val="none" w:sz="0" w:space="0" w:color="auto"/>
        <w:right w:val="none" w:sz="0" w:space="0" w:color="auto"/>
      </w:divBdr>
    </w:div>
    <w:div w:id="537013905">
      <w:marLeft w:val="0"/>
      <w:marRight w:val="0"/>
      <w:marTop w:val="0"/>
      <w:marBottom w:val="0"/>
      <w:divBdr>
        <w:top w:val="none" w:sz="0" w:space="0" w:color="auto"/>
        <w:left w:val="none" w:sz="0" w:space="0" w:color="auto"/>
        <w:bottom w:val="none" w:sz="0" w:space="0" w:color="auto"/>
        <w:right w:val="none" w:sz="0" w:space="0" w:color="auto"/>
      </w:divBdr>
    </w:div>
    <w:div w:id="537013906">
      <w:marLeft w:val="0"/>
      <w:marRight w:val="0"/>
      <w:marTop w:val="0"/>
      <w:marBottom w:val="0"/>
      <w:divBdr>
        <w:top w:val="none" w:sz="0" w:space="0" w:color="auto"/>
        <w:left w:val="none" w:sz="0" w:space="0" w:color="auto"/>
        <w:bottom w:val="none" w:sz="0" w:space="0" w:color="auto"/>
        <w:right w:val="none" w:sz="0" w:space="0" w:color="auto"/>
      </w:divBdr>
    </w:div>
    <w:div w:id="537013907">
      <w:marLeft w:val="0"/>
      <w:marRight w:val="0"/>
      <w:marTop w:val="0"/>
      <w:marBottom w:val="0"/>
      <w:divBdr>
        <w:top w:val="none" w:sz="0" w:space="0" w:color="auto"/>
        <w:left w:val="none" w:sz="0" w:space="0" w:color="auto"/>
        <w:bottom w:val="none" w:sz="0" w:space="0" w:color="auto"/>
        <w:right w:val="none" w:sz="0" w:space="0" w:color="auto"/>
      </w:divBdr>
    </w:div>
    <w:div w:id="537013908">
      <w:marLeft w:val="0"/>
      <w:marRight w:val="0"/>
      <w:marTop w:val="0"/>
      <w:marBottom w:val="0"/>
      <w:divBdr>
        <w:top w:val="none" w:sz="0" w:space="0" w:color="auto"/>
        <w:left w:val="none" w:sz="0" w:space="0" w:color="auto"/>
        <w:bottom w:val="none" w:sz="0" w:space="0" w:color="auto"/>
        <w:right w:val="none" w:sz="0" w:space="0" w:color="auto"/>
      </w:divBdr>
    </w:div>
    <w:div w:id="537013909">
      <w:marLeft w:val="0"/>
      <w:marRight w:val="0"/>
      <w:marTop w:val="0"/>
      <w:marBottom w:val="0"/>
      <w:divBdr>
        <w:top w:val="none" w:sz="0" w:space="0" w:color="auto"/>
        <w:left w:val="none" w:sz="0" w:space="0" w:color="auto"/>
        <w:bottom w:val="none" w:sz="0" w:space="0" w:color="auto"/>
        <w:right w:val="none" w:sz="0" w:space="0" w:color="auto"/>
      </w:divBdr>
    </w:div>
    <w:div w:id="537013910">
      <w:marLeft w:val="0"/>
      <w:marRight w:val="0"/>
      <w:marTop w:val="0"/>
      <w:marBottom w:val="0"/>
      <w:divBdr>
        <w:top w:val="none" w:sz="0" w:space="0" w:color="auto"/>
        <w:left w:val="none" w:sz="0" w:space="0" w:color="auto"/>
        <w:bottom w:val="none" w:sz="0" w:space="0" w:color="auto"/>
        <w:right w:val="none" w:sz="0" w:space="0" w:color="auto"/>
      </w:divBdr>
    </w:div>
    <w:div w:id="537013911">
      <w:marLeft w:val="0"/>
      <w:marRight w:val="0"/>
      <w:marTop w:val="0"/>
      <w:marBottom w:val="0"/>
      <w:divBdr>
        <w:top w:val="none" w:sz="0" w:space="0" w:color="auto"/>
        <w:left w:val="none" w:sz="0" w:space="0" w:color="auto"/>
        <w:bottom w:val="none" w:sz="0" w:space="0" w:color="auto"/>
        <w:right w:val="none" w:sz="0" w:space="0" w:color="auto"/>
      </w:divBdr>
    </w:div>
    <w:div w:id="5370139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700</TotalTime>
  <Pages>2</Pages>
  <Words>251</Words>
  <Characters>1435</Characters>
  <Application>Microsoft Office Outlook</Application>
  <DocSecurity>0</DocSecurity>
  <Lines>0</Lines>
  <Paragraphs>0</Paragraphs>
  <ScaleCrop>false</ScaleCrop>
  <Company>DCN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З П О Р Я Д Ж Е Н Н Я  4 серпня  2007 р</dc:title>
  <dc:subject/>
  <dc:creator>DCNU</dc:creator>
  <cp:keywords/>
  <dc:description/>
  <cp:lastModifiedBy>ASUS</cp:lastModifiedBy>
  <cp:revision>23</cp:revision>
  <cp:lastPrinted>2021-11-15T10:34:00Z</cp:lastPrinted>
  <dcterms:created xsi:type="dcterms:W3CDTF">2020-09-16T05:51:00Z</dcterms:created>
  <dcterms:modified xsi:type="dcterms:W3CDTF">2021-11-23T06:22:00Z</dcterms:modified>
</cp:coreProperties>
</file>